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5.xml" ContentType="application/vnd.openxmlformats-officedocument.themeOverrid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7.xml" ContentType="application/vnd.openxmlformats-officedocument.themeOverrid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1.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2.xml" ContentType="application/vnd.openxmlformats-officedocument.drawingml.chart+xml"/>
  <Override PartName="/word/charts/chart13.xml" ContentType="application/vnd.openxmlformats-officedocument.drawingml.chart+xml"/>
  <Override PartName="/word/drawings/drawing1.xml" ContentType="application/vnd.openxmlformats-officedocument.drawingml.chartshapes+xml"/>
  <Override PartName="/word/charts/chart14.xml" ContentType="application/vnd.openxmlformats-officedocument.drawingml.chart+xml"/>
  <Override PartName="/word/charts/chart1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9BA" w:rsidRDefault="00B759BA">
      <w:pPr>
        <w:tabs>
          <w:tab w:val="left" w:pos="-936"/>
          <w:tab w:val="left" w:pos="-450"/>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 xml:space="preserve">Solutions to </w:t>
      </w:r>
    </w:p>
    <w:p w:rsidR="00B759BA" w:rsidRDefault="00B759B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Case Problems</w:t>
      </w:r>
    </w:p>
    <w:p w:rsidR="00B759BA" w:rsidRDefault="0006666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16510</wp:posOffset>
                </wp:positionH>
                <wp:positionV relativeFrom="paragraph">
                  <wp:posOffset>213360</wp:posOffset>
                </wp:positionV>
                <wp:extent cx="6085840" cy="0"/>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5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C1CF4"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6.8pt" to="48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NTEwIAACo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" o:allowincell="f" strokeweight="3pt"/>
            </w:pict>
          </mc:Fallback>
        </mc:AlternateConten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Chapter 2</w: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 xml:space="preserve">Descriptive Statistics: Tabular and Graphical </w:t>
      </w:r>
      <w:r w:rsidR="001229D5">
        <w:rPr>
          <w:rFonts w:ascii="Times" w:hAnsi="Times"/>
          <w:b/>
          <w:color w:val="000000"/>
          <w:sz w:val="28"/>
        </w:rPr>
        <w:t>Displays</w:t>
      </w:r>
    </w:p>
    <w:p w:rsidR="00B759BA" w:rsidRDefault="00B759BA">
      <w:pPr>
        <w:tabs>
          <w:tab w:val="left" w:pos="-940"/>
          <w:tab w:val="left" w:pos="-220"/>
          <w:tab w:val="left" w:pos="180"/>
          <w:tab w:val="left" w:pos="50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firstLine="270"/>
        <w:rPr>
          <w:rFonts w:ascii="Times" w:hAnsi="Times"/>
          <w:color w:val="000000"/>
        </w:rPr>
      </w:pP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4"/>
        </w:rPr>
      </w:pPr>
      <w:r>
        <w:rPr>
          <w:rFonts w:ascii="Times" w:hAnsi="Times"/>
          <w:b/>
          <w:color w:val="000000"/>
          <w:sz w:val="24"/>
        </w:rPr>
        <w:t>Case Problem 1: Pelican Stores</w:t>
      </w: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rPr>
          <w:rFonts w:ascii="Times" w:hAnsi="Times"/>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1.</w:t>
      </w:r>
      <w:r w:rsidRPr="00B020E0">
        <w:rPr>
          <w:color w:val="000000"/>
        </w:rPr>
        <w:tab/>
      </w:r>
      <w:r>
        <w:rPr>
          <w:color w:val="000000"/>
        </w:rPr>
        <w:t xml:space="preserve">There were 70 Promotional customers and 30 Regular customers. </w:t>
      </w:r>
      <w:r w:rsidRPr="00B020E0">
        <w:rPr>
          <w:color w:val="000000"/>
        </w:rPr>
        <w:t>Because there are 100 observations in the sample, the frequency and percent frequency distribution are the same. Percent frequency distributions for many of the variables are given.</w:t>
      </w: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No. of Items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 or more</w:t>
            </w:r>
          </w:p>
        </w:tc>
        <w:tc>
          <w:tcPr>
            <w:tcW w:w="1710" w:type="dxa"/>
          </w:tcPr>
          <w:p w:rsidR="0041199D" w:rsidRPr="00F45FBE"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8</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Net Sales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0.00 - 2</w:t>
            </w:r>
            <w:r>
              <w:rPr>
                <w:color w:val="000000"/>
              </w:rPr>
              <w:t>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 xml:space="preserve">.00 - </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 xml:space="preserve">0.00 - </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2</w:t>
            </w:r>
            <w:r>
              <w:rPr>
                <w:color w:val="000000"/>
              </w:rPr>
              <w:t>5</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 xml:space="preserve">.00 - </w:t>
            </w:r>
            <w:r>
              <w:rPr>
                <w:color w:val="000000"/>
              </w:rPr>
              <w:t>9</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w:t>
            </w:r>
            <w:r>
              <w:rPr>
                <w:color w:val="000000"/>
              </w:rPr>
              <w:t>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0.00 - 1</w:t>
            </w:r>
            <w:r>
              <w:rPr>
                <w:color w:val="000000"/>
              </w:rPr>
              <w:t>24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12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.00 - 1</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50</w:t>
            </w:r>
            <w:r w:rsidRPr="00B020E0">
              <w:rPr>
                <w:color w:val="000000"/>
              </w:rPr>
              <w:t>.00 - 1</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.00 - 1</w:t>
            </w:r>
            <w:r>
              <w:rPr>
                <w:color w:val="000000"/>
              </w:rPr>
              <w:t>99</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200 or more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Method of Payment</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American Express</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Discover</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MasterCard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Proprietary 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Visa</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Gender</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Female</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93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Martial Status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Married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84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Single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Age</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20 - 29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30 - 39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40 - 49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50 - 59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60 - 69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70 - 79</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r>
    </w:p>
    <w:p w:rsidR="0041199D" w:rsidRPr="00B020E0" w:rsidRDefault="00807DB9"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0041199D" w:rsidRPr="00B020E0">
        <w:rPr>
          <w:color w:val="000000"/>
        </w:rPr>
        <w:t>These percent frequency distributions provide a profile of Pelican's customers. Many observations are possible</w:t>
      </w:r>
      <w:r>
        <w:rPr>
          <w:color w:val="000000"/>
        </w:rPr>
        <w:t>, including</w:t>
      </w:r>
      <w:r w:rsidR="0041199D"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A large majority of the customers use </w:t>
      </w:r>
      <w:r>
        <w:rPr>
          <w:color w:val="000000"/>
        </w:rPr>
        <w:t>National Clothing’s</w:t>
      </w:r>
      <w:r w:rsidRPr="00B020E0">
        <w:rPr>
          <w:color w:val="000000"/>
        </w:rPr>
        <w:t xml:space="preserve"> proprietary credit card.</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Over half of the customers purchase 1 or 2 items, but a few make numerous purchases.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The percent frequency distribution of </w:t>
      </w:r>
      <w:r>
        <w:rPr>
          <w:color w:val="000000"/>
        </w:rPr>
        <w:t xml:space="preserve">net </w:t>
      </w:r>
      <w:r w:rsidRPr="00B020E0">
        <w:rPr>
          <w:color w:val="000000"/>
        </w:rPr>
        <w:t xml:space="preserve">sales shows that </w:t>
      </w:r>
      <w:r>
        <w:rPr>
          <w:color w:val="000000"/>
        </w:rPr>
        <w:t>61%</w:t>
      </w:r>
      <w:r w:rsidRPr="00B020E0">
        <w:rPr>
          <w:color w:val="000000"/>
        </w:rPr>
        <w:t xml:space="preserve"> of the customers spen</w:t>
      </w:r>
      <w:r>
        <w:rPr>
          <w:color w:val="000000"/>
        </w:rPr>
        <w:t>t</w:t>
      </w:r>
      <w:r w:rsidRPr="00B020E0">
        <w:rPr>
          <w:color w:val="000000"/>
        </w:rPr>
        <w:t xml:space="preserve"> $</w:t>
      </w:r>
      <w:r>
        <w:rPr>
          <w:color w:val="000000"/>
        </w:rPr>
        <w:t>5</w:t>
      </w:r>
      <w:r w:rsidRPr="00B020E0">
        <w:rPr>
          <w:color w:val="000000"/>
        </w:rPr>
        <w:t>0 or more.</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Customers are distributed across all adult age groups.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The overwhelming majority of customers are female.</w:t>
      </w:r>
    </w:p>
    <w:p w:rsidR="0041199D"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Most of the customers are married.</w:t>
      </w: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Pr>
          <w:color w:val="000000"/>
        </w:rPr>
        <w:t xml:space="preserve">2. </w:t>
      </w:r>
    </w:p>
    <w:p w:rsidR="0041199D" w:rsidRPr="00B020E0" w:rsidRDefault="00066666"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noProof/>
          <w:color w:val="000000"/>
        </w:rPr>
        <w:drawing>
          <wp:inline distT="0" distB="0" distL="0" distR="0">
            <wp:extent cx="4338955" cy="2493645"/>
            <wp:effectExtent l="0" t="0" r="444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8955" cy="2493645"/>
                    </a:xfrm>
                    <a:prstGeom prst="rect">
                      <a:avLst/>
                    </a:prstGeom>
                    <a:noFill/>
                    <a:ln>
                      <a:noFill/>
                    </a:ln>
                  </pic:spPr>
                </pic:pic>
              </a:graphicData>
            </a:graphic>
          </wp:inline>
        </w:drawing>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3</w:t>
      </w:r>
      <w:r w:rsidRPr="00B020E0">
        <w:rPr>
          <w:color w:val="000000"/>
        </w:rPr>
        <w:t>.</w:t>
      </w:r>
      <w:r w:rsidRPr="00B020E0">
        <w:rPr>
          <w:color w:val="000000"/>
        </w:rPr>
        <w:tab/>
        <w:t xml:space="preserve">A crosstabulation of type of customer </w:t>
      </w:r>
      <w:r>
        <w:rPr>
          <w:color w:val="000000"/>
        </w:rPr>
        <w:t>versus</w:t>
      </w:r>
      <w:r w:rsidRPr="00B020E0">
        <w:rPr>
          <w:color w:val="000000"/>
        </w:rPr>
        <w:t xml:space="preserve"> </w:t>
      </w:r>
      <w:r>
        <w:rPr>
          <w:color w:val="000000"/>
        </w:rPr>
        <w:t xml:space="preserve">net </w:t>
      </w:r>
      <w:r w:rsidRPr="00B020E0">
        <w:rPr>
          <w:color w:val="000000"/>
        </w:rPr>
        <w:t xml:space="preserve">sales is shown. </w:t>
      </w: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tbl>
      <w:tblPr>
        <w:tblW w:w="6281" w:type="dxa"/>
        <w:tblInd w:w="540" w:type="dxa"/>
        <w:tblLayout w:type="fixed"/>
        <w:tblCellMar>
          <w:left w:w="0" w:type="dxa"/>
          <w:right w:w="0" w:type="dxa"/>
        </w:tblCellMar>
        <w:tblLook w:val="0000" w:firstRow="0" w:lastRow="0" w:firstColumn="0" w:lastColumn="0" w:noHBand="0" w:noVBand="0"/>
      </w:tblPr>
      <w:tblGrid>
        <w:gridCol w:w="1072"/>
        <w:gridCol w:w="360"/>
        <w:gridCol w:w="360"/>
        <w:gridCol w:w="360"/>
        <w:gridCol w:w="400"/>
        <w:gridCol w:w="458"/>
        <w:gridCol w:w="458"/>
        <w:gridCol w:w="458"/>
        <w:gridCol w:w="458"/>
        <w:gridCol w:w="458"/>
        <w:gridCol w:w="458"/>
        <w:gridCol w:w="458"/>
        <w:gridCol w:w="523"/>
      </w:tblGrid>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c>
        <w:tc>
          <w:tcPr>
            <w:tcW w:w="4686" w:type="dxa"/>
            <w:gridSpan w:val="11"/>
            <w:tcBorders>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Net Sales</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
        </w:tc>
      </w:tr>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Customer</w:t>
            </w:r>
          </w:p>
        </w:tc>
        <w:tc>
          <w:tcPr>
            <w:tcW w:w="360" w:type="dxa"/>
            <w:tcBorders>
              <w:bottom w:val="single" w:sz="4" w:space="0" w:color="auto"/>
              <w:right w:val="nil"/>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p>
        </w:tc>
        <w:tc>
          <w:tcPr>
            <w:tcW w:w="360" w:type="dxa"/>
            <w:tcBorders>
              <w:left w:val="nil"/>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tc>
        <w:tc>
          <w:tcPr>
            <w:tcW w:w="36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p>
        </w:tc>
        <w:tc>
          <w:tcPr>
            <w:tcW w:w="40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00</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300</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Total</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Promotional</w:t>
            </w:r>
          </w:p>
        </w:tc>
        <w:tc>
          <w:tcPr>
            <w:tcW w:w="360" w:type="dxa"/>
            <w:tcBorders>
              <w:right w:val="nil"/>
            </w:tcBorders>
            <w:vAlign w:val="bottom"/>
          </w:tcPr>
          <w:p w:rsidR="0041199D" w:rsidRPr="00436F8C" w:rsidRDefault="0041199D" w:rsidP="00EE6C87">
            <w:pPr>
              <w:jc w:val="right"/>
            </w:pPr>
            <w:r w:rsidRPr="00436F8C">
              <w:t>7</w:t>
            </w:r>
          </w:p>
        </w:tc>
        <w:tc>
          <w:tcPr>
            <w:tcW w:w="360" w:type="dxa"/>
            <w:tcBorders>
              <w:left w:val="nil"/>
            </w:tcBorders>
            <w:vAlign w:val="bottom"/>
          </w:tcPr>
          <w:p w:rsidR="0041199D" w:rsidRPr="00436F8C" w:rsidRDefault="0041199D" w:rsidP="00EE6C87">
            <w:pPr>
              <w:jc w:val="right"/>
            </w:pPr>
            <w:r w:rsidRPr="00436F8C">
              <w:t>17</w:t>
            </w:r>
          </w:p>
        </w:tc>
        <w:tc>
          <w:tcPr>
            <w:tcW w:w="360" w:type="dxa"/>
            <w:vAlign w:val="bottom"/>
          </w:tcPr>
          <w:p w:rsidR="0041199D" w:rsidRPr="00436F8C" w:rsidRDefault="0041199D" w:rsidP="00EE6C87">
            <w:pPr>
              <w:jc w:val="right"/>
            </w:pPr>
            <w:r w:rsidRPr="00436F8C">
              <w:t>17</w:t>
            </w:r>
          </w:p>
        </w:tc>
        <w:tc>
          <w:tcPr>
            <w:tcW w:w="400" w:type="dxa"/>
            <w:vAlign w:val="bottom"/>
          </w:tcPr>
          <w:p w:rsidR="0041199D" w:rsidRPr="00436F8C" w:rsidRDefault="0041199D" w:rsidP="00EE6C87">
            <w:pPr>
              <w:jc w:val="right"/>
            </w:pPr>
            <w:r w:rsidRPr="00436F8C">
              <w:t>8</w:t>
            </w:r>
          </w:p>
        </w:tc>
        <w:tc>
          <w:tcPr>
            <w:tcW w:w="458" w:type="dxa"/>
            <w:vAlign w:val="bottom"/>
          </w:tcPr>
          <w:p w:rsidR="0041199D" w:rsidRPr="00436F8C" w:rsidRDefault="0041199D" w:rsidP="00EE6C87">
            <w:pPr>
              <w:jc w:val="right"/>
            </w:pPr>
            <w:r w:rsidRPr="00436F8C">
              <w:t>9</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left w:val="single" w:sz="4" w:space="0" w:color="auto"/>
            </w:tcBorders>
            <w:vAlign w:val="bottom"/>
          </w:tcPr>
          <w:p w:rsidR="0041199D" w:rsidRPr="00436F8C" w:rsidRDefault="0041199D" w:rsidP="00EE6C87">
            <w:pPr>
              <w:jc w:val="right"/>
            </w:pPr>
            <w:r w:rsidRPr="00436F8C">
              <w:t>70</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Regular</w:t>
            </w:r>
          </w:p>
        </w:tc>
        <w:tc>
          <w:tcPr>
            <w:tcW w:w="360" w:type="dxa"/>
            <w:tcBorders>
              <w:bottom w:val="single" w:sz="4" w:space="0" w:color="auto"/>
              <w:right w:val="nil"/>
            </w:tcBorders>
            <w:vAlign w:val="bottom"/>
          </w:tcPr>
          <w:p w:rsidR="0041199D" w:rsidRPr="00436F8C" w:rsidRDefault="0041199D" w:rsidP="00EE6C87">
            <w:pPr>
              <w:jc w:val="right"/>
            </w:pPr>
            <w:r w:rsidRPr="00436F8C">
              <w:t>2</w:t>
            </w:r>
          </w:p>
        </w:tc>
        <w:tc>
          <w:tcPr>
            <w:tcW w:w="360" w:type="dxa"/>
            <w:tcBorders>
              <w:left w:val="nil"/>
              <w:bottom w:val="single" w:sz="4" w:space="0" w:color="auto"/>
            </w:tcBorders>
            <w:vAlign w:val="bottom"/>
          </w:tcPr>
          <w:p w:rsidR="0041199D" w:rsidRPr="00436F8C" w:rsidRDefault="0041199D" w:rsidP="00EE6C87">
            <w:pPr>
              <w:jc w:val="right"/>
            </w:pPr>
            <w:r w:rsidRPr="00436F8C">
              <w:t>13</w:t>
            </w:r>
          </w:p>
        </w:tc>
        <w:tc>
          <w:tcPr>
            <w:tcW w:w="360" w:type="dxa"/>
            <w:tcBorders>
              <w:bottom w:val="single" w:sz="4" w:space="0" w:color="auto"/>
            </w:tcBorders>
            <w:vAlign w:val="bottom"/>
          </w:tcPr>
          <w:p w:rsidR="0041199D" w:rsidRPr="00436F8C" w:rsidRDefault="0041199D" w:rsidP="00EE6C87">
            <w:pPr>
              <w:jc w:val="right"/>
            </w:pPr>
            <w:r w:rsidRPr="00436F8C">
              <w:t>8</w:t>
            </w:r>
          </w:p>
        </w:tc>
        <w:tc>
          <w:tcPr>
            <w:tcW w:w="400" w:type="dxa"/>
            <w:tcBorders>
              <w:bottom w:val="single" w:sz="4" w:space="0" w:color="auto"/>
            </w:tcBorders>
            <w:vAlign w:val="bottom"/>
          </w:tcPr>
          <w:p w:rsidR="0041199D" w:rsidRPr="00436F8C" w:rsidRDefault="0041199D" w:rsidP="00EE6C87">
            <w:pPr>
              <w:jc w:val="right"/>
            </w:pPr>
            <w:r w:rsidRPr="00436F8C">
              <w:t>2</w:t>
            </w:r>
          </w:p>
        </w:tc>
        <w:tc>
          <w:tcPr>
            <w:tcW w:w="458" w:type="dxa"/>
            <w:tcBorders>
              <w:bottom w:val="single" w:sz="4" w:space="0" w:color="auto"/>
            </w:tcBorders>
            <w:vAlign w:val="bottom"/>
          </w:tcPr>
          <w:p w:rsidR="0041199D" w:rsidRPr="00436F8C" w:rsidRDefault="0041199D" w:rsidP="00EE6C87">
            <w:pPr>
              <w:jc w:val="right"/>
            </w:pPr>
            <w:r w:rsidRPr="00436F8C">
              <w:t>3</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523" w:type="dxa"/>
            <w:tcBorders>
              <w:left w:val="single" w:sz="4" w:space="0" w:color="auto"/>
            </w:tcBorders>
            <w:vAlign w:val="bottom"/>
          </w:tcPr>
          <w:p w:rsidR="0041199D" w:rsidRPr="00436F8C" w:rsidRDefault="0041199D" w:rsidP="00EE6C87">
            <w:pPr>
              <w:jc w:val="right"/>
            </w:pPr>
            <w:r w:rsidRPr="00436F8C">
              <w:t>30</w:t>
            </w:r>
          </w:p>
        </w:tc>
      </w:tr>
      <w:tr w:rsidR="0041199D" w:rsidRPr="00B020E0">
        <w:tc>
          <w:tcPr>
            <w:tcW w:w="1072" w:type="dxa"/>
            <w:tcBorders>
              <w:top w:val="single" w:sz="4" w:space="0" w:color="auto"/>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Total</w:t>
            </w:r>
          </w:p>
        </w:tc>
        <w:tc>
          <w:tcPr>
            <w:tcW w:w="360" w:type="dxa"/>
            <w:tcBorders>
              <w:top w:val="single" w:sz="4" w:space="0" w:color="auto"/>
              <w:right w:val="nil"/>
            </w:tcBorders>
            <w:vAlign w:val="bottom"/>
          </w:tcPr>
          <w:p w:rsidR="0041199D" w:rsidRPr="00436F8C" w:rsidRDefault="0041199D" w:rsidP="00EE6C87">
            <w:pPr>
              <w:jc w:val="right"/>
            </w:pPr>
            <w:r w:rsidRPr="00436F8C">
              <w:t>9</w:t>
            </w:r>
          </w:p>
        </w:tc>
        <w:tc>
          <w:tcPr>
            <w:tcW w:w="360" w:type="dxa"/>
            <w:tcBorders>
              <w:left w:val="nil"/>
            </w:tcBorders>
            <w:vAlign w:val="bottom"/>
          </w:tcPr>
          <w:p w:rsidR="0041199D" w:rsidRPr="00436F8C" w:rsidRDefault="0041199D" w:rsidP="00EE6C87">
            <w:pPr>
              <w:jc w:val="right"/>
            </w:pPr>
            <w:r w:rsidRPr="00436F8C">
              <w:t>30</w:t>
            </w:r>
          </w:p>
        </w:tc>
        <w:tc>
          <w:tcPr>
            <w:tcW w:w="360" w:type="dxa"/>
            <w:vAlign w:val="bottom"/>
          </w:tcPr>
          <w:p w:rsidR="0041199D" w:rsidRPr="00436F8C" w:rsidRDefault="0041199D" w:rsidP="00EE6C87">
            <w:pPr>
              <w:jc w:val="right"/>
            </w:pPr>
            <w:r w:rsidRPr="00436F8C">
              <w:t>25</w:t>
            </w:r>
          </w:p>
        </w:tc>
        <w:tc>
          <w:tcPr>
            <w:tcW w:w="400" w:type="dxa"/>
            <w:vAlign w:val="bottom"/>
          </w:tcPr>
          <w:p w:rsidR="0041199D" w:rsidRPr="00436F8C" w:rsidRDefault="0041199D" w:rsidP="00EE6C87">
            <w:pPr>
              <w:jc w:val="right"/>
            </w:pPr>
            <w:r w:rsidRPr="00436F8C">
              <w:t>10</w:t>
            </w:r>
          </w:p>
        </w:tc>
        <w:tc>
          <w:tcPr>
            <w:tcW w:w="458" w:type="dxa"/>
            <w:vAlign w:val="bottom"/>
          </w:tcPr>
          <w:p w:rsidR="0041199D" w:rsidRPr="00436F8C" w:rsidRDefault="0041199D" w:rsidP="00EE6C87">
            <w:pPr>
              <w:jc w:val="right"/>
            </w:pPr>
            <w:r w:rsidRPr="00436F8C">
              <w:t>12</w:t>
            </w:r>
          </w:p>
        </w:tc>
        <w:tc>
          <w:tcPr>
            <w:tcW w:w="458" w:type="dxa"/>
            <w:vAlign w:val="bottom"/>
          </w:tcPr>
          <w:p w:rsidR="0041199D" w:rsidRPr="00436F8C" w:rsidRDefault="0041199D" w:rsidP="00EE6C87">
            <w:pPr>
              <w:jc w:val="right"/>
            </w:pPr>
            <w:r w:rsidRPr="00436F8C">
              <w:t>4</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top w:val="single" w:sz="4" w:space="0" w:color="auto"/>
              <w:left w:val="single" w:sz="4" w:space="0" w:color="auto"/>
            </w:tcBorders>
            <w:vAlign w:val="bottom"/>
          </w:tcPr>
          <w:p w:rsidR="0041199D" w:rsidRPr="00436F8C" w:rsidRDefault="0041199D" w:rsidP="00EE6C87">
            <w:pPr>
              <w:jc w:val="right"/>
            </w:pPr>
            <w:r w:rsidRPr="00436F8C">
              <w:t>100</w:t>
            </w:r>
          </w:p>
        </w:tc>
      </w:tr>
    </w:tbl>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1072"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From the crosstabulation it appears that </w:t>
      </w:r>
      <w:r>
        <w:rPr>
          <w:color w:val="000000"/>
        </w:rPr>
        <w:t xml:space="preserve">net </w:t>
      </w:r>
      <w:r w:rsidRPr="00B020E0">
        <w:rPr>
          <w:color w:val="000000"/>
        </w:rPr>
        <w:t xml:space="preserve">sales </w:t>
      </w:r>
      <w:r>
        <w:rPr>
          <w:color w:val="000000"/>
        </w:rPr>
        <w:t xml:space="preserve">are larger for promotional customers. </w:t>
      </w:r>
    </w:p>
    <w:p w:rsidR="0041199D" w:rsidRPr="00B020E0" w:rsidRDefault="00066666"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noProof/>
          <w:color w:val="000000"/>
        </w:rPr>
        <w:drawing>
          <wp:anchor distT="0" distB="0" distL="114300" distR="114300" simplePos="0" relativeHeight="251658240" behindDoc="0" locked="0" layoutInCell="1" allowOverlap="1">
            <wp:simplePos x="0" y="0"/>
            <wp:positionH relativeFrom="column">
              <wp:posOffset>228600</wp:posOffset>
            </wp:positionH>
            <wp:positionV relativeFrom="paragraph">
              <wp:posOffset>568960</wp:posOffset>
            </wp:positionV>
            <wp:extent cx="4942840" cy="3013710"/>
            <wp:effectExtent l="0" t="0" r="0" b="0"/>
            <wp:wrapTopAndBottom/>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41199D">
        <w:rPr>
          <w:color w:val="000000"/>
        </w:rPr>
        <w:t>4</w:t>
      </w:r>
      <w:r w:rsidR="0041199D" w:rsidRPr="00B020E0">
        <w:rPr>
          <w:color w:val="000000"/>
        </w:rPr>
        <w:t>.</w:t>
      </w:r>
      <w:r w:rsidR="0041199D" w:rsidRPr="00B020E0">
        <w:rPr>
          <w:color w:val="000000"/>
        </w:rPr>
        <w:tab/>
        <w:t xml:space="preserve">A </w:t>
      </w:r>
      <w:r w:rsidR="006F7E07" w:rsidRPr="00B020E0">
        <w:rPr>
          <w:color w:val="000000"/>
        </w:rPr>
        <w:t>scatter</w:t>
      </w:r>
      <w:r w:rsidR="006F7E07">
        <w:rPr>
          <w:color w:val="000000"/>
        </w:rPr>
        <w:t xml:space="preserve"> </w:t>
      </w:r>
      <w:r w:rsidR="006F7E07" w:rsidRPr="00B020E0">
        <w:rPr>
          <w:color w:val="000000"/>
        </w:rPr>
        <w:t>diagram</w:t>
      </w:r>
      <w:r w:rsidR="0041199D" w:rsidRPr="00B020E0">
        <w:rPr>
          <w:color w:val="000000"/>
        </w:rPr>
        <w:t xml:space="preserve"> of </w:t>
      </w:r>
      <w:r w:rsidR="0041199D">
        <w:rPr>
          <w:color w:val="000000"/>
        </w:rPr>
        <w:t xml:space="preserve">net </w:t>
      </w:r>
      <w:r w:rsidR="0041199D" w:rsidRPr="00B020E0">
        <w:rPr>
          <w:color w:val="000000"/>
        </w:rPr>
        <w:t xml:space="preserve">Sales vs. </w:t>
      </w:r>
      <w:r w:rsidR="0041199D">
        <w:rPr>
          <w:color w:val="000000"/>
        </w:rPr>
        <w:t>a</w:t>
      </w:r>
      <w:r w:rsidR="0041199D" w:rsidRPr="00B020E0">
        <w:rPr>
          <w:color w:val="000000"/>
        </w:rPr>
        <w:t xml:space="preserve">ge is shown below. A trendline has been fitted to the data. From this, it appears that there is no relationship between </w:t>
      </w:r>
      <w:r w:rsidR="0041199D">
        <w:rPr>
          <w:color w:val="000000"/>
        </w:rPr>
        <w:t xml:space="preserve">net </w:t>
      </w:r>
      <w:r w:rsidR="0041199D" w:rsidRPr="00B020E0">
        <w:rPr>
          <w:color w:val="000000"/>
        </w:rPr>
        <w:t>sales and age.</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Age is not a factor in determining </w:t>
      </w:r>
      <w:r>
        <w:rPr>
          <w:color w:val="000000"/>
        </w:rPr>
        <w:t>net sales</w:t>
      </w:r>
      <w:r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846819" w:rsidRDefault="00846819">
      <w:pPr>
        <w:rPr>
          <w:rFonts w:ascii="Times" w:hAnsi="Times"/>
          <w:b/>
          <w:color w:val="000000"/>
          <w:sz w:val="24"/>
        </w:rPr>
      </w:pPr>
      <w:r>
        <w:rPr>
          <w:rFonts w:ascii="Times" w:hAnsi="Times"/>
          <w:b/>
          <w:color w:val="000000"/>
          <w:sz w:val="24"/>
        </w:rPr>
        <w:br w:type="page"/>
      </w:r>
    </w:p>
    <w:p w:rsidR="0041199D" w:rsidRDefault="0041199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4A60F9" w:rsidRDefault="004A60F9" w:rsidP="004A60F9">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t>Case Problem 2: The Motion Picture Industry</w:t>
      </w:r>
    </w:p>
    <w:p w:rsidR="004A60F9" w:rsidRDefault="004A60F9" w:rsidP="004A60F9"/>
    <w:p w:rsidR="004A60F9" w:rsidRPr="009E0BB8" w:rsidRDefault="004A60F9" w:rsidP="004A60F9">
      <w:r w:rsidRPr="009E0BB8">
        <w:t xml:space="preserve">This case provides the student with the opportunity to use tabular and graphical presentations to analyze data from the motion picture industry. Developing and interpreting frequency distributions, percent frequency distributions and scatter diagrams are emphasized. The interpretations and insights can be quite varied. We illustrate some below.  </w:t>
      </w:r>
    </w:p>
    <w:p w:rsidR="004A60F9" w:rsidRDefault="004A60F9" w:rsidP="004A60F9"/>
    <w:p w:rsidR="004A60F9" w:rsidRPr="009E0BB8" w:rsidRDefault="004A60F9" w:rsidP="004A60F9">
      <w:pPr>
        <w:rPr>
          <w:b/>
        </w:rPr>
      </w:pPr>
      <w:r w:rsidRPr="009E0BB8">
        <w:rPr>
          <w:b/>
        </w:rPr>
        <w:t>Frequency Distribution and Percent Frequency Distribution</w:t>
      </w:r>
    </w:p>
    <w:p w:rsidR="004A60F9" w:rsidRPr="009E0BB8" w:rsidRDefault="004A60F9" w:rsidP="004A60F9">
      <w:pPr>
        <w:rPr>
          <w:b/>
        </w:rPr>
      </w:pPr>
    </w:p>
    <w:p w:rsidR="004A60F9" w:rsidRDefault="004A60F9" w:rsidP="004A60F9">
      <w:r w:rsidRPr="009E0BB8">
        <w:t>The choice of the classes for frequency distributions or percent frequency distributions can be expected to vary. The frequency distributions we developed are as follows:</w:t>
      </w:r>
    </w:p>
    <w:p w:rsidR="004A60F9" w:rsidRDefault="004A60F9" w:rsidP="004A60F9"/>
    <w:tbl>
      <w:tblPr>
        <w:tblW w:w="3840" w:type="dxa"/>
        <w:jc w:val="center"/>
        <w:tblLook w:val="04A0" w:firstRow="1" w:lastRow="0" w:firstColumn="1" w:lastColumn="0" w:noHBand="0" w:noVBand="1"/>
      </w:tblPr>
      <w:tblGrid>
        <w:gridCol w:w="2140"/>
        <w:gridCol w:w="1700"/>
      </w:tblGrid>
      <w:tr w:rsidR="004A60F9" w:rsidRPr="005F5FD7" w:rsidTr="00B76287">
        <w:trPr>
          <w:trHeight w:val="705"/>
          <w:jc w:val="center"/>
        </w:trPr>
        <w:tc>
          <w:tcPr>
            <w:tcW w:w="2140" w:type="dxa"/>
            <w:tcBorders>
              <w:top w:val="single" w:sz="8" w:space="0" w:color="auto"/>
              <w:left w:val="nil"/>
              <w:bottom w:val="single" w:sz="4" w:space="0" w:color="auto"/>
              <w:right w:val="nil"/>
            </w:tcBorders>
            <w:vAlign w:val="center"/>
            <w:hideMark/>
          </w:tcPr>
          <w:p w:rsidR="004A60F9" w:rsidRPr="005F5FD7" w:rsidRDefault="004A60F9" w:rsidP="00B76287">
            <w:pPr>
              <w:jc w:val="center"/>
              <w:rPr>
                <w:b/>
                <w:bCs/>
                <w:color w:val="000000"/>
              </w:rPr>
            </w:pPr>
            <w:r w:rsidRPr="005F5FD7">
              <w:rPr>
                <w:b/>
                <w:bCs/>
                <w:color w:val="000000"/>
              </w:rPr>
              <w:t>Opening Gross Sales (millions)</w:t>
            </w:r>
          </w:p>
        </w:tc>
        <w:tc>
          <w:tcPr>
            <w:tcW w:w="1700" w:type="dxa"/>
            <w:tcBorders>
              <w:top w:val="single" w:sz="8" w:space="0" w:color="auto"/>
              <w:left w:val="nil"/>
              <w:bottom w:val="single" w:sz="4" w:space="0" w:color="auto"/>
              <w:right w:val="nil"/>
            </w:tcBorders>
            <w:vAlign w:val="bottom"/>
            <w:hideMark/>
          </w:tcPr>
          <w:p w:rsidR="004A60F9" w:rsidRPr="005F5FD7" w:rsidRDefault="004A60F9" w:rsidP="00B76287">
            <w:pPr>
              <w:jc w:val="center"/>
              <w:rPr>
                <w:b/>
                <w:bCs/>
                <w:color w:val="000000"/>
              </w:rPr>
            </w:pPr>
            <w:r w:rsidRPr="005F5FD7">
              <w:rPr>
                <w:b/>
                <w:bCs/>
                <w:color w:val="000000"/>
              </w:rPr>
              <w:t>Frequency (or percentage)</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0-9.99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11</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10-19.99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44</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20-29.99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17</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30-39.99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14</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40-49.99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50-59.99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4</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60-69.99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3</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70-79.99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0</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80-89.99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2</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90-99.99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2</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100-109.99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0</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110-119.99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0</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120-129.99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0</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130-139.99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140-149.99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0</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150-159.99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0</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160-169.99</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w:t>
            </w:r>
          </w:p>
        </w:tc>
      </w:tr>
      <w:tr w:rsidR="004A60F9" w:rsidRPr="005F5FD7" w:rsidTr="00B76287">
        <w:trPr>
          <w:trHeight w:val="315"/>
          <w:jc w:val="center"/>
        </w:trPr>
        <w:tc>
          <w:tcPr>
            <w:tcW w:w="2140" w:type="dxa"/>
            <w:tcBorders>
              <w:top w:val="nil"/>
              <w:left w:val="nil"/>
              <w:bottom w:val="single" w:sz="8" w:space="0" w:color="auto"/>
              <w:right w:val="nil"/>
            </w:tcBorders>
            <w:noWrap/>
            <w:vAlign w:val="bottom"/>
            <w:hideMark/>
          </w:tcPr>
          <w:p w:rsidR="004A60F9" w:rsidRPr="005F5FD7" w:rsidRDefault="004A60F9" w:rsidP="00B76287">
            <w:pPr>
              <w:jc w:val="center"/>
              <w:rPr>
                <w:color w:val="000000"/>
              </w:rPr>
            </w:pPr>
            <w:r w:rsidRPr="005F5FD7">
              <w:rPr>
                <w:color w:val="000000"/>
              </w:rPr>
              <w:t>More</w:t>
            </w:r>
          </w:p>
        </w:tc>
        <w:tc>
          <w:tcPr>
            <w:tcW w:w="1700" w:type="dxa"/>
            <w:tcBorders>
              <w:top w:val="nil"/>
              <w:left w:val="nil"/>
              <w:bottom w:val="single" w:sz="8" w:space="0" w:color="auto"/>
              <w:right w:val="nil"/>
            </w:tcBorders>
            <w:noWrap/>
            <w:vAlign w:val="bottom"/>
            <w:hideMark/>
          </w:tcPr>
          <w:p w:rsidR="004A60F9" w:rsidRPr="005F5FD7" w:rsidRDefault="004A60F9" w:rsidP="00B76287">
            <w:pPr>
              <w:jc w:val="center"/>
              <w:rPr>
                <w:color w:val="000000"/>
              </w:rPr>
            </w:pPr>
            <w:r w:rsidRPr="005F5FD7">
              <w:rPr>
                <w:color w:val="000000"/>
              </w:rPr>
              <w:t>0</w:t>
            </w:r>
          </w:p>
        </w:tc>
      </w:tr>
      <w:tr w:rsidR="004A60F9" w:rsidRPr="005F5FD7" w:rsidTr="00B76287">
        <w:trPr>
          <w:trHeight w:val="300"/>
          <w:jc w:val="center"/>
        </w:trPr>
        <w:tc>
          <w:tcPr>
            <w:tcW w:w="214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Toal</w:t>
            </w:r>
          </w:p>
        </w:tc>
        <w:tc>
          <w:tcPr>
            <w:tcW w:w="1700" w:type="dxa"/>
            <w:tcBorders>
              <w:top w:val="nil"/>
              <w:left w:val="nil"/>
              <w:bottom w:val="nil"/>
              <w:right w:val="nil"/>
            </w:tcBorders>
            <w:noWrap/>
            <w:vAlign w:val="bottom"/>
            <w:hideMark/>
          </w:tcPr>
          <w:p w:rsidR="004A60F9" w:rsidRPr="005F5FD7" w:rsidRDefault="004A60F9" w:rsidP="00B76287">
            <w:pPr>
              <w:jc w:val="center"/>
              <w:rPr>
                <w:color w:val="000000"/>
              </w:rPr>
            </w:pPr>
            <w:r w:rsidRPr="005F5FD7">
              <w:rPr>
                <w:color w:val="000000"/>
              </w:rPr>
              <w:t>100</w:t>
            </w:r>
          </w:p>
        </w:tc>
      </w:tr>
    </w:tbl>
    <w:p w:rsidR="004A60F9" w:rsidRDefault="004A60F9" w:rsidP="004A60F9">
      <w:r w:rsidRPr="009E0BB8">
        <w:tab/>
      </w:r>
    </w:p>
    <w:p w:rsidR="004A60F9" w:rsidRPr="009E0BB8" w:rsidRDefault="004A60F9" w:rsidP="004A60F9"/>
    <w:tbl>
      <w:tblPr>
        <w:tblW w:w="3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4A60F9" w:rsidTr="00B76287">
        <w:trPr>
          <w:jc w:val="center"/>
        </w:trPr>
        <w:tc>
          <w:tcPr>
            <w:tcW w:w="2070" w:type="dxa"/>
            <w:gridSpan w:val="3"/>
            <w:tcBorders>
              <w:top w:val="nil"/>
              <w:left w:val="nil"/>
              <w:right w:val="nil"/>
            </w:tcBorders>
          </w:tcPr>
          <w:p w:rsidR="004A60F9" w:rsidRPr="00E85507" w:rsidRDefault="004A60F9" w:rsidP="00B76287">
            <w:pPr>
              <w:jc w:val="center"/>
              <w:rPr>
                <w:b/>
              </w:rPr>
            </w:pPr>
            <w:r w:rsidRPr="00E85507">
              <w:rPr>
                <w:b/>
              </w:rPr>
              <w:t>Total Gross Sales</w:t>
            </w:r>
          </w:p>
          <w:p w:rsidR="004A60F9" w:rsidRPr="00E85507" w:rsidRDefault="004A60F9" w:rsidP="00B76287">
            <w:pPr>
              <w:jc w:val="center"/>
              <w:rPr>
                <w:b/>
              </w:rPr>
            </w:pPr>
            <w:r w:rsidRPr="00E85507">
              <w:rPr>
                <w:b/>
              </w:rPr>
              <w:t>(Millions)</w:t>
            </w:r>
          </w:p>
        </w:tc>
        <w:tc>
          <w:tcPr>
            <w:tcW w:w="1620" w:type="dxa"/>
            <w:tcBorders>
              <w:top w:val="nil"/>
              <w:left w:val="nil"/>
              <w:right w:val="nil"/>
            </w:tcBorders>
            <w:vAlign w:val="bottom"/>
          </w:tcPr>
          <w:p w:rsidR="004A60F9" w:rsidRPr="00E85507" w:rsidRDefault="004A60F9" w:rsidP="00B76287">
            <w:pPr>
              <w:jc w:val="center"/>
              <w:rPr>
                <w:b/>
              </w:rPr>
            </w:pPr>
            <w:r w:rsidRPr="00E85507">
              <w:rPr>
                <w:b/>
              </w:rPr>
              <w:t>Frequency</w:t>
            </w:r>
          </w:p>
        </w:tc>
      </w:tr>
      <w:tr w:rsidR="004A60F9" w:rsidTr="00B76287">
        <w:trPr>
          <w:jc w:val="center"/>
        </w:trPr>
        <w:tc>
          <w:tcPr>
            <w:tcW w:w="990" w:type="dxa"/>
            <w:tcBorders>
              <w:left w:val="nil"/>
              <w:bottom w:val="nil"/>
              <w:right w:val="nil"/>
            </w:tcBorders>
          </w:tcPr>
          <w:p w:rsidR="004A60F9" w:rsidRDefault="004A60F9" w:rsidP="00B76287">
            <w:pPr>
              <w:jc w:val="right"/>
            </w:pPr>
            <w:r>
              <w:t>$</w:t>
            </w:r>
            <w:r w:rsidRPr="009E0BB8">
              <w:t>0</w:t>
            </w:r>
          </w:p>
        </w:tc>
        <w:tc>
          <w:tcPr>
            <w:tcW w:w="270" w:type="dxa"/>
            <w:tcBorders>
              <w:left w:val="nil"/>
              <w:bottom w:val="nil"/>
              <w:right w:val="nil"/>
            </w:tcBorders>
          </w:tcPr>
          <w:p w:rsidR="004A60F9" w:rsidRDefault="004A60F9" w:rsidP="00B76287">
            <w:pPr>
              <w:jc w:val="right"/>
            </w:pPr>
            <w:r>
              <w:t>–</w:t>
            </w:r>
          </w:p>
        </w:tc>
        <w:tc>
          <w:tcPr>
            <w:tcW w:w="810" w:type="dxa"/>
            <w:tcBorders>
              <w:left w:val="nil"/>
              <w:bottom w:val="nil"/>
              <w:right w:val="nil"/>
            </w:tcBorders>
          </w:tcPr>
          <w:p w:rsidR="004A60F9" w:rsidRDefault="004A60F9" w:rsidP="00B76287">
            <w:pPr>
              <w:jc w:val="right"/>
            </w:pPr>
            <w:r>
              <w:t>4</w:t>
            </w:r>
            <w:r w:rsidRPr="009E0BB8">
              <w:t>9.99</w:t>
            </w:r>
          </w:p>
        </w:tc>
        <w:tc>
          <w:tcPr>
            <w:tcW w:w="1620" w:type="dxa"/>
            <w:tcBorders>
              <w:left w:val="nil"/>
              <w:bottom w:val="nil"/>
              <w:right w:val="nil"/>
            </w:tcBorders>
          </w:tcPr>
          <w:p w:rsidR="004A60F9" w:rsidRDefault="004A60F9" w:rsidP="00B76287">
            <w:pPr>
              <w:ind w:right="494"/>
              <w:jc w:val="right"/>
            </w:pPr>
            <w:r>
              <w:t>33</w:t>
            </w:r>
          </w:p>
        </w:tc>
      </w:tr>
      <w:tr w:rsidR="004A60F9" w:rsidTr="00B76287">
        <w:trPr>
          <w:jc w:val="center"/>
        </w:trPr>
        <w:tc>
          <w:tcPr>
            <w:tcW w:w="990" w:type="dxa"/>
            <w:tcBorders>
              <w:top w:val="nil"/>
              <w:left w:val="nil"/>
              <w:bottom w:val="nil"/>
              <w:right w:val="nil"/>
            </w:tcBorders>
          </w:tcPr>
          <w:p w:rsidR="004A60F9" w:rsidRDefault="004A60F9" w:rsidP="00B76287">
            <w:pPr>
              <w:jc w:val="right"/>
            </w:pPr>
            <w:r>
              <w:t>5</w:t>
            </w:r>
            <w:r w:rsidRPr="009E0BB8">
              <w:t>0</w:t>
            </w:r>
          </w:p>
        </w:tc>
        <w:tc>
          <w:tcPr>
            <w:tcW w:w="270" w:type="dxa"/>
            <w:tcBorders>
              <w:top w:val="nil"/>
              <w:left w:val="nil"/>
              <w:bottom w:val="nil"/>
              <w:right w:val="nil"/>
            </w:tcBorders>
          </w:tcPr>
          <w:p w:rsidR="004A60F9" w:rsidRDefault="004A60F9" w:rsidP="00B76287">
            <w:pPr>
              <w:jc w:val="right"/>
            </w:pPr>
            <w:r>
              <w:t>–</w:t>
            </w:r>
          </w:p>
        </w:tc>
        <w:tc>
          <w:tcPr>
            <w:tcW w:w="810" w:type="dxa"/>
            <w:tcBorders>
              <w:top w:val="nil"/>
              <w:left w:val="nil"/>
              <w:bottom w:val="nil"/>
              <w:right w:val="nil"/>
            </w:tcBorders>
          </w:tcPr>
          <w:p w:rsidR="004A60F9" w:rsidRDefault="004A60F9" w:rsidP="00B76287">
            <w:pPr>
              <w:jc w:val="right"/>
            </w:pPr>
            <w:r>
              <w:t>9</w:t>
            </w:r>
            <w:r w:rsidRPr="009E0BB8">
              <w:t>9.99</w:t>
            </w:r>
          </w:p>
        </w:tc>
        <w:tc>
          <w:tcPr>
            <w:tcW w:w="1620" w:type="dxa"/>
            <w:tcBorders>
              <w:top w:val="nil"/>
              <w:left w:val="nil"/>
              <w:bottom w:val="nil"/>
              <w:right w:val="nil"/>
            </w:tcBorders>
          </w:tcPr>
          <w:p w:rsidR="004A60F9" w:rsidRDefault="004A60F9" w:rsidP="00B76287">
            <w:pPr>
              <w:ind w:right="494"/>
              <w:jc w:val="right"/>
            </w:pPr>
            <w:r>
              <w:t>37</w:t>
            </w:r>
          </w:p>
        </w:tc>
      </w:tr>
      <w:tr w:rsidR="004A60F9" w:rsidTr="00B76287">
        <w:trPr>
          <w:jc w:val="center"/>
        </w:trPr>
        <w:tc>
          <w:tcPr>
            <w:tcW w:w="990" w:type="dxa"/>
            <w:tcBorders>
              <w:top w:val="nil"/>
              <w:left w:val="nil"/>
              <w:bottom w:val="nil"/>
              <w:right w:val="nil"/>
            </w:tcBorders>
          </w:tcPr>
          <w:p w:rsidR="004A60F9" w:rsidRDefault="004A60F9" w:rsidP="00B76287">
            <w:pPr>
              <w:jc w:val="right"/>
            </w:pPr>
            <w:r>
              <w:t>100</w:t>
            </w:r>
          </w:p>
        </w:tc>
        <w:tc>
          <w:tcPr>
            <w:tcW w:w="270" w:type="dxa"/>
            <w:tcBorders>
              <w:top w:val="nil"/>
              <w:left w:val="nil"/>
              <w:bottom w:val="nil"/>
              <w:right w:val="nil"/>
            </w:tcBorders>
          </w:tcPr>
          <w:p w:rsidR="004A60F9" w:rsidRDefault="004A60F9" w:rsidP="00B76287">
            <w:pPr>
              <w:jc w:val="right"/>
            </w:pPr>
            <w:r>
              <w:t>–</w:t>
            </w:r>
          </w:p>
        </w:tc>
        <w:tc>
          <w:tcPr>
            <w:tcW w:w="810" w:type="dxa"/>
            <w:tcBorders>
              <w:top w:val="nil"/>
              <w:left w:val="nil"/>
              <w:bottom w:val="nil"/>
              <w:right w:val="nil"/>
            </w:tcBorders>
          </w:tcPr>
          <w:p w:rsidR="004A60F9" w:rsidRDefault="004A60F9" w:rsidP="00B76287">
            <w:pPr>
              <w:jc w:val="right"/>
            </w:pPr>
            <w:r>
              <w:t>14</w:t>
            </w:r>
            <w:r w:rsidRPr="009E0BB8">
              <w:t>9.99</w:t>
            </w:r>
          </w:p>
        </w:tc>
        <w:tc>
          <w:tcPr>
            <w:tcW w:w="1620" w:type="dxa"/>
            <w:tcBorders>
              <w:top w:val="nil"/>
              <w:left w:val="nil"/>
              <w:bottom w:val="nil"/>
              <w:right w:val="nil"/>
            </w:tcBorders>
          </w:tcPr>
          <w:p w:rsidR="004A60F9" w:rsidRDefault="004A60F9" w:rsidP="00B76287">
            <w:pPr>
              <w:ind w:right="494"/>
              <w:jc w:val="right"/>
            </w:pPr>
            <w:r>
              <w:t>15</w:t>
            </w:r>
          </w:p>
        </w:tc>
      </w:tr>
      <w:tr w:rsidR="004A60F9" w:rsidTr="00B76287">
        <w:trPr>
          <w:jc w:val="center"/>
        </w:trPr>
        <w:tc>
          <w:tcPr>
            <w:tcW w:w="990" w:type="dxa"/>
            <w:tcBorders>
              <w:top w:val="nil"/>
              <w:left w:val="nil"/>
              <w:bottom w:val="nil"/>
              <w:right w:val="nil"/>
            </w:tcBorders>
          </w:tcPr>
          <w:p w:rsidR="004A60F9" w:rsidRDefault="004A60F9" w:rsidP="00B76287">
            <w:pPr>
              <w:jc w:val="right"/>
            </w:pPr>
            <w:r>
              <w:t>150</w:t>
            </w:r>
          </w:p>
        </w:tc>
        <w:tc>
          <w:tcPr>
            <w:tcW w:w="270" w:type="dxa"/>
            <w:tcBorders>
              <w:top w:val="nil"/>
              <w:left w:val="nil"/>
              <w:bottom w:val="nil"/>
              <w:right w:val="nil"/>
            </w:tcBorders>
          </w:tcPr>
          <w:p w:rsidR="004A60F9" w:rsidRDefault="004A60F9" w:rsidP="00B76287">
            <w:pPr>
              <w:jc w:val="right"/>
            </w:pPr>
            <w:r>
              <w:t>–</w:t>
            </w:r>
          </w:p>
        </w:tc>
        <w:tc>
          <w:tcPr>
            <w:tcW w:w="810" w:type="dxa"/>
            <w:tcBorders>
              <w:top w:val="nil"/>
              <w:left w:val="nil"/>
              <w:bottom w:val="nil"/>
              <w:right w:val="nil"/>
            </w:tcBorders>
          </w:tcPr>
          <w:p w:rsidR="004A60F9" w:rsidRDefault="004A60F9" w:rsidP="00B76287">
            <w:pPr>
              <w:jc w:val="right"/>
            </w:pPr>
            <w:r>
              <w:t>19</w:t>
            </w:r>
            <w:r w:rsidRPr="009E0BB8">
              <w:t>9.99</w:t>
            </w:r>
          </w:p>
        </w:tc>
        <w:tc>
          <w:tcPr>
            <w:tcW w:w="1620" w:type="dxa"/>
            <w:tcBorders>
              <w:top w:val="nil"/>
              <w:left w:val="nil"/>
              <w:bottom w:val="nil"/>
              <w:right w:val="nil"/>
            </w:tcBorders>
          </w:tcPr>
          <w:p w:rsidR="004A60F9" w:rsidRDefault="004A60F9" w:rsidP="00B76287">
            <w:pPr>
              <w:ind w:right="494"/>
              <w:jc w:val="right"/>
            </w:pPr>
            <w:r>
              <w:t>8</w:t>
            </w:r>
          </w:p>
        </w:tc>
      </w:tr>
      <w:tr w:rsidR="004A60F9" w:rsidTr="00B76287">
        <w:trPr>
          <w:jc w:val="center"/>
        </w:trPr>
        <w:tc>
          <w:tcPr>
            <w:tcW w:w="990" w:type="dxa"/>
            <w:tcBorders>
              <w:top w:val="nil"/>
              <w:left w:val="nil"/>
              <w:bottom w:val="nil"/>
              <w:right w:val="nil"/>
            </w:tcBorders>
          </w:tcPr>
          <w:p w:rsidR="004A60F9" w:rsidRDefault="004A60F9" w:rsidP="00B76287">
            <w:pPr>
              <w:jc w:val="right"/>
            </w:pPr>
            <w:r>
              <w:t>200</w:t>
            </w:r>
          </w:p>
        </w:tc>
        <w:tc>
          <w:tcPr>
            <w:tcW w:w="270" w:type="dxa"/>
            <w:tcBorders>
              <w:top w:val="nil"/>
              <w:left w:val="nil"/>
              <w:bottom w:val="nil"/>
              <w:right w:val="nil"/>
            </w:tcBorders>
          </w:tcPr>
          <w:p w:rsidR="004A60F9" w:rsidRDefault="004A60F9" w:rsidP="00B76287">
            <w:pPr>
              <w:jc w:val="right"/>
            </w:pPr>
            <w:r>
              <w:t>–</w:t>
            </w:r>
          </w:p>
        </w:tc>
        <w:tc>
          <w:tcPr>
            <w:tcW w:w="810" w:type="dxa"/>
            <w:tcBorders>
              <w:top w:val="nil"/>
              <w:left w:val="nil"/>
              <w:bottom w:val="nil"/>
              <w:right w:val="nil"/>
            </w:tcBorders>
          </w:tcPr>
          <w:p w:rsidR="004A60F9" w:rsidRDefault="004A60F9" w:rsidP="00B76287">
            <w:pPr>
              <w:jc w:val="right"/>
            </w:pPr>
            <w:r>
              <w:t>2</w:t>
            </w:r>
            <w:r w:rsidRPr="009E0BB8">
              <w:t>49.99</w:t>
            </w:r>
          </w:p>
        </w:tc>
        <w:tc>
          <w:tcPr>
            <w:tcW w:w="1620" w:type="dxa"/>
            <w:tcBorders>
              <w:top w:val="nil"/>
              <w:left w:val="nil"/>
              <w:bottom w:val="nil"/>
              <w:right w:val="nil"/>
            </w:tcBorders>
          </w:tcPr>
          <w:p w:rsidR="004A60F9" w:rsidRDefault="004A60F9" w:rsidP="00B76287">
            <w:pPr>
              <w:ind w:right="494"/>
              <w:jc w:val="right"/>
            </w:pPr>
            <w:r>
              <w:t>3</w:t>
            </w:r>
          </w:p>
        </w:tc>
      </w:tr>
      <w:tr w:rsidR="004A60F9" w:rsidTr="00B76287">
        <w:trPr>
          <w:jc w:val="center"/>
        </w:trPr>
        <w:tc>
          <w:tcPr>
            <w:tcW w:w="990" w:type="dxa"/>
            <w:tcBorders>
              <w:top w:val="nil"/>
              <w:left w:val="nil"/>
              <w:bottom w:val="nil"/>
              <w:right w:val="nil"/>
            </w:tcBorders>
          </w:tcPr>
          <w:p w:rsidR="004A60F9" w:rsidRDefault="004A60F9" w:rsidP="00B76287">
            <w:pPr>
              <w:jc w:val="right"/>
            </w:pPr>
            <w:r>
              <w:t>250</w:t>
            </w:r>
          </w:p>
        </w:tc>
        <w:tc>
          <w:tcPr>
            <w:tcW w:w="270" w:type="dxa"/>
            <w:tcBorders>
              <w:top w:val="nil"/>
              <w:left w:val="nil"/>
              <w:bottom w:val="nil"/>
              <w:right w:val="nil"/>
            </w:tcBorders>
          </w:tcPr>
          <w:p w:rsidR="004A60F9" w:rsidRDefault="004A60F9" w:rsidP="00B76287">
            <w:pPr>
              <w:jc w:val="right"/>
            </w:pPr>
            <w:r>
              <w:t>–</w:t>
            </w:r>
          </w:p>
        </w:tc>
        <w:tc>
          <w:tcPr>
            <w:tcW w:w="810" w:type="dxa"/>
            <w:tcBorders>
              <w:top w:val="nil"/>
              <w:left w:val="nil"/>
              <w:bottom w:val="nil"/>
              <w:right w:val="nil"/>
            </w:tcBorders>
          </w:tcPr>
          <w:p w:rsidR="004A60F9" w:rsidRDefault="004A60F9" w:rsidP="00B76287">
            <w:pPr>
              <w:jc w:val="right"/>
            </w:pPr>
            <w:r>
              <w:t>29</w:t>
            </w:r>
            <w:r w:rsidRPr="009E0BB8">
              <w:t>9.99</w:t>
            </w:r>
          </w:p>
        </w:tc>
        <w:tc>
          <w:tcPr>
            <w:tcW w:w="1620" w:type="dxa"/>
            <w:tcBorders>
              <w:top w:val="nil"/>
              <w:left w:val="nil"/>
              <w:bottom w:val="nil"/>
              <w:right w:val="nil"/>
            </w:tcBorders>
          </w:tcPr>
          <w:p w:rsidR="004A60F9" w:rsidRDefault="004A60F9" w:rsidP="00B76287">
            <w:pPr>
              <w:ind w:right="494"/>
              <w:jc w:val="right"/>
            </w:pPr>
            <w:r>
              <w:t>2</w:t>
            </w:r>
          </w:p>
        </w:tc>
      </w:tr>
      <w:tr w:rsidR="004A60F9" w:rsidTr="00B76287">
        <w:trPr>
          <w:jc w:val="center"/>
        </w:trPr>
        <w:tc>
          <w:tcPr>
            <w:tcW w:w="990" w:type="dxa"/>
            <w:tcBorders>
              <w:top w:val="nil"/>
              <w:left w:val="nil"/>
              <w:bottom w:val="nil"/>
              <w:right w:val="nil"/>
            </w:tcBorders>
          </w:tcPr>
          <w:p w:rsidR="004A60F9" w:rsidRDefault="004A60F9" w:rsidP="00B76287">
            <w:pPr>
              <w:jc w:val="right"/>
            </w:pPr>
            <w:r>
              <w:t>300</w:t>
            </w:r>
          </w:p>
        </w:tc>
        <w:tc>
          <w:tcPr>
            <w:tcW w:w="270" w:type="dxa"/>
            <w:tcBorders>
              <w:top w:val="nil"/>
              <w:left w:val="nil"/>
              <w:bottom w:val="nil"/>
              <w:right w:val="nil"/>
            </w:tcBorders>
          </w:tcPr>
          <w:p w:rsidR="004A60F9" w:rsidRDefault="004A60F9" w:rsidP="00B76287">
            <w:pPr>
              <w:jc w:val="right"/>
            </w:pPr>
            <w:r>
              <w:t>–</w:t>
            </w:r>
          </w:p>
        </w:tc>
        <w:tc>
          <w:tcPr>
            <w:tcW w:w="810" w:type="dxa"/>
            <w:tcBorders>
              <w:top w:val="nil"/>
              <w:left w:val="nil"/>
              <w:bottom w:val="nil"/>
              <w:right w:val="nil"/>
            </w:tcBorders>
          </w:tcPr>
          <w:p w:rsidR="004A60F9" w:rsidRDefault="004A60F9" w:rsidP="00B76287">
            <w:pPr>
              <w:jc w:val="right"/>
            </w:pPr>
            <w:r>
              <w:t>34</w:t>
            </w:r>
            <w:r w:rsidRPr="009E0BB8">
              <w:t>9.99</w:t>
            </w:r>
          </w:p>
        </w:tc>
        <w:tc>
          <w:tcPr>
            <w:tcW w:w="1620" w:type="dxa"/>
            <w:tcBorders>
              <w:top w:val="nil"/>
              <w:left w:val="nil"/>
              <w:bottom w:val="nil"/>
              <w:right w:val="nil"/>
            </w:tcBorders>
          </w:tcPr>
          <w:p w:rsidR="004A60F9" w:rsidRDefault="004A60F9" w:rsidP="00B76287">
            <w:pPr>
              <w:ind w:right="494"/>
              <w:jc w:val="right"/>
            </w:pPr>
            <w:r>
              <w:t>0</w:t>
            </w:r>
          </w:p>
        </w:tc>
      </w:tr>
      <w:tr w:rsidR="004A60F9" w:rsidTr="00B76287">
        <w:trPr>
          <w:jc w:val="center"/>
        </w:trPr>
        <w:tc>
          <w:tcPr>
            <w:tcW w:w="990" w:type="dxa"/>
            <w:tcBorders>
              <w:top w:val="nil"/>
              <w:left w:val="nil"/>
              <w:bottom w:val="nil"/>
              <w:right w:val="nil"/>
            </w:tcBorders>
          </w:tcPr>
          <w:p w:rsidR="004A60F9" w:rsidRDefault="004A60F9" w:rsidP="00B76287">
            <w:pPr>
              <w:jc w:val="right"/>
            </w:pPr>
            <w:r>
              <w:t>350</w:t>
            </w:r>
          </w:p>
        </w:tc>
        <w:tc>
          <w:tcPr>
            <w:tcW w:w="270" w:type="dxa"/>
            <w:tcBorders>
              <w:top w:val="nil"/>
              <w:left w:val="nil"/>
              <w:bottom w:val="nil"/>
              <w:right w:val="nil"/>
            </w:tcBorders>
          </w:tcPr>
          <w:p w:rsidR="004A60F9" w:rsidRDefault="004A60F9" w:rsidP="00B76287">
            <w:pPr>
              <w:jc w:val="right"/>
            </w:pPr>
            <w:r>
              <w:t>–</w:t>
            </w:r>
          </w:p>
        </w:tc>
        <w:tc>
          <w:tcPr>
            <w:tcW w:w="810" w:type="dxa"/>
            <w:tcBorders>
              <w:top w:val="nil"/>
              <w:left w:val="nil"/>
              <w:bottom w:val="nil"/>
              <w:right w:val="nil"/>
            </w:tcBorders>
          </w:tcPr>
          <w:p w:rsidR="004A60F9" w:rsidRDefault="004A60F9" w:rsidP="00B76287">
            <w:pPr>
              <w:jc w:val="right"/>
            </w:pPr>
            <w:r>
              <w:t>39</w:t>
            </w:r>
            <w:r w:rsidRPr="009E0BB8">
              <w:t>9.99</w:t>
            </w:r>
          </w:p>
        </w:tc>
        <w:tc>
          <w:tcPr>
            <w:tcW w:w="1620" w:type="dxa"/>
            <w:tcBorders>
              <w:top w:val="nil"/>
              <w:left w:val="nil"/>
              <w:bottom w:val="nil"/>
              <w:right w:val="nil"/>
            </w:tcBorders>
          </w:tcPr>
          <w:p w:rsidR="004A60F9" w:rsidRPr="00E85507" w:rsidRDefault="004A60F9" w:rsidP="00B76287">
            <w:pPr>
              <w:ind w:right="494"/>
              <w:jc w:val="right"/>
              <w:rPr>
                <w:u w:val="single"/>
              </w:rPr>
            </w:pPr>
            <w:r w:rsidRPr="00E85507">
              <w:rPr>
                <w:u w:val="single"/>
              </w:rPr>
              <w:t xml:space="preserve">    </w:t>
            </w:r>
            <w:r>
              <w:rPr>
                <w:u w:val="single"/>
              </w:rPr>
              <w:t>2</w:t>
            </w:r>
          </w:p>
        </w:tc>
      </w:tr>
      <w:tr w:rsidR="004A60F9" w:rsidTr="00B76287">
        <w:trPr>
          <w:jc w:val="center"/>
        </w:trPr>
        <w:tc>
          <w:tcPr>
            <w:tcW w:w="2070" w:type="dxa"/>
            <w:gridSpan w:val="3"/>
            <w:tcBorders>
              <w:top w:val="nil"/>
              <w:left w:val="nil"/>
              <w:bottom w:val="nil"/>
              <w:right w:val="nil"/>
            </w:tcBorders>
          </w:tcPr>
          <w:p w:rsidR="004A60F9" w:rsidRPr="009E0BB8" w:rsidRDefault="004A60F9" w:rsidP="00B76287">
            <w:pPr>
              <w:jc w:val="right"/>
            </w:pPr>
            <w:r>
              <w:t>Total</w:t>
            </w:r>
          </w:p>
        </w:tc>
        <w:tc>
          <w:tcPr>
            <w:tcW w:w="1620" w:type="dxa"/>
            <w:tcBorders>
              <w:top w:val="nil"/>
              <w:left w:val="nil"/>
              <w:bottom w:val="nil"/>
              <w:right w:val="nil"/>
            </w:tcBorders>
          </w:tcPr>
          <w:p w:rsidR="004A60F9" w:rsidRDefault="004A60F9" w:rsidP="00B76287">
            <w:pPr>
              <w:ind w:right="494"/>
              <w:jc w:val="right"/>
            </w:pPr>
            <w:r>
              <w:t>100</w:t>
            </w:r>
          </w:p>
        </w:tc>
      </w:tr>
    </w:tbl>
    <w:p w:rsidR="004A60F9" w:rsidRDefault="004A60F9" w:rsidP="004A60F9"/>
    <w:tbl>
      <w:tblPr>
        <w:tblW w:w="3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792"/>
        <w:gridCol w:w="1638"/>
      </w:tblGrid>
      <w:tr w:rsidR="004A60F9" w:rsidTr="00B76287">
        <w:trPr>
          <w:jc w:val="center"/>
        </w:trPr>
        <w:tc>
          <w:tcPr>
            <w:tcW w:w="2052" w:type="dxa"/>
            <w:gridSpan w:val="3"/>
            <w:tcBorders>
              <w:top w:val="nil"/>
              <w:left w:val="nil"/>
              <w:right w:val="nil"/>
            </w:tcBorders>
          </w:tcPr>
          <w:p w:rsidR="004A60F9" w:rsidRPr="00E85507" w:rsidRDefault="004A60F9" w:rsidP="00B76287">
            <w:pPr>
              <w:jc w:val="center"/>
              <w:rPr>
                <w:b/>
              </w:rPr>
            </w:pPr>
            <w:r w:rsidRPr="00E85507">
              <w:rPr>
                <w:b/>
              </w:rPr>
              <w:t>Number</w:t>
            </w:r>
          </w:p>
          <w:p w:rsidR="004A60F9" w:rsidRPr="00E85507" w:rsidRDefault="004A60F9" w:rsidP="00B76287">
            <w:pPr>
              <w:jc w:val="center"/>
              <w:rPr>
                <w:b/>
              </w:rPr>
            </w:pPr>
            <w:r w:rsidRPr="00E85507">
              <w:rPr>
                <w:b/>
              </w:rPr>
              <w:t>of Theaters</w:t>
            </w:r>
          </w:p>
        </w:tc>
        <w:tc>
          <w:tcPr>
            <w:tcW w:w="1638" w:type="dxa"/>
            <w:tcBorders>
              <w:top w:val="nil"/>
              <w:left w:val="nil"/>
              <w:right w:val="nil"/>
            </w:tcBorders>
            <w:vAlign w:val="bottom"/>
          </w:tcPr>
          <w:p w:rsidR="004A60F9" w:rsidRPr="00E85507" w:rsidRDefault="004A60F9" w:rsidP="00B76287">
            <w:pPr>
              <w:jc w:val="center"/>
              <w:rPr>
                <w:b/>
              </w:rPr>
            </w:pPr>
            <w:r w:rsidRPr="00E85507">
              <w:rPr>
                <w:b/>
              </w:rPr>
              <w:t>Frequency</w:t>
            </w:r>
          </w:p>
        </w:tc>
      </w:tr>
      <w:tr w:rsidR="004A60F9" w:rsidTr="00B76287">
        <w:trPr>
          <w:jc w:val="center"/>
        </w:trPr>
        <w:tc>
          <w:tcPr>
            <w:tcW w:w="990" w:type="dxa"/>
            <w:tcBorders>
              <w:left w:val="nil"/>
              <w:bottom w:val="nil"/>
              <w:right w:val="nil"/>
            </w:tcBorders>
          </w:tcPr>
          <w:p w:rsidR="004A60F9" w:rsidRDefault="004A60F9" w:rsidP="00B76287">
            <w:pPr>
              <w:jc w:val="right"/>
            </w:pPr>
            <w:r w:rsidRPr="009E0BB8">
              <w:t>0</w:t>
            </w:r>
          </w:p>
        </w:tc>
        <w:tc>
          <w:tcPr>
            <w:tcW w:w="270" w:type="dxa"/>
            <w:tcBorders>
              <w:left w:val="nil"/>
              <w:bottom w:val="nil"/>
              <w:right w:val="nil"/>
            </w:tcBorders>
          </w:tcPr>
          <w:p w:rsidR="004A60F9" w:rsidRDefault="004A60F9" w:rsidP="00B76287">
            <w:pPr>
              <w:jc w:val="right"/>
            </w:pPr>
            <w:r>
              <w:t>–</w:t>
            </w:r>
          </w:p>
        </w:tc>
        <w:tc>
          <w:tcPr>
            <w:tcW w:w="792" w:type="dxa"/>
            <w:tcBorders>
              <w:left w:val="nil"/>
              <w:bottom w:val="nil"/>
              <w:right w:val="nil"/>
            </w:tcBorders>
          </w:tcPr>
          <w:p w:rsidR="004A60F9" w:rsidRDefault="004A60F9" w:rsidP="00B76287">
            <w:pPr>
              <w:jc w:val="right"/>
            </w:pPr>
            <w:r>
              <w:t>499</w:t>
            </w:r>
          </w:p>
        </w:tc>
        <w:tc>
          <w:tcPr>
            <w:tcW w:w="1638" w:type="dxa"/>
            <w:tcBorders>
              <w:left w:val="nil"/>
              <w:bottom w:val="nil"/>
              <w:right w:val="nil"/>
            </w:tcBorders>
          </w:tcPr>
          <w:p w:rsidR="004A60F9" w:rsidRDefault="004A60F9" w:rsidP="00B76287">
            <w:pPr>
              <w:ind w:right="494"/>
              <w:jc w:val="right"/>
            </w:pPr>
            <w:r>
              <w:t>0</w:t>
            </w:r>
          </w:p>
        </w:tc>
      </w:tr>
      <w:tr w:rsidR="004A60F9" w:rsidTr="00B76287">
        <w:trPr>
          <w:jc w:val="center"/>
        </w:trPr>
        <w:tc>
          <w:tcPr>
            <w:tcW w:w="990" w:type="dxa"/>
            <w:tcBorders>
              <w:top w:val="nil"/>
              <w:left w:val="nil"/>
              <w:bottom w:val="nil"/>
              <w:right w:val="nil"/>
            </w:tcBorders>
          </w:tcPr>
          <w:p w:rsidR="004A60F9" w:rsidRDefault="004A60F9" w:rsidP="00B76287">
            <w:pPr>
              <w:jc w:val="right"/>
            </w:pPr>
            <w:r>
              <w:t>500</w:t>
            </w:r>
          </w:p>
        </w:tc>
        <w:tc>
          <w:tcPr>
            <w:tcW w:w="270" w:type="dxa"/>
            <w:tcBorders>
              <w:top w:val="nil"/>
              <w:left w:val="nil"/>
              <w:bottom w:val="nil"/>
              <w:right w:val="nil"/>
            </w:tcBorders>
          </w:tcPr>
          <w:p w:rsidR="004A60F9" w:rsidRDefault="004A60F9" w:rsidP="00B76287">
            <w:pPr>
              <w:jc w:val="right"/>
            </w:pPr>
            <w:r>
              <w:t>–</w:t>
            </w:r>
          </w:p>
        </w:tc>
        <w:tc>
          <w:tcPr>
            <w:tcW w:w="792" w:type="dxa"/>
            <w:tcBorders>
              <w:top w:val="nil"/>
              <w:left w:val="nil"/>
              <w:bottom w:val="nil"/>
              <w:right w:val="nil"/>
            </w:tcBorders>
          </w:tcPr>
          <w:p w:rsidR="004A60F9" w:rsidRDefault="004A60F9" w:rsidP="00B76287">
            <w:pPr>
              <w:jc w:val="right"/>
            </w:pPr>
            <w:r>
              <w:t>99</w:t>
            </w:r>
            <w:r w:rsidRPr="009E0BB8">
              <w:t>9</w:t>
            </w:r>
          </w:p>
        </w:tc>
        <w:tc>
          <w:tcPr>
            <w:tcW w:w="1638" w:type="dxa"/>
            <w:tcBorders>
              <w:top w:val="nil"/>
              <w:left w:val="nil"/>
              <w:bottom w:val="nil"/>
              <w:right w:val="nil"/>
            </w:tcBorders>
          </w:tcPr>
          <w:p w:rsidR="004A60F9" w:rsidRDefault="004A60F9" w:rsidP="00B76287">
            <w:pPr>
              <w:ind w:right="494"/>
              <w:jc w:val="right"/>
            </w:pPr>
            <w:r>
              <w:t>0</w:t>
            </w:r>
          </w:p>
        </w:tc>
      </w:tr>
      <w:tr w:rsidR="004A60F9" w:rsidTr="00B76287">
        <w:trPr>
          <w:jc w:val="center"/>
        </w:trPr>
        <w:tc>
          <w:tcPr>
            <w:tcW w:w="990" w:type="dxa"/>
            <w:tcBorders>
              <w:top w:val="nil"/>
              <w:left w:val="nil"/>
              <w:bottom w:val="nil"/>
              <w:right w:val="nil"/>
            </w:tcBorders>
          </w:tcPr>
          <w:p w:rsidR="004A60F9" w:rsidRDefault="004A60F9" w:rsidP="00B76287">
            <w:pPr>
              <w:jc w:val="right"/>
            </w:pPr>
            <w:r>
              <w:t>1000</w:t>
            </w:r>
          </w:p>
        </w:tc>
        <w:tc>
          <w:tcPr>
            <w:tcW w:w="270" w:type="dxa"/>
            <w:tcBorders>
              <w:top w:val="nil"/>
              <w:left w:val="nil"/>
              <w:bottom w:val="nil"/>
              <w:right w:val="nil"/>
            </w:tcBorders>
          </w:tcPr>
          <w:p w:rsidR="004A60F9" w:rsidRDefault="004A60F9" w:rsidP="00B76287">
            <w:pPr>
              <w:jc w:val="right"/>
            </w:pPr>
            <w:r>
              <w:t>–</w:t>
            </w:r>
          </w:p>
        </w:tc>
        <w:tc>
          <w:tcPr>
            <w:tcW w:w="792" w:type="dxa"/>
            <w:tcBorders>
              <w:top w:val="nil"/>
              <w:left w:val="nil"/>
              <w:bottom w:val="nil"/>
              <w:right w:val="nil"/>
            </w:tcBorders>
          </w:tcPr>
          <w:p w:rsidR="004A60F9" w:rsidRDefault="004A60F9" w:rsidP="00B76287">
            <w:pPr>
              <w:jc w:val="right"/>
            </w:pPr>
            <w:r>
              <w:t>14</w:t>
            </w:r>
            <w:r w:rsidRPr="009E0BB8">
              <w:t>99</w:t>
            </w:r>
          </w:p>
        </w:tc>
        <w:tc>
          <w:tcPr>
            <w:tcW w:w="1638" w:type="dxa"/>
            <w:tcBorders>
              <w:top w:val="nil"/>
              <w:left w:val="nil"/>
              <w:bottom w:val="nil"/>
              <w:right w:val="nil"/>
            </w:tcBorders>
          </w:tcPr>
          <w:p w:rsidR="004A60F9" w:rsidRDefault="004A60F9" w:rsidP="00B76287">
            <w:pPr>
              <w:ind w:right="494"/>
              <w:jc w:val="right"/>
            </w:pPr>
            <w:r>
              <w:t>2</w:t>
            </w:r>
          </w:p>
        </w:tc>
      </w:tr>
      <w:tr w:rsidR="004A60F9" w:rsidTr="00B76287">
        <w:trPr>
          <w:jc w:val="center"/>
        </w:trPr>
        <w:tc>
          <w:tcPr>
            <w:tcW w:w="990" w:type="dxa"/>
            <w:tcBorders>
              <w:top w:val="nil"/>
              <w:left w:val="nil"/>
              <w:bottom w:val="nil"/>
              <w:right w:val="nil"/>
            </w:tcBorders>
          </w:tcPr>
          <w:p w:rsidR="004A60F9" w:rsidRDefault="004A60F9" w:rsidP="00B76287">
            <w:pPr>
              <w:jc w:val="right"/>
            </w:pPr>
            <w:r>
              <w:t>1500</w:t>
            </w:r>
          </w:p>
        </w:tc>
        <w:tc>
          <w:tcPr>
            <w:tcW w:w="270" w:type="dxa"/>
            <w:tcBorders>
              <w:top w:val="nil"/>
              <w:left w:val="nil"/>
              <w:bottom w:val="nil"/>
              <w:right w:val="nil"/>
            </w:tcBorders>
          </w:tcPr>
          <w:p w:rsidR="004A60F9" w:rsidRDefault="004A60F9" w:rsidP="00B76287">
            <w:pPr>
              <w:jc w:val="right"/>
            </w:pPr>
            <w:r>
              <w:t>–</w:t>
            </w:r>
          </w:p>
        </w:tc>
        <w:tc>
          <w:tcPr>
            <w:tcW w:w="792" w:type="dxa"/>
            <w:tcBorders>
              <w:top w:val="nil"/>
              <w:left w:val="nil"/>
              <w:bottom w:val="nil"/>
              <w:right w:val="nil"/>
            </w:tcBorders>
          </w:tcPr>
          <w:p w:rsidR="004A60F9" w:rsidRDefault="004A60F9" w:rsidP="00B76287">
            <w:pPr>
              <w:jc w:val="right"/>
            </w:pPr>
            <w:r>
              <w:t>1</w:t>
            </w:r>
            <w:r w:rsidRPr="009E0BB8">
              <w:t>999</w:t>
            </w:r>
          </w:p>
        </w:tc>
        <w:tc>
          <w:tcPr>
            <w:tcW w:w="1638" w:type="dxa"/>
            <w:tcBorders>
              <w:top w:val="nil"/>
              <w:left w:val="nil"/>
              <w:bottom w:val="nil"/>
              <w:right w:val="nil"/>
            </w:tcBorders>
          </w:tcPr>
          <w:p w:rsidR="004A60F9" w:rsidRDefault="004A60F9" w:rsidP="00B76287">
            <w:pPr>
              <w:ind w:right="494"/>
              <w:jc w:val="right"/>
            </w:pPr>
            <w:r>
              <w:t>3</w:t>
            </w:r>
          </w:p>
        </w:tc>
      </w:tr>
      <w:tr w:rsidR="004A60F9" w:rsidTr="00B76287">
        <w:trPr>
          <w:jc w:val="center"/>
        </w:trPr>
        <w:tc>
          <w:tcPr>
            <w:tcW w:w="990" w:type="dxa"/>
            <w:tcBorders>
              <w:top w:val="nil"/>
              <w:left w:val="nil"/>
              <w:bottom w:val="nil"/>
              <w:right w:val="nil"/>
            </w:tcBorders>
          </w:tcPr>
          <w:p w:rsidR="004A60F9" w:rsidRDefault="004A60F9" w:rsidP="00B76287">
            <w:pPr>
              <w:jc w:val="right"/>
            </w:pPr>
            <w:r>
              <w:t>2000</w:t>
            </w:r>
          </w:p>
        </w:tc>
        <w:tc>
          <w:tcPr>
            <w:tcW w:w="270" w:type="dxa"/>
            <w:tcBorders>
              <w:top w:val="nil"/>
              <w:left w:val="nil"/>
              <w:bottom w:val="nil"/>
              <w:right w:val="nil"/>
            </w:tcBorders>
          </w:tcPr>
          <w:p w:rsidR="004A60F9" w:rsidRDefault="004A60F9" w:rsidP="00B76287">
            <w:pPr>
              <w:jc w:val="right"/>
            </w:pPr>
            <w:r>
              <w:t>–</w:t>
            </w:r>
          </w:p>
        </w:tc>
        <w:tc>
          <w:tcPr>
            <w:tcW w:w="792" w:type="dxa"/>
            <w:tcBorders>
              <w:top w:val="nil"/>
              <w:left w:val="nil"/>
              <w:bottom w:val="nil"/>
              <w:right w:val="nil"/>
            </w:tcBorders>
          </w:tcPr>
          <w:p w:rsidR="004A60F9" w:rsidRDefault="004A60F9" w:rsidP="00B76287">
            <w:pPr>
              <w:jc w:val="right"/>
            </w:pPr>
            <w:r>
              <w:t>24</w:t>
            </w:r>
            <w:r w:rsidRPr="009E0BB8">
              <w:t>99</w:t>
            </w:r>
          </w:p>
        </w:tc>
        <w:tc>
          <w:tcPr>
            <w:tcW w:w="1638" w:type="dxa"/>
            <w:tcBorders>
              <w:top w:val="nil"/>
              <w:left w:val="nil"/>
              <w:bottom w:val="nil"/>
              <w:right w:val="nil"/>
            </w:tcBorders>
          </w:tcPr>
          <w:p w:rsidR="004A60F9" w:rsidRDefault="004A60F9" w:rsidP="00B76287">
            <w:pPr>
              <w:ind w:right="494"/>
              <w:jc w:val="right"/>
            </w:pPr>
            <w:r>
              <w:t>8</w:t>
            </w:r>
          </w:p>
        </w:tc>
      </w:tr>
      <w:tr w:rsidR="004A60F9" w:rsidTr="00B76287">
        <w:trPr>
          <w:jc w:val="center"/>
        </w:trPr>
        <w:tc>
          <w:tcPr>
            <w:tcW w:w="990" w:type="dxa"/>
            <w:tcBorders>
              <w:top w:val="nil"/>
              <w:left w:val="nil"/>
              <w:bottom w:val="nil"/>
              <w:right w:val="nil"/>
            </w:tcBorders>
          </w:tcPr>
          <w:p w:rsidR="004A60F9" w:rsidRDefault="004A60F9" w:rsidP="00B76287">
            <w:pPr>
              <w:jc w:val="right"/>
            </w:pPr>
            <w:r>
              <w:t>2500</w:t>
            </w:r>
          </w:p>
        </w:tc>
        <w:tc>
          <w:tcPr>
            <w:tcW w:w="270" w:type="dxa"/>
            <w:tcBorders>
              <w:top w:val="nil"/>
              <w:left w:val="nil"/>
              <w:bottom w:val="nil"/>
              <w:right w:val="nil"/>
            </w:tcBorders>
          </w:tcPr>
          <w:p w:rsidR="004A60F9" w:rsidRDefault="004A60F9" w:rsidP="00B76287">
            <w:pPr>
              <w:jc w:val="right"/>
            </w:pPr>
            <w:r>
              <w:t>–</w:t>
            </w:r>
          </w:p>
        </w:tc>
        <w:tc>
          <w:tcPr>
            <w:tcW w:w="792" w:type="dxa"/>
            <w:tcBorders>
              <w:top w:val="nil"/>
              <w:left w:val="nil"/>
              <w:bottom w:val="nil"/>
              <w:right w:val="nil"/>
            </w:tcBorders>
          </w:tcPr>
          <w:p w:rsidR="004A60F9" w:rsidRDefault="004A60F9" w:rsidP="00B76287">
            <w:pPr>
              <w:jc w:val="right"/>
            </w:pPr>
            <w:r>
              <w:t>2</w:t>
            </w:r>
            <w:r w:rsidRPr="009E0BB8">
              <w:t>999</w:t>
            </w:r>
          </w:p>
        </w:tc>
        <w:tc>
          <w:tcPr>
            <w:tcW w:w="1638" w:type="dxa"/>
            <w:tcBorders>
              <w:top w:val="nil"/>
              <w:left w:val="nil"/>
              <w:bottom w:val="nil"/>
              <w:right w:val="nil"/>
            </w:tcBorders>
          </w:tcPr>
          <w:p w:rsidR="004A60F9" w:rsidRDefault="004A60F9" w:rsidP="00B76287">
            <w:pPr>
              <w:ind w:right="494"/>
              <w:jc w:val="right"/>
            </w:pPr>
            <w:r>
              <w:t>27</w:t>
            </w:r>
          </w:p>
        </w:tc>
      </w:tr>
      <w:tr w:rsidR="004A60F9" w:rsidTr="00B76287">
        <w:trPr>
          <w:jc w:val="center"/>
        </w:trPr>
        <w:tc>
          <w:tcPr>
            <w:tcW w:w="990" w:type="dxa"/>
            <w:tcBorders>
              <w:top w:val="nil"/>
              <w:left w:val="nil"/>
              <w:bottom w:val="nil"/>
              <w:right w:val="nil"/>
            </w:tcBorders>
          </w:tcPr>
          <w:p w:rsidR="004A60F9" w:rsidRDefault="004A60F9" w:rsidP="00B76287">
            <w:pPr>
              <w:jc w:val="right"/>
            </w:pPr>
            <w:r>
              <w:t>3000</w:t>
            </w:r>
          </w:p>
        </w:tc>
        <w:tc>
          <w:tcPr>
            <w:tcW w:w="270" w:type="dxa"/>
            <w:tcBorders>
              <w:top w:val="nil"/>
              <w:left w:val="nil"/>
              <w:bottom w:val="nil"/>
              <w:right w:val="nil"/>
            </w:tcBorders>
          </w:tcPr>
          <w:p w:rsidR="004A60F9" w:rsidRDefault="004A60F9" w:rsidP="00B76287">
            <w:pPr>
              <w:jc w:val="right"/>
            </w:pPr>
            <w:r>
              <w:t>–</w:t>
            </w:r>
          </w:p>
        </w:tc>
        <w:tc>
          <w:tcPr>
            <w:tcW w:w="792" w:type="dxa"/>
            <w:tcBorders>
              <w:top w:val="nil"/>
              <w:left w:val="nil"/>
              <w:bottom w:val="nil"/>
              <w:right w:val="nil"/>
            </w:tcBorders>
          </w:tcPr>
          <w:p w:rsidR="004A60F9" w:rsidRDefault="004A60F9" w:rsidP="00B76287">
            <w:pPr>
              <w:jc w:val="right"/>
            </w:pPr>
            <w:r>
              <w:t>34</w:t>
            </w:r>
            <w:r w:rsidRPr="009E0BB8">
              <w:t>99</w:t>
            </w:r>
          </w:p>
        </w:tc>
        <w:tc>
          <w:tcPr>
            <w:tcW w:w="1638" w:type="dxa"/>
            <w:tcBorders>
              <w:top w:val="nil"/>
              <w:left w:val="nil"/>
              <w:bottom w:val="nil"/>
              <w:right w:val="nil"/>
            </w:tcBorders>
          </w:tcPr>
          <w:p w:rsidR="004A60F9" w:rsidRDefault="004A60F9" w:rsidP="00B76287">
            <w:pPr>
              <w:ind w:right="494"/>
              <w:jc w:val="right"/>
            </w:pPr>
            <w:r>
              <w:t>32</w:t>
            </w:r>
          </w:p>
        </w:tc>
      </w:tr>
      <w:tr w:rsidR="004A60F9" w:rsidTr="00B76287">
        <w:trPr>
          <w:jc w:val="center"/>
        </w:trPr>
        <w:tc>
          <w:tcPr>
            <w:tcW w:w="990" w:type="dxa"/>
            <w:tcBorders>
              <w:top w:val="nil"/>
              <w:left w:val="nil"/>
              <w:bottom w:val="nil"/>
              <w:right w:val="nil"/>
            </w:tcBorders>
          </w:tcPr>
          <w:p w:rsidR="004A60F9" w:rsidRDefault="004A60F9" w:rsidP="00B76287">
            <w:pPr>
              <w:jc w:val="right"/>
            </w:pPr>
            <w:r>
              <w:t>3500</w:t>
            </w:r>
          </w:p>
        </w:tc>
        <w:tc>
          <w:tcPr>
            <w:tcW w:w="270" w:type="dxa"/>
            <w:tcBorders>
              <w:top w:val="nil"/>
              <w:left w:val="nil"/>
              <w:bottom w:val="nil"/>
              <w:right w:val="nil"/>
            </w:tcBorders>
          </w:tcPr>
          <w:p w:rsidR="004A60F9" w:rsidRDefault="004A60F9" w:rsidP="00B76287">
            <w:pPr>
              <w:jc w:val="right"/>
            </w:pPr>
            <w:r>
              <w:t>–</w:t>
            </w:r>
          </w:p>
        </w:tc>
        <w:tc>
          <w:tcPr>
            <w:tcW w:w="792" w:type="dxa"/>
            <w:tcBorders>
              <w:top w:val="nil"/>
              <w:left w:val="nil"/>
              <w:bottom w:val="nil"/>
              <w:right w:val="nil"/>
            </w:tcBorders>
          </w:tcPr>
          <w:p w:rsidR="004A60F9" w:rsidRDefault="004A60F9" w:rsidP="00B76287">
            <w:pPr>
              <w:jc w:val="right"/>
            </w:pPr>
            <w:r>
              <w:t>3999</w:t>
            </w:r>
          </w:p>
        </w:tc>
        <w:tc>
          <w:tcPr>
            <w:tcW w:w="1638" w:type="dxa"/>
            <w:tcBorders>
              <w:top w:val="nil"/>
              <w:left w:val="nil"/>
              <w:bottom w:val="nil"/>
              <w:right w:val="nil"/>
            </w:tcBorders>
          </w:tcPr>
          <w:p w:rsidR="004A60F9" w:rsidRDefault="004A60F9" w:rsidP="00B76287">
            <w:pPr>
              <w:ind w:right="494"/>
              <w:jc w:val="right"/>
            </w:pPr>
            <w:r>
              <w:t>23</w:t>
            </w:r>
          </w:p>
        </w:tc>
      </w:tr>
      <w:tr w:rsidR="004A60F9" w:rsidTr="00B76287">
        <w:trPr>
          <w:jc w:val="center"/>
        </w:trPr>
        <w:tc>
          <w:tcPr>
            <w:tcW w:w="990" w:type="dxa"/>
            <w:tcBorders>
              <w:top w:val="nil"/>
              <w:left w:val="nil"/>
              <w:bottom w:val="nil"/>
              <w:right w:val="nil"/>
            </w:tcBorders>
          </w:tcPr>
          <w:p w:rsidR="004A60F9" w:rsidRDefault="004A60F9" w:rsidP="00B76287">
            <w:pPr>
              <w:jc w:val="right"/>
            </w:pPr>
            <w:r>
              <w:t>4000</w:t>
            </w:r>
          </w:p>
        </w:tc>
        <w:tc>
          <w:tcPr>
            <w:tcW w:w="270" w:type="dxa"/>
            <w:tcBorders>
              <w:top w:val="nil"/>
              <w:left w:val="nil"/>
              <w:bottom w:val="nil"/>
              <w:right w:val="nil"/>
            </w:tcBorders>
          </w:tcPr>
          <w:p w:rsidR="004A60F9" w:rsidRDefault="004A60F9" w:rsidP="00B76287">
            <w:pPr>
              <w:jc w:val="right"/>
            </w:pPr>
            <w:r>
              <w:t>–</w:t>
            </w:r>
          </w:p>
        </w:tc>
        <w:tc>
          <w:tcPr>
            <w:tcW w:w="792" w:type="dxa"/>
            <w:tcBorders>
              <w:top w:val="nil"/>
              <w:left w:val="nil"/>
              <w:bottom w:val="nil"/>
              <w:right w:val="nil"/>
            </w:tcBorders>
          </w:tcPr>
          <w:p w:rsidR="004A60F9" w:rsidRDefault="004A60F9" w:rsidP="00B76287">
            <w:pPr>
              <w:jc w:val="right"/>
            </w:pPr>
            <w:r>
              <w:t>4499</w:t>
            </w:r>
          </w:p>
        </w:tc>
        <w:tc>
          <w:tcPr>
            <w:tcW w:w="1638" w:type="dxa"/>
            <w:tcBorders>
              <w:top w:val="nil"/>
              <w:left w:val="nil"/>
              <w:bottom w:val="nil"/>
              <w:right w:val="nil"/>
            </w:tcBorders>
          </w:tcPr>
          <w:p w:rsidR="004A60F9" w:rsidRPr="00E85507" w:rsidRDefault="004A60F9" w:rsidP="00B76287">
            <w:pPr>
              <w:ind w:right="494"/>
              <w:jc w:val="right"/>
              <w:rPr>
                <w:u w:val="single"/>
              </w:rPr>
            </w:pPr>
            <w:r w:rsidRPr="00E85507">
              <w:rPr>
                <w:u w:val="single"/>
              </w:rPr>
              <w:t xml:space="preserve">    5</w:t>
            </w:r>
          </w:p>
        </w:tc>
      </w:tr>
      <w:tr w:rsidR="004A60F9" w:rsidTr="00B76287">
        <w:trPr>
          <w:jc w:val="center"/>
        </w:trPr>
        <w:tc>
          <w:tcPr>
            <w:tcW w:w="2052" w:type="dxa"/>
            <w:gridSpan w:val="3"/>
            <w:tcBorders>
              <w:top w:val="nil"/>
              <w:left w:val="nil"/>
              <w:bottom w:val="nil"/>
              <w:right w:val="nil"/>
            </w:tcBorders>
          </w:tcPr>
          <w:p w:rsidR="004A60F9" w:rsidRPr="009E0BB8" w:rsidRDefault="004A60F9" w:rsidP="00B76287">
            <w:pPr>
              <w:jc w:val="right"/>
            </w:pPr>
            <w:r>
              <w:t>Total</w:t>
            </w:r>
          </w:p>
        </w:tc>
        <w:tc>
          <w:tcPr>
            <w:tcW w:w="1638" w:type="dxa"/>
            <w:tcBorders>
              <w:top w:val="nil"/>
              <w:left w:val="nil"/>
              <w:bottom w:val="nil"/>
              <w:right w:val="nil"/>
            </w:tcBorders>
          </w:tcPr>
          <w:p w:rsidR="004A60F9" w:rsidRDefault="004A60F9" w:rsidP="00B76287">
            <w:pPr>
              <w:ind w:right="494"/>
              <w:jc w:val="right"/>
            </w:pPr>
            <w:r>
              <w:t>100</w:t>
            </w:r>
          </w:p>
        </w:tc>
      </w:tr>
    </w:tbl>
    <w:p w:rsidR="004A60F9" w:rsidRDefault="004A60F9" w:rsidP="004A60F9"/>
    <w:tbl>
      <w:tblPr>
        <w:tblW w:w="2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70"/>
        <w:gridCol w:w="450"/>
        <w:gridCol w:w="1620"/>
      </w:tblGrid>
      <w:tr w:rsidR="004A60F9" w:rsidTr="00B76287">
        <w:trPr>
          <w:jc w:val="center"/>
        </w:trPr>
        <w:tc>
          <w:tcPr>
            <w:tcW w:w="1170" w:type="dxa"/>
            <w:gridSpan w:val="3"/>
            <w:tcBorders>
              <w:top w:val="nil"/>
              <w:left w:val="nil"/>
              <w:right w:val="nil"/>
            </w:tcBorders>
          </w:tcPr>
          <w:p w:rsidR="004A60F9" w:rsidRPr="00E85507" w:rsidRDefault="004A60F9" w:rsidP="00B76287">
            <w:pPr>
              <w:jc w:val="center"/>
              <w:rPr>
                <w:b/>
              </w:rPr>
            </w:pPr>
            <w:r w:rsidRPr="00E85507">
              <w:rPr>
                <w:b/>
              </w:rPr>
              <w:t>Weeks</w:t>
            </w:r>
          </w:p>
          <w:p w:rsidR="004A60F9" w:rsidRPr="00E85507" w:rsidRDefault="004A60F9" w:rsidP="00B76287">
            <w:pPr>
              <w:jc w:val="center"/>
              <w:rPr>
                <w:b/>
              </w:rPr>
            </w:pPr>
            <w:r w:rsidRPr="00E85507">
              <w:rPr>
                <w:b/>
              </w:rPr>
              <w:t xml:space="preserve">in </w:t>
            </w:r>
            <w:r>
              <w:rPr>
                <w:b/>
              </w:rPr>
              <w:t>Release</w:t>
            </w:r>
          </w:p>
        </w:tc>
        <w:tc>
          <w:tcPr>
            <w:tcW w:w="1620" w:type="dxa"/>
            <w:tcBorders>
              <w:top w:val="nil"/>
              <w:left w:val="nil"/>
              <w:right w:val="nil"/>
            </w:tcBorders>
            <w:vAlign w:val="bottom"/>
          </w:tcPr>
          <w:p w:rsidR="004A60F9" w:rsidRPr="00E85507" w:rsidRDefault="004A60F9" w:rsidP="00B76287">
            <w:pPr>
              <w:jc w:val="center"/>
              <w:rPr>
                <w:b/>
              </w:rPr>
            </w:pPr>
            <w:r w:rsidRPr="00E85507">
              <w:rPr>
                <w:b/>
              </w:rPr>
              <w:t>Frequency</w:t>
            </w:r>
          </w:p>
        </w:tc>
      </w:tr>
      <w:tr w:rsidR="004A60F9" w:rsidTr="00B76287">
        <w:trPr>
          <w:jc w:val="center"/>
        </w:trPr>
        <w:tc>
          <w:tcPr>
            <w:tcW w:w="450" w:type="dxa"/>
            <w:tcBorders>
              <w:left w:val="nil"/>
              <w:bottom w:val="nil"/>
              <w:right w:val="nil"/>
            </w:tcBorders>
          </w:tcPr>
          <w:p w:rsidR="004A60F9" w:rsidRDefault="004A60F9" w:rsidP="00B76287">
            <w:pPr>
              <w:jc w:val="right"/>
            </w:pPr>
            <w:r w:rsidRPr="009E0BB8">
              <w:t>0</w:t>
            </w:r>
          </w:p>
        </w:tc>
        <w:tc>
          <w:tcPr>
            <w:tcW w:w="270" w:type="dxa"/>
            <w:tcBorders>
              <w:left w:val="nil"/>
              <w:bottom w:val="nil"/>
              <w:right w:val="nil"/>
            </w:tcBorders>
          </w:tcPr>
          <w:p w:rsidR="004A60F9" w:rsidRDefault="004A60F9" w:rsidP="00B76287">
            <w:pPr>
              <w:jc w:val="right"/>
            </w:pPr>
            <w:r>
              <w:t>–</w:t>
            </w:r>
          </w:p>
        </w:tc>
        <w:tc>
          <w:tcPr>
            <w:tcW w:w="450" w:type="dxa"/>
            <w:tcBorders>
              <w:left w:val="nil"/>
              <w:bottom w:val="nil"/>
              <w:right w:val="nil"/>
            </w:tcBorders>
          </w:tcPr>
          <w:p w:rsidR="004A60F9" w:rsidRDefault="004A60F9" w:rsidP="00B76287">
            <w:pPr>
              <w:jc w:val="right"/>
            </w:pPr>
            <w:r>
              <w:t>4</w:t>
            </w:r>
          </w:p>
        </w:tc>
        <w:tc>
          <w:tcPr>
            <w:tcW w:w="1620" w:type="dxa"/>
            <w:tcBorders>
              <w:left w:val="nil"/>
              <w:bottom w:val="nil"/>
              <w:right w:val="nil"/>
            </w:tcBorders>
          </w:tcPr>
          <w:p w:rsidR="004A60F9" w:rsidRDefault="004A60F9" w:rsidP="00B76287">
            <w:pPr>
              <w:ind w:right="584"/>
              <w:jc w:val="right"/>
            </w:pPr>
            <w:r>
              <w:t>0</w:t>
            </w:r>
          </w:p>
        </w:tc>
      </w:tr>
      <w:tr w:rsidR="004A60F9" w:rsidTr="00B76287">
        <w:trPr>
          <w:jc w:val="center"/>
        </w:trPr>
        <w:tc>
          <w:tcPr>
            <w:tcW w:w="450" w:type="dxa"/>
            <w:tcBorders>
              <w:top w:val="nil"/>
              <w:left w:val="nil"/>
              <w:bottom w:val="nil"/>
              <w:right w:val="nil"/>
            </w:tcBorders>
          </w:tcPr>
          <w:p w:rsidR="004A60F9" w:rsidRDefault="004A60F9" w:rsidP="00B76287">
            <w:pPr>
              <w:jc w:val="right"/>
            </w:pPr>
            <w:r>
              <w:t>5</w:t>
            </w:r>
          </w:p>
        </w:tc>
        <w:tc>
          <w:tcPr>
            <w:tcW w:w="270" w:type="dxa"/>
            <w:tcBorders>
              <w:top w:val="nil"/>
              <w:left w:val="nil"/>
              <w:bottom w:val="nil"/>
              <w:right w:val="nil"/>
            </w:tcBorders>
          </w:tcPr>
          <w:p w:rsidR="004A60F9" w:rsidRDefault="004A60F9" w:rsidP="00B76287">
            <w:pPr>
              <w:jc w:val="right"/>
            </w:pPr>
            <w:r>
              <w:t>–</w:t>
            </w:r>
          </w:p>
        </w:tc>
        <w:tc>
          <w:tcPr>
            <w:tcW w:w="450" w:type="dxa"/>
            <w:tcBorders>
              <w:top w:val="nil"/>
              <w:left w:val="nil"/>
              <w:bottom w:val="nil"/>
              <w:right w:val="nil"/>
            </w:tcBorders>
          </w:tcPr>
          <w:p w:rsidR="004A60F9" w:rsidRDefault="004A60F9" w:rsidP="00B76287">
            <w:pPr>
              <w:jc w:val="right"/>
            </w:pPr>
            <w:r>
              <w:t>9</w:t>
            </w:r>
          </w:p>
        </w:tc>
        <w:tc>
          <w:tcPr>
            <w:tcW w:w="1620" w:type="dxa"/>
            <w:tcBorders>
              <w:top w:val="nil"/>
              <w:left w:val="nil"/>
              <w:bottom w:val="nil"/>
              <w:right w:val="nil"/>
            </w:tcBorders>
          </w:tcPr>
          <w:p w:rsidR="004A60F9" w:rsidRDefault="004A60F9" w:rsidP="00B76287">
            <w:pPr>
              <w:ind w:right="584"/>
              <w:jc w:val="right"/>
            </w:pPr>
            <w:r>
              <w:t>14</w:t>
            </w:r>
          </w:p>
        </w:tc>
      </w:tr>
      <w:tr w:rsidR="004A60F9" w:rsidTr="00B76287">
        <w:trPr>
          <w:jc w:val="center"/>
        </w:trPr>
        <w:tc>
          <w:tcPr>
            <w:tcW w:w="450" w:type="dxa"/>
            <w:tcBorders>
              <w:top w:val="nil"/>
              <w:left w:val="nil"/>
              <w:bottom w:val="nil"/>
              <w:right w:val="nil"/>
            </w:tcBorders>
          </w:tcPr>
          <w:p w:rsidR="004A60F9" w:rsidRDefault="004A60F9" w:rsidP="00B76287">
            <w:pPr>
              <w:jc w:val="right"/>
            </w:pPr>
            <w:r>
              <w:t>10</w:t>
            </w:r>
          </w:p>
        </w:tc>
        <w:tc>
          <w:tcPr>
            <w:tcW w:w="270" w:type="dxa"/>
            <w:tcBorders>
              <w:top w:val="nil"/>
              <w:left w:val="nil"/>
              <w:bottom w:val="nil"/>
              <w:right w:val="nil"/>
            </w:tcBorders>
          </w:tcPr>
          <w:p w:rsidR="004A60F9" w:rsidRDefault="004A60F9" w:rsidP="00B76287">
            <w:pPr>
              <w:jc w:val="right"/>
            </w:pPr>
            <w:r>
              <w:t>–</w:t>
            </w:r>
          </w:p>
        </w:tc>
        <w:tc>
          <w:tcPr>
            <w:tcW w:w="450" w:type="dxa"/>
            <w:tcBorders>
              <w:top w:val="nil"/>
              <w:left w:val="nil"/>
              <w:bottom w:val="nil"/>
              <w:right w:val="nil"/>
            </w:tcBorders>
          </w:tcPr>
          <w:p w:rsidR="004A60F9" w:rsidRDefault="004A60F9" w:rsidP="00B76287">
            <w:pPr>
              <w:jc w:val="right"/>
            </w:pPr>
            <w:r>
              <w:t>14</w:t>
            </w:r>
          </w:p>
        </w:tc>
        <w:tc>
          <w:tcPr>
            <w:tcW w:w="1620" w:type="dxa"/>
            <w:tcBorders>
              <w:top w:val="nil"/>
              <w:left w:val="nil"/>
              <w:bottom w:val="nil"/>
              <w:right w:val="nil"/>
            </w:tcBorders>
          </w:tcPr>
          <w:p w:rsidR="004A60F9" w:rsidRDefault="004A60F9" w:rsidP="00B76287">
            <w:pPr>
              <w:ind w:right="584"/>
              <w:jc w:val="right"/>
            </w:pPr>
            <w:r>
              <w:t>36</w:t>
            </w:r>
          </w:p>
        </w:tc>
      </w:tr>
      <w:tr w:rsidR="004A60F9" w:rsidTr="00B76287">
        <w:trPr>
          <w:jc w:val="center"/>
        </w:trPr>
        <w:tc>
          <w:tcPr>
            <w:tcW w:w="450" w:type="dxa"/>
            <w:tcBorders>
              <w:top w:val="nil"/>
              <w:left w:val="nil"/>
              <w:bottom w:val="nil"/>
              <w:right w:val="nil"/>
            </w:tcBorders>
          </w:tcPr>
          <w:p w:rsidR="004A60F9" w:rsidRDefault="004A60F9" w:rsidP="00B76287">
            <w:pPr>
              <w:jc w:val="right"/>
            </w:pPr>
            <w:r>
              <w:t>15</w:t>
            </w:r>
          </w:p>
        </w:tc>
        <w:tc>
          <w:tcPr>
            <w:tcW w:w="270" w:type="dxa"/>
            <w:tcBorders>
              <w:top w:val="nil"/>
              <w:left w:val="nil"/>
              <w:bottom w:val="nil"/>
              <w:right w:val="nil"/>
            </w:tcBorders>
          </w:tcPr>
          <w:p w:rsidR="004A60F9" w:rsidRDefault="004A60F9" w:rsidP="00B76287">
            <w:pPr>
              <w:jc w:val="right"/>
            </w:pPr>
            <w:r>
              <w:t>–</w:t>
            </w:r>
          </w:p>
        </w:tc>
        <w:tc>
          <w:tcPr>
            <w:tcW w:w="450" w:type="dxa"/>
            <w:tcBorders>
              <w:top w:val="nil"/>
              <w:left w:val="nil"/>
              <w:bottom w:val="nil"/>
              <w:right w:val="nil"/>
            </w:tcBorders>
          </w:tcPr>
          <w:p w:rsidR="004A60F9" w:rsidRDefault="004A60F9" w:rsidP="00B76287">
            <w:pPr>
              <w:jc w:val="right"/>
            </w:pPr>
            <w:r>
              <w:t>19</w:t>
            </w:r>
          </w:p>
        </w:tc>
        <w:tc>
          <w:tcPr>
            <w:tcW w:w="1620" w:type="dxa"/>
            <w:tcBorders>
              <w:top w:val="nil"/>
              <w:left w:val="nil"/>
              <w:bottom w:val="nil"/>
              <w:right w:val="nil"/>
            </w:tcBorders>
          </w:tcPr>
          <w:p w:rsidR="004A60F9" w:rsidRDefault="004A60F9" w:rsidP="00B76287">
            <w:pPr>
              <w:ind w:right="584"/>
              <w:jc w:val="right"/>
            </w:pPr>
            <w:r>
              <w:t>42</w:t>
            </w:r>
          </w:p>
        </w:tc>
      </w:tr>
      <w:tr w:rsidR="004A60F9" w:rsidTr="00B76287">
        <w:trPr>
          <w:jc w:val="center"/>
        </w:trPr>
        <w:tc>
          <w:tcPr>
            <w:tcW w:w="450" w:type="dxa"/>
            <w:tcBorders>
              <w:top w:val="nil"/>
              <w:left w:val="nil"/>
              <w:bottom w:val="nil"/>
              <w:right w:val="nil"/>
            </w:tcBorders>
          </w:tcPr>
          <w:p w:rsidR="004A60F9" w:rsidRDefault="004A60F9" w:rsidP="00B76287">
            <w:pPr>
              <w:jc w:val="right"/>
            </w:pPr>
            <w:r>
              <w:t>20</w:t>
            </w:r>
          </w:p>
        </w:tc>
        <w:tc>
          <w:tcPr>
            <w:tcW w:w="270" w:type="dxa"/>
            <w:tcBorders>
              <w:top w:val="nil"/>
              <w:left w:val="nil"/>
              <w:bottom w:val="nil"/>
              <w:right w:val="nil"/>
            </w:tcBorders>
          </w:tcPr>
          <w:p w:rsidR="004A60F9" w:rsidRDefault="004A60F9" w:rsidP="00B76287">
            <w:pPr>
              <w:jc w:val="right"/>
            </w:pPr>
            <w:r>
              <w:t>–</w:t>
            </w:r>
          </w:p>
        </w:tc>
        <w:tc>
          <w:tcPr>
            <w:tcW w:w="450" w:type="dxa"/>
            <w:tcBorders>
              <w:top w:val="nil"/>
              <w:left w:val="nil"/>
              <w:bottom w:val="nil"/>
              <w:right w:val="nil"/>
            </w:tcBorders>
          </w:tcPr>
          <w:p w:rsidR="004A60F9" w:rsidRDefault="004A60F9" w:rsidP="00B76287">
            <w:pPr>
              <w:jc w:val="right"/>
            </w:pPr>
            <w:r>
              <w:t>24</w:t>
            </w:r>
          </w:p>
        </w:tc>
        <w:tc>
          <w:tcPr>
            <w:tcW w:w="1620" w:type="dxa"/>
            <w:tcBorders>
              <w:top w:val="nil"/>
              <w:left w:val="nil"/>
              <w:bottom w:val="nil"/>
              <w:right w:val="nil"/>
            </w:tcBorders>
          </w:tcPr>
          <w:p w:rsidR="004A60F9" w:rsidRDefault="004A60F9" w:rsidP="00B76287">
            <w:pPr>
              <w:ind w:right="584"/>
              <w:jc w:val="right"/>
            </w:pPr>
            <w:r>
              <w:t>5</w:t>
            </w:r>
          </w:p>
        </w:tc>
      </w:tr>
      <w:tr w:rsidR="004A60F9" w:rsidTr="00B76287">
        <w:trPr>
          <w:jc w:val="center"/>
        </w:trPr>
        <w:tc>
          <w:tcPr>
            <w:tcW w:w="450" w:type="dxa"/>
            <w:tcBorders>
              <w:top w:val="nil"/>
              <w:left w:val="nil"/>
              <w:bottom w:val="nil"/>
              <w:right w:val="nil"/>
            </w:tcBorders>
          </w:tcPr>
          <w:p w:rsidR="004A60F9" w:rsidRDefault="004A60F9" w:rsidP="00B76287">
            <w:pPr>
              <w:jc w:val="right"/>
            </w:pPr>
            <w:r>
              <w:t>25</w:t>
            </w:r>
          </w:p>
        </w:tc>
        <w:tc>
          <w:tcPr>
            <w:tcW w:w="270" w:type="dxa"/>
            <w:tcBorders>
              <w:top w:val="nil"/>
              <w:left w:val="nil"/>
              <w:bottom w:val="nil"/>
              <w:right w:val="nil"/>
            </w:tcBorders>
          </w:tcPr>
          <w:p w:rsidR="004A60F9" w:rsidRDefault="004A60F9" w:rsidP="00B76287">
            <w:pPr>
              <w:jc w:val="right"/>
            </w:pPr>
            <w:r>
              <w:t>–</w:t>
            </w:r>
          </w:p>
        </w:tc>
        <w:tc>
          <w:tcPr>
            <w:tcW w:w="450" w:type="dxa"/>
            <w:tcBorders>
              <w:top w:val="nil"/>
              <w:left w:val="nil"/>
              <w:bottom w:val="nil"/>
              <w:right w:val="nil"/>
            </w:tcBorders>
          </w:tcPr>
          <w:p w:rsidR="004A60F9" w:rsidRDefault="004A60F9" w:rsidP="00B76287">
            <w:pPr>
              <w:jc w:val="right"/>
            </w:pPr>
            <w:r>
              <w:t>29</w:t>
            </w:r>
          </w:p>
        </w:tc>
        <w:tc>
          <w:tcPr>
            <w:tcW w:w="1620" w:type="dxa"/>
            <w:tcBorders>
              <w:top w:val="nil"/>
              <w:left w:val="nil"/>
              <w:bottom w:val="nil"/>
              <w:right w:val="nil"/>
            </w:tcBorders>
          </w:tcPr>
          <w:p w:rsidR="004A60F9" w:rsidRPr="002F3B5B" w:rsidRDefault="004A60F9" w:rsidP="00B76287">
            <w:pPr>
              <w:ind w:right="584"/>
              <w:jc w:val="right"/>
            </w:pPr>
            <w:r w:rsidRPr="002F3B5B">
              <w:t xml:space="preserve">   1</w:t>
            </w:r>
          </w:p>
        </w:tc>
      </w:tr>
      <w:tr w:rsidR="004A60F9" w:rsidTr="00B76287">
        <w:trPr>
          <w:jc w:val="center"/>
        </w:trPr>
        <w:tc>
          <w:tcPr>
            <w:tcW w:w="450" w:type="dxa"/>
            <w:tcBorders>
              <w:top w:val="nil"/>
              <w:left w:val="nil"/>
              <w:bottom w:val="nil"/>
              <w:right w:val="nil"/>
            </w:tcBorders>
          </w:tcPr>
          <w:p w:rsidR="004A60F9" w:rsidRDefault="004A60F9" w:rsidP="00B76287">
            <w:pPr>
              <w:jc w:val="right"/>
            </w:pPr>
            <w:r>
              <w:t>30</w:t>
            </w:r>
          </w:p>
        </w:tc>
        <w:tc>
          <w:tcPr>
            <w:tcW w:w="270" w:type="dxa"/>
            <w:tcBorders>
              <w:top w:val="nil"/>
              <w:left w:val="nil"/>
              <w:bottom w:val="nil"/>
              <w:right w:val="nil"/>
            </w:tcBorders>
          </w:tcPr>
          <w:p w:rsidR="004A60F9" w:rsidRDefault="004A60F9" w:rsidP="00B76287">
            <w:pPr>
              <w:jc w:val="right"/>
            </w:pPr>
            <w:r>
              <w:t>–</w:t>
            </w:r>
          </w:p>
        </w:tc>
        <w:tc>
          <w:tcPr>
            <w:tcW w:w="450" w:type="dxa"/>
            <w:tcBorders>
              <w:top w:val="nil"/>
              <w:left w:val="nil"/>
              <w:bottom w:val="nil"/>
              <w:right w:val="nil"/>
            </w:tcBorders>
          </w:tcPr>
          <w:p w:rsidR="004A60F9" w:rsidRDefault="004A60F9" w:rsidP="00B76287">
            <w:pPr>
              <w:jc w:val="right"/>
            </w:pPr>
            <w:r>
              <w:t>34</w:t>
            </w:r>
          </w:p>
        </w:tc>
        <w:tc>
          <w:tcPr>
            <w:tcW w:w="1620" w:type="dxa"/>
            <w:tcBorders>
              <w:top w:val="nil"/>
              <w:left w:val="nil"/>
              <w:bottom w:val="nil"/>
              <w:right w:val="nil"/>
            </w:tcBorders>
          </w:tcPr>
          <w:p w:rsidR="004A60F9" w:rsidRPr="002F3B5B" w:rsidRDefault="004A60F9" w:rsidP="00B76287">
            <w:pPr>
              <w:ind w:right="584"/>
              <w:jc w:val="right"/>
            </w:pPr>
            <w:r w:rsidRPr="002F3B5B">
              <w:t>1</w:t>
            </w:r>
          </w:p>
        </w:tc>
      </w:tr>
      <w:tr w:rsidR="004A60F9" w:rsidTr="00B76287">
        <w:trPr>
          <w:jc w:val="center"/>
        </w:trPr>
        <w:tc>
          <w:tcPr>
            <w:tcW w:w="450" w:type="dxa"/>
            <w:tcBorders>
              <w:top w:val="nil"/>
              <w:left w:val="nil"/>
              <w:bottom w:val="nil"/>
              <w:right w:val="nil"/>
            </w:tcBorders>
          </w:tcPr>
          <w:p w:rsidR="004A60F9" w:rsidRDefault="004A60F9" w:rsidP="00B76287">
            <w:pPr>
              <w:jc w:val="right"/>
            </w:pPr>
            <w:r>
              <w:t>35</w:t>
            </w:r>
          </w:p>
        </w:tc>
        <w:tc>
          <w:tcPr>
            <w:tcW w:w="270" w:type="dxa"/>
            <w:tcBorders>
              <w:top w:val="nil"/>
              <w:left w:val="nil"/>
              <w:bottom w:val="nil"/>
              <w:right w:val="nil"/>
            </w:tcBorders>
          </w:tcPr>
          <w:p w:rsidR="004A60F9" w:rsidRDefault="004A60F9" w:rsidP="00B76287">
            <w:pPr>
              <w:jc w:val="right"/>
            </w:pPr>
            <w:r>
              <w:t>–</w:t>
            </w:r>
          </w:p>
        </w:tc>
        <w:tc>
          <w:tcPr>
            <w:tcW w:w="450" w:type="dxa"/>
            <w:tcBorders>
              <w:top w:val="nil"/>
              <w:left w:val="nil"/>
              <w:bottom w:val="nil"/>
              <w:right w:val="nil"/>
            </w:tcBorders>
          </w:tcPr>
          <w:p w:rsidR="004A60F9" w:rsidRDefault="004A60F9" w:rsidP="00B76287">
            <w:pPr>
              <w:jc w:val="right"/>
            </w:pPr>
            <w:r>
              <w:t>39</w:t>
            </w:r>
          </w:p>
        </w:tc>
        <w:tc>
          <w:tcPr>
            <w:tcW w:w="1620" w:type="dxa"/>
            <w:tcBorders>
              <w:top w:val="nil"/>
              <w:left w:val="nil"/>
              <w:bottom w:val="nil"/>
              <w:right w:val="nil"/>
            </w:tcBorders>
          </w:tcPr>
          <w:p w:rsidR="004A60F9" w:rsidRPr="002F3B5B" w:rsidRDefault="004A60F9" w:rsidP="00B76287">
            <w:pPr>
              <w:ind w:right="584"/>
              <w:jc w:val="right"/>
            </w:pPr>
            <w:r w:rsidRPr="002F3B5B">
              <w:t>0</w:t>
            </w:r>
          </w:p>
        </w:tc>
      </w:tr>
      <w:tr w:rsidR="004A60F9" w:rsidTr="00B76287">
        <w:trPr>
          <w:jc w:val="center"/>
        </w:trPr>
        <w:tc>
          <w:tcPr>
            <w:tcW w:w="450" w:type="dxa"/>
            <w:tcBorders>
              <w:top w:val="nil"/>
              <w:left w:val="nil"/>
              <w:bottom w:val="nil"/>
              <w:right w:val="nil"/>
            </w:tcBorders>
          </w:tcPr>
          <w:p w:rsidR="004A60F9" w:rsidRDefault="004A60F9" w:rsidP="00B76287">
            <w:pPr>
              <w:jc w:val="right"/>
            </w:pPr>
            <w:r>
              <w:t>40</w:t>
            </w:r>
          </w:p>
        </w:tc>
        <w:tc>
          <w:tcPr>
            <w:tcW w:w="270" w:type="dxa"/>
            <w:tcBorders>
              <w:top w:val="nil"/>
              <w:left w:val="nil"/>
              <w:bottom w:val="nil"/>
              <w:right w:val="nil"/>
            </w:tcBorders>
          </w:tcPr>
          <w:p w:rsidR="004A60F9" w:rsidRDefault="004A60F9" w:rsidP="00B76287">
            <w:pPr>
              <w:jc w:val="right"/>
            </w:pPr>
            <w:r>
              <w:t>–</w:t>
            </w:r>
          </w:p>
        </w:tc>
        <w:tc>
          <w:tcPr>
            <w:tcW w:w="450" w:type="dxa"/>
            <w:tcBorders>
              <w:top w:val="nil"/>
              <w:left w:val="nil"/>
              <w:bottom w:val="nil"/>
              <w:right w:val="nil"/>
            </w:tcBorders>
          </w:tcPr>
          <w:p w:rsidR="004A60F9" w:rsidRDefault="004A60F9" w:rsidP="00B76287">
            <w:pPr>
              <w:jc w:val="right"/>
            </w:pPr>
            <w:r>
              <w:t>44</w:t>
            </w:r>
          </w:p>
        </w:tc>
        <w:tc>
          <w:tcPr>
            <w:tcW w:w="1620" w:type="dxa"/>
            <w:tcBorders>
              <w:top w:val="nil"/>
              <w:left w:val="nil"/>
              <w:bottom w:val="nil"/>
              <w:right w:val="nil"/>
            </w:tcBorders>
          </w:tcPr>
          <w:p w:rsidR="004A60F9" w:rsidRPr="00E85507" w:rsidRDefault="004A60F9" w:rsidP="00B76287">
            <w:pPr>
              <w:ind w:right="584"/>
              <w:jc w:val="right"/>
              <w:rPr>
                <w:u w:val="single"/>
              </w:rPr>
            </w:pPr>
            <w:r>
              <w:rPr>
                <w:u w:val="single"/>
              </w:rPr>
              <w:t xml:space="preserve">    1</w:t>
            </w:r>
          </w:p>
        </w:tc>
      </w:tr>
      <w:tr w:rsidR="004A60F9" w:rsidTr="00B76287">
        <w:trPr>
          <w:jc w:val="center"/>
        </w:trPr>
        <w:tc>
          <w:tcPr>
            <w:tcW w:w="1170" w:type="dxa"/>
            <w:gridSpan w:val="3"/>
            <w:tcBorders>
              <w:top w:val="nil"/>
              <w:left w:val="nil"/>
              <w:bottom w:val="nil"/>
              <w:right w:val="nil"/>
            </w:tcBorders>
          </w:tcPr>
          <w:p w:rsidR="004A60F9" w:rsidRPr="009E0BB8" w:rsidRDefault="004A60F9" w:rsidP="00B76287">
            <w:pPr>
              <w:jc w:val="right"/>
            </w:pPr>
            <w:r>
              <w:t>Total</w:t>
            </w:r>
          </w:p>
        </w:tc>
        <w:tc>
          <w:tcPr>
            <w:tcW w:w="1620" w:type="dxa"/>
            <w:tcBorders>
              <w:top w:val="nil"/>
              <w:left w:val="nil"/>
              <w:bottom w:val="nil"/>
              <w:right w:val="nil"/>
            </w:tcBorders>
          </w:tcPr>
          <w:p w:rsidR="004A60F9" w:rsidRDefault="004A60F9" w:rsidP="00B76287">
            <w:pPr>
              <w:ind w:right="584"/>
              <w:jc w:val="right"/>
            </w:pPr>
            <w:r>
              <w:t>100</w:t>
            </w:r>
          </w:p>
        </w:tc>
      </w:tr>
    </w:tbl>
    <w:p w:rsidR="004A60F9" w:rsidRPr="009E0BB8" w:rsidRDefault="004A60F9" w:rsidP="004A60F9">
      <w:pPr>
        <w:ind w:left="864"/>
      </w:pPr>
    </w:p>
    <w:p w:rsidR="004A60F9" w:rsidRDefault="004A60F9" w:rsidP="004A60F9">
      <w:pPr>
        <w:rPr>
          <w:b/>
        </w:rPr>
      </w:pPr>
    </w:p>
    <w:p w:rsidR="004A60F9" w:rsidRDefault="004A60F9" w:rsidP="004A60F9">
      <w:pPr>
        <w:rPr>
          <w:b/>
        </w:rPr>
      </w:pPr>
    </w:p>
    <w:p w:rsidR="004A60F9" w:rsidRDefault="004A60F9" w:rsidP="004A60F9">
      <w:pPr>
        <w:rPr>
          <w:b/>
        </w:rPr>
      </w:pPr>
    </w:p>
    <w:p w:rsidR="004A60F9" w:rsidRDefault="004A60F9" w:rsidP="004A60F9">
      <w:pPr>
        <w:rPr>
          <w:b/>
        </w:rPr>
      </w:pPr>
    </w:p>
    <w:p w:rsidR="004A60F9" w:rsidRDefault="004A60F9" w:rsidP="004A60F9">
      <w:pPr>
        <w:rPr>
          <w:b/>
        </w:rPr>
      </w:pPr>
    </w:p>
    <w:p w:rsidR="004A60F9" w:rsidRPr="009E0BB8" w:rsidRDefault="004A60F9" w:rsidP="004A60F9">
      <w:pPr>
        <w:rPr>
          <w:b/>
        </w:rPr>
      </w:pPr>
      <w:r>
        <w:rPr>
          <w:b/>
        </w:rPr>
        <w:t>H</w:t>
      </w:r>
      <w:r w:rsidRPr="009E0BB8">
        <w:rPr>
          <w:b/>
        </w:rPr>
        <w:t>istograms</w:t>
      </w:r>
    </w:p>
    <w:p w:rsidR="004A60F9" w:rsidRPr="009E0BB8" w:rsidRDefault="004A60F9" w:rsidP="004A60F9">
      <w:pPr>
        <w:rPr>
          <w:b/>
        </w:rPr>
      </w:pPr>
    </w:p>
    <w:p w:rsidR="004A60F9" w:rsidRDefault="004A60F9" w:rsidP="004A60F9">
      <w:r w:rsidRPr="009E0BB8">
        <w:t>The following histograms are based on the frequency distributions shown above.</w:t>
      </w:r>
    </w:p>
    <w:p w:rsidR="004A60F9" w:rsidRDefault="004A60F9" w:rsidP="004A60F9">
      <w:pPr>
        <w:jc w:val="center"/>
      </w:pPr>
      <w:r w:rsidRPr="00F80463">
        <w:rPr>
          <w:noProof/>
        </w:rPr>
        <w:drawing>
          <wp:inline distT="0" distB="0" distL="0" distR="0">
            <wp:extent cx="5486400" cy="3473450"/>
            <wp:effectExtent l="0" t="0" r="0" b="0"/>
            <wp:docPr id="27" name="Chart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A60F9" w:rsidRDefault="004A60F9" w:rsidP="004A60F9"/>
    <w:p w:rsidR="004A60F9" w:rsidRPr="009E0BB8" w:rsidRDefault="004A60F9" w:rsidP="004A60F9">
      <w:r w:rsidRPr="00F80463">
        <w:rPr>
          <w:noProof/>
        </w:rPr>
        <w:drawing>
          <wp:inline distT="0" distB="0" distL="0" distR="0">
            <wp:extent cx="5486400" cy="2487295"/>
            <wp:effectExtent l="0" t="0" r="0" b="8255"/>
            <wp:docPr id="26" name="Chart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A60F9" w:rsidRDefault="004A60F9" w:rsidP="004A60F9"/>
    <w:p w:rsidR="004A60F9" w:rsidRDefault="004A60F9" w:rsidP="004A60F9">
      <w:r w:rsidRPr="00F80463">
        <w:rPr>
          <w:noProof/>
        </w:rPr>
        <w:drawing>
          <wp:inline distT="0" distB="0" distL="0" distR="0">
            <wp:extent cx="5486400" cy="2487295"/>
            <wp:effectExtent l="0" t="0" r="0" b="8255"/>
            <wp:docPr id="25" name="Chart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A60F9" w:rsidRDefault="004A60F9" w:rsidP="004A60F9"/>
    <w:p w:rsidR="004A60F9" w:rsidRDefault="004A60F9" w:rsidP="004A60F9"/>
    <w:p w:rsidR="004A60F9" w:rsidRPr="009E0BB8" w:rsidRDefault="004A60F9" w:rsidP="004A60F9">
      <w:r w:rsidRPr="00F80463">
        <w:rPr>
          <w:noProof/>
        </w:rPr>
        <w:drawing>
          <wp:inline distT="0" distB="0" distL="0" distR="0">
            <wp:extent cx="5486400" cy="2487295"/>
            <wp:effectExtent l="0" t="0" r="0" b="8255"/>
            <wp:docPr id="24"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A60F9" w:rsidRPr="009E0BB8" w:rsidRDefault="004A60F9" w:rsidP="004A60F9">
      <w:pPr>
        <w:rPr>
          <w:b/>
        </w:rPr>
      </w:pPr>
      <w:r w:rsidRPr="009E0BB8">
        <w:rPr>
          <w:b/>
        </w:rPr>
        <w:t>Interpretation</w:t>
      </w:r>
    </w:p>
    <w:p w:rsidR="004A60F9" w:rsidRPr="009E0BB8" w:rsidRDefault="004A60F9" w:rsidP="004A60F9">
      <w:pPr>
        <w:rPr>
          <w:b/>
        </w:rPr>
      </w:pPr>
    </w:p>
    <w:p w:rsidR="004A60F9" w:rsidRPr="009E0BB8" w:rsidRDefault="004A60F9" w:rsidP="004A60F9">
      <w:r w:rsidRPr="009E0BB8">
        <w:rPr>
          <w:b/>
        </w:rPr>
        <w:t xml:space="preserve">Opening Weekend Gross Sales.  </w:t>
      </w:r>
      <w:r w:rsidRPr="009E0BB8">
        <w:t>The distribution is skewed to the right</w:t>
      </w:r>
      <w:r>
        <w:t xml:space="preserve"> with relatively few </w:t>
      </w:r>
      <w:r w:rsidRPr="009E0BB8">
        <w:t>motion pictures hav</w:t>
      </w:r>
      <w:r>
        <w:t>ing</w:t>
      </w:r>
      <w:r w:rsidRPr="009E0BB8">
        <w:t xml:space="preserve"> opening weekend gross sales</w:t>
      </w:r>
      <w:r>
        <w:t xml:space="preserve"> of at least $40 million </w:t>
      </w:r>
      <w:r w:rsidRPr="009E0BB8">
        <w:t>(</w:t>
      </w:r>
      <w:r>
        <w:t>14</w:t>
      </w:r>
      <w:r w:rsidRPr="009E0BB8">
        <w:t>%)</w:t>
      </w:r>
      <w:r>
        <w:t>, and o</w:t>
      </w:r>
      <w:r w:rsidRPr="009E0BB8">
        <w:t xml:space="preserve">nly 2% had opening weekend gross sales of $100 million or more. </w:t>
      </w:r>
      <w:r>
        <w:t xml:space="preserve">Relatively few motion pictures </w:t>
      </w:r>
      <w:r w:rsidRPr="009E0BB8">
        <w:t xml:space="preserve">had opening weekend gross sales </w:t>
      </w:r>
      <w:r>
        <w:t xml:space="preserve">less than $10 million. </w:t>
      </w:r>
      <w:r w:rsidRPr="009E0BB8">
        <w:t>7</w:t>
      </w:r>
      <w:r>
        <w:t>5</w:t>
      </w:r>
      <w:r w:rsidRPr="009E0BB8">
        <w:t xml:space="preserve">% of the motion pictures had opening weekend gross sales </w:t>
      </w:r>
      <w:r>
        <w:t xml:space="preserve">between </w:t>
      </w:r>
      <w:r w:rsidRPr="009E0BB8">
        <w:t>$10 million and $</w:t>
      </w:r>
      <w:r>
        <w:t>4</w:t>
      </w:r>
      <w:r w:rsidRPr="009E0BB8">
        <w:t>0 million</w:t>
      </w:r>
      <w:r>
        <w:t xml:space="preserve">, and the vast majority of those motion pictures (44 out of 75) </w:t>
      </w:r>
      <w:r w:rsidRPr="009E0BB8">
        <w:t xml:space="preserve">had opening weekend gross sales </w:t>
      </w:r>
      <w:r>
        <w:t xml:space="preserve">between </w:t>
      </w:r>
      <w:r w:rsidRPr="009E0BB8">
        <w:t>$10 million and $</w:t>
      </w:r>
      <w:r>
        <w:t>2</w:t>
      </w:r>
      <w:r w:rsidRPr="009E0BB8">
        <w:t xml:space="preserve">0 million. Unless there is something unusually attractive about the motion picture, an opening weekend gross sales </w:t>
      </w:r>
      <w:r>
        <w:t xml:space="preserve">between </w:t>
      </w:r>
      <w:r w:rsidRPr="009E0BB8">
        <w:t>$10 million and $</w:t>
      </w:r>
      <w:r>
        <w:t>4</w:t>
      </w:r>
      <w:r w:rsidRPr="009E0BB8">
        <w:t>0 million appears typical.</w:t>
      </w:r>
    </w:p>
    <w:p w:rsidR="004A60F9" w:rsidRPr="009E0BB8" w:rsidRDefault="004A60F9" w:rsidP="004A60F9"/>
    <w:p w:rsidR="004A60F9" w:rsidRPr="009E0BB8" w:rsidRDefault="004A60F9" w:rsidP="004A60F9">
      <w:r w:rsidRPr="009E0BB8">
        <w:rPr>
          <w:b/>
        </w:rPr>
        <w:t xml:space="preserve">Total Gross Sales.  </w:t>
      </w:r>
      <w:r w:rsidRPr="009E0BB8">
        <w:t>This distribution is also skewed to the right</w:t>
      </w:r>
      <w:r>
        <w:t>, with</w:t>
      </w:r>
      <w:r w:rsidRPr="009E0BB8">
        <w:t xml:space="preserve"> </w:t>
      </w:r>
      <w:r>
        <w:t xml:space="preserve">70% </w:t>
      </w:r>
      <w:r w:rsidRPr="009E0BB8">
        <w:t>of the motion pictures hav</w:t>
      </w:r>
      <w:r>
        <w:t>ing</w:t>
      </w:r>
      <w:r w:rsidRPr="009E0BB8">
        <w:t xml:space="preserve"> total gross sales less than $</w:t>
      </w:r>
      <w:r>
        <w:t>100</w:t>
      </w:r>
      <w:r w:rsidRPr="009E0BB8">
        <w:t xml:space="preserve"> million and </w:t>
      </w:r>
      <w:r>
        <w:t>85</w:t>
      </w:r>
      <w:r w:rsidRPr="009E0BB8">
        <w:t>% less than $1</w:t>
      </w:r>
      <w:r>
        <w:t>5</w:t>
      </w:r>
      <w:r w:rsidRPr="009E0BB8">
        <w:t xml:space="preserve">0 million.  Highly successful blockbuster motion pictures are rare. Total gross sales over $200 million occurred only </w:t>
      </w:r>
      <w:r>
        <w:t>7</w:t>
      </w:r>
      <w:r w:rsidRPr="009E0BB8">
        <w:t>% of the time and over $3</w:t>
      </w:r>
      <w:r>
        <w:t>5</w:t>
      </w:r>
      <w:r w:rsidRPr="009E0BB8">
        <w:t xml:space="preserve">0 million occurred only </w:t>
      </w:r>
      <w:r>
        <w:t>2</w:t>
      </w:r>
      <w:r w:rsidRPr="009E0BB8">
        <w:t>% of the time. No motion picture reported $400 million in total gross sales. Unless there is something unusually attractive about the motion picture, a total gross sales less than $</w:t>
      </w:r>
      <w:r>
        <w:t>10</w:t>
      </w:r>
      <w:r w:rsidRPr="009E0BB8">
        <w:t>0 million appears typical.</w:t>
      </w:r>
    </w:p>
    <w:p w:rsidR="004A60F9" w:rsidRPr="009E0BB8" w:rsidRDefault="004A60F9" w:rsidP="004A60F9"/>
    <w:p w:rsidR="004A60F9" w:rsidRPr="009E0BB8" w:rsidRDefault="004A60F9" w:rsidP="004A60F9">
      <w:r w:rsidRPr="009E0BB8">
        <w:rPr>
          <w:b/>
        </w:rPr>
        <w:t xml:space="preserve">Number of Theaters.  </w:t>
      </w:r>
      <w:r w:rsidRPr="009E0BB8">
        <w:t xml:space="preserve">This distribution is skewed to the </w:t>
      </w:r>
      <w:r>
        <w:t>left</w:t>
      </w:r>
      <w:r w:rsidRPr="009E0BB8">
        <w:t>.  The number of theaters range from less than 500 to almost 4</w:t>
      </w:r>
      <w:r>
        <w:t>5</w:t>
      </w:r>
      <w:r w:rsidRPr="009E0BB8">
        <w:t xml:space="preserve">00. </w:t>
      </w:r>
      <w:r>
        <w:t>82</w:t>
      </w:r>
      <w:r w:rsidRPr="009E0BB8">
        <w:t>% of the</w:t>
      </w:r>
      <w:r>
        <w:t>se</w:t>
      </w:r>
      <w:r w:rsidRPr="009E0BB8">
        <w:t xml:space="preserve"> motion pictures had </w:t>
      </w:r>
      <w:r>
        <w:t xml:space="preserve">extensive </w:t>
      </w:r>
      <w:r w:rsidRPr="009E0BB8">
        <w:t xml:space="preserve">market exposure with the number of theaters </w:t>
      </w:r>
      <w:r>
        <w:t>between 2500 and 4000</w:t>
      </w:r>
      <w:r w:rsidRPr="009E0BB8">
        <w:t xml:space="preserve">. </w:t>
      </w:r>
      <w:r>
        <w:t>As would be expected for</w:t>
      </w:r>
      <w:r w:rsidRPr="009E0BB8">
        <w:t xml:space="preserve"> the</w:t>
      </w:r>
      <w:r>
        <w:t>se</w:t>
      </w:r>
      <w:r w:rsidRPr="009E0BB8">
        <w:t xml:space="preserve"> motion pictures</w:t>
      </w:r>
      <w:r>
        <w:t xml:space="preserve">, and small percentage (5%) </w:t>
      </w:r>
      <w:r w:rsidRPr="009E0BB8">
        <w:t>appear</w:t>
      </w:r>
      <w:r>
        <w:t>ed</w:t>
      </w:r>
      <w:r w:rsidRPr="009E0BB8">
        <w:t xml:space="preserve"> in </w:t>
      </w:r>
      <w:r>
        <w:t>fewer than 2000</w:t>
      </w:r>
      <w:r w:rsidRPr="009E0BB8">
        <w:t xml:space="preserve"> theaters. </w:t>
      </w:r>
      <w:r>
        <w:t>25</w:t>
      </w:r>
      <w:r w:rsidRPr="009E0BB8">
        <w:t xml:space="preserve">00 to 4000 theaters is typical for </w:t>
      </w:r>
      <w:r>
        <w:t xml:space="preserve">these </w:t>
      </w:r>
      <w:r w:rsidRPr="009E0BB8">
        <w:t>motion picture</w:t>
      </w:r>
      <w:r>
        <w:t>s</w:t>
      </w:r>
      <w:r w:rsidRPr="009E0BB8">
        <w:t>.</w:t>
      </w:r>
    </w:p>
    <w:p w:rsidR="004A60F9" w:rsidRPr="009E0BB8" w:rsidRDefault="004A60F9" w:rsidP="004A60F9"/>
    <w:p w:rsidR="004A60F9" w:rsidRPr="009E0BB8" w:rsidRDefault="004A60F9" w:rsidP="004A60F9">
      <w:r w:rsidRPr="009E0BB8">
        <w:rPr>
          <w:b/>
        </w:rPr>
        <w:t xml:space="preserve">Weeks in </w:t>
      </w:r>
      <w:r>
        <w:rPr>
          <w:b/>
        </w:rPr>
        <w:t>Release</w:t>
      </w:r>
      <w:r w:rsidRPr="009E0BB8">
        <w:rPr>
          <w:b/>
        </w:rPr>
        <w:t xml:space="preserve">.  </w:t>
      </w:r>
      <w:r w:rsidRPr="009E0BB8">
        <w:t xml:space="preserve">This distribution is skewed to the right. </w:t>
      </w:r>
      <w:r>
        <w:t>Each of these motion pictures spent at least 5 weeks in release, with most (86%) in release for 10 or more weeks. Very few of these motion pictures (8%) lasted at least twenty weeks in release, and only one was in release for more than forty weeks.</w:t>
      </w:r>
    </w:p>
    <w:p w:rsidR="004A60F9" w:rsidRPr="009E0BB8" w:rsidRDefault="004A60F9" w:rsidP="004A60F9"/>
    <w:p w:rsidR="004A60F9" w:rsidRPr="009E0BB8" w:rsidRDefault="004A60F9" w:rsidP="004A60F9">
      <w:r w:rsidRPr="009E0BB8">
        <w:rPr>
          <w:b/>
        </w:rPr>
        <w:t>General Observations</w:t>
      </w:r>
      <w:r w:rsidRPr="009E0BB8">
        <w:t xml:space="preserve">.  The data show </w:t>
      </w:r>
      <w:r>
        <w:t>that although many of these motion pictures had moderate opening weekend gross sales, most were in distribution in many theaters over several weeks and earned a relatively high total gross sales. It appears that many of the most successful films for this year were able to succeed without a big opening weekend at the box office.</w:t>
      </w:r>
    </w:p>
    <w:p w:rsidR="004A60F9" w:rsidRDefault="004A60F9" w:rsidP="004A60F9">
      <w:pPr>
        <w:rPr>
          <w:b/>
        </w:rPr>
      </w:pPr>
    </w:p>
    <w:p w:rsidR="004A60F9" w:rsidRPr="009E0BB8" w:rsidRDefault="004A60F9" w:rsidP="004A60F9">
      <w:pPr>
        <w:rPr>
          <w:b/>
        </w:rPr>
      </w:pPr>
      <w:r w:rsidRPr="009E0BB8">
        <w:rPr>
          <w:b/>
        </w:rPr>
        <w:t>Scatter Diagrams</w:t>
      </w:r>
    </w:p>
    <w:p w:rsidR="004A60F9" w:rsidRPr="009E0BB8" w:rsidRDefault="004A60F9" w:rsidP="004A60F9"/>
    <w:p w:rsidR="004A60F9" w:rsidRDefault="004A60F9" w:rsidP="004A60F9">
      <w:r w:rsidRPr="009E0BB8">
        <w:t>Three scatter diagrams are suggested to show how Total Gross Sales is related to each of the other three variables.</w:t>
      </w:r>
    </w:p>
    <w:p w:rsidR="004A60F9" w:rsidRDefault="004A60F9" w:rsidP="004A60F9">
      <w:r w:rsidRPr="00F80463">
        <w:rPr>
          <w:noProof/>
        </w:rPr>
        <w:drawing>
          <wp:inline distT="0" distB="0" distL="0" distR="0">
            <wp:extent cx="4572000" cy="2743200"/>
            <wp:effectExtent l="0" t="0" r="0" b="0"/>
            <wp:docPr id="23" name="Chart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A60F9" w:rsidRDefault="004A60F9" w:rsidP="004A60F9">
      <w:r w:rsidRPr="00F80463">
        <w:rPr>
          <w:noProof/>
        </w:rPr>
        <w:drawing>
          <wp:inline distT="0" distB="0" distL="0" distR="0">
            <wp:extent cx="4572000" cy="2743200"/>
            <wp:effectExtent l="0" t="0" r="0" b="0"/>
            <wp:docPr id="22"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A60F9" w:rsidRPr="009E0BB8" w:rsidRDefault="004A60F9" w:rsidP="004A60F9">
      <w:r w:rsidRPr="00F80463">
        <w:rPr>
          <w:noProof/>
        </w:rPr>
        <w:drawing>
          <wp:inline distT="0" distB="0" distL="0" distR="0">
            <wp:extent cx="4572000" cy="2743200"/>
            <wp:effectExtent l="0" t="0" r="0" b="0"/>
            <wp:docPr id="21" name="Chart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A60F9" w:rsidRPr="009E0BB8" w:rsidRDefault="004A60F9" w:rsidP="004A60F9">
      <w:r w:rsidRPr="009E0BB8">
        <w:rPr>
          <w:b/>
        </w:rPr>
        <w:t>Interpretation</w:t>
      </w:r>
    </w:p>
    <w:p w:rsidR="004A60F9" w:rsidRPr="009E0BB8" w:rsidRDefault="004A60F9" w:rsidP="004A60F9"/>
    <w:p w:rsidR="004A60F9" w:rsidRPr="009E0BB8" w:rsidRDefault="004A60F9" w:rsidP="004A60F9">
      <w:r w:rsidRPr="009E0BB8">
        <w:rPr>
          <w:b/>
        </w:rPr>
        <w:t xml:space="preserve">Opening Weekend Gross Sales. </w:t>
      </w:r>
      <w:r w:rsidRPr="009E0BB8">
        <w:t xml:space="preserve">The scatter plot of total gross sales and opening weekend gross sales shows a strong positive relationship. Motion pictures with the highest total gross sales were </w:t>
      </w:r>
      <w:r>
        <w:t xml:space="preserve">generally </w:t>
      </w:r>
      <w:r w:rsidRPr="009E0BB8">
        <w:t>the motion pictures with the highest opening weekend gross sales. How the motion picture does during its opening weekend should be a very good predictor of how the motion picture will do in terms of total gross sales.  Note in the scatter diagram that the majority of the motion pictures show a low opening weekend gross sales and a low total gross sales.</w:t>
      </w:r>
    </w:p>
    <w:p w:rsidR="004A60F9" w:rsidRPr="009E0BB8" w:rsidRDefault="004A60F9" w:rsidP="004A60F9"/>
    <w:p w:rsidR="004A60F9" w:rsidRPr="009E0BB8" w:rsidRDefault="004A60F9" w:rsidP="004A60F9">
      <w:r w:rsidRPr="009E0BB8">
        <w:rPr>
          <w:b/>
        </w:rPr>
        <w:t xml:space="preserve">Number of Theaters. </w:t>
      </w:r>
      <w:r w:rsidRPr="009E0BB8">
        <w:t xml:space="preserve">The scatter plot of the total gross sales and number of theaters also shows a positive </w:t>
      </w:r>
      <w:r>
        <w:t xml:space="preserve">nonlinear </w:t>
      </w:r>
      <w:r w:rsidRPr="009E0BB8">
        <w:t xml:space="preserve">relationship. </w:t>
      </w:r>
      <w:r>
        <w:t>The relationship between t</w:t>
      </w:r>
      <w:r w:rsidRPr="009E0BB8">
        <w:t xml:space="preserve">otal gross sales </w:t>
      </w:r>
      <w:r>
        <w:t xml:space="preserve">and </w:t>
      </w:r>
      <w:r w:rsidRPr="009E0BB8">
        <w:t>the number of theaters</w:t>
      </w:r>
      <w:r>
        <w:t xml:space="preserve"> f</w:t>
      </w:r>
      <w:r w:rsidRPr="009E0BB8">
        <w:t>or motion pictures playing in less than 3000 theaters</w:t>
      </w:r>
      <w:r>
        <w:t xml:space="preserve"> is flat, but for motion pictures playing in more than 3000 theaters the relationship between </w:t>
      </w:r>
      <w:r w:rsidRPr="009E0BB8">
        <w:t xml:space="preserve">total gross sales </w:t>
      </w:r>
      <w:r>
        <w:t xml:space="preserve">and </w:t>
      </w:r>
      <w:r w:rsidRPr="009E0BB8">
        <w:t>the number of theaters</w:t>
      </w:r>
      <w:r>
        <w:t xml:space="preserve"> is positive and relatively steep</w:t>
      </w:r>
      <w:r w:rsidRPr="009E0BB8">
        <w:t xml:space="preserve">. </w:t>
      </w:r>
      <w:r>
        <w:t>Perhaps blockbuster motion pictures playing in over 4000 theaters have neared the maximum number of theaters in which they can play, and at that point the number of people who attend per showing increases to accommodate the large number of people who want to see a blockbuster film.</w:t>
      </w:r>
    </w:p>
    <w:p w:rsidR="004A60F9" w:rsidRPr="009E0BB8" w:rsidRDefault="004A60F9" w:rsidP="004A60F9"/>
    <w:p w:rsidR="004A60F9" w:rsidRPr="009E0BB8" w:rsidRDefault="004A60F9" w:rsidP="004A60F9">
      <w:r w:rsidRPr="009E0BB8">
        <w:rPr>
          <w:b/>
        </w:rPr>
        <w:t xml:space="preserve">Weeks in </w:t>
      </w:r>
      <w:r>
        <w:rPr>
          <w:b/>
        </w:rPr>
        <w:t>Release</w:t>
      </w:r>
      <w:r w:rsidRPr="009E0BB8">
        <w:rPr>
          <w:b/>
        </w:rPr>
        <w:t xml:space="preserve">.  </w:t>
      </w:r>
      <w:r w:rsidRPr="009E0BB8">
        <w:t xml:space="preserve">The scatter plot of the total gross sales and weeks in </w:t>
      </w:r>
      <w:r>
        <w:t>release</w:t>
      </w:r>
      <w:r w:rsidRPr="009E0BB8">
        <w:t xml:space="preserve"> shows a positive relationship, but this relationship appears to be the weakest of the three relationships studied. Generally, the higher gross sales motion pictures are in </w:t>
      </w:r>
      <w:r>
        <w:t>release for the highest number of weeks</w:t>
      </w:r>
      <w:r w:rsidRPr="009E0BB8">
        <w:t xml:space="preserve">. However, this is not always the case. </w:t>
      </w:r>
      <w:r>
        <w:t xml:space="preserve">The five </w:t>
      </w:r>
      <w:r w:rsidRPr="009E0BB8">
        <w:t xml:space="preserve">motion pictures with the highest total gross sales </w:t>
      </w:r>
      <w:r>
        <w:t xml:space="preserve">were in release </w:t>
      </w:r>
      <w:r w:rsidRPr="009E0BB8">
        <w:t xml:space="preserve">less than 20 weeks. At the same time, </w:t>
      </w:r>
      <w:r>
        <w:t xml:space="preserve">three of the six </w:t>
      </w:r>
      <w:r w:rsidRPr="009E0BB8">
        <w:t xml:space="preserve">motion pictures with </w:t>
      </w:r>
      <w:r>
        <w:t xml:space="preserve">over </w:t>
      </w:r>
      <w:r w:rsidRPr="009E0BB8">
        <w:t xml:space="preserve">20 weeks in </w:t>
      </w:r>
      <w:r>
        <w:t xml:space="preserve">release </w:t>
      </w:r>
      <w:r w:rsidRPr="009E0BB8">
        <w:t>ha</w:t>
      </w:r>
      <w:r>
        <w:t>d</w:t>
      </w:r>
      <w:r w:rsidRPr="009E0BB8">
        <w:t xml:space="preserve"> total gross sales</w:t>
      </w:r>
      <w:r>
        <w:t xml:space="preserve"> of less than $100 million</w:t>
      </w:r>
      <w:r w:rsidRPr="009E0BB8">
        <w:t xml:space="preserve">. This suggests that in some cases blockbuster movies with high gross sales may run their course quickly and not have an excessively long </w:t>
      </w:r>
      <w:r>
        <w:t>release</w:t>
      </w:r>
      <w:r w:rsidRPr="009E0BB8">
        <w:t xml:space="preserve">. At the same time, perhaps quality motion pictures with a limited audience may not generate the high total gross sales but may still </w:t>
      </w:r>
      <w:r>
        <w:t xml:space="preserve">be in release for more than </w:t>
      </w:r>
      <w:r w:rsidRPr="009E0BB8">
        <w:t xml:space="preserve">20 weeks. The number of weeks in </w:t>
      </w:r>
      <w:r>
        <w:t>release</w:t>
      </w:r>
      <w:r w:rsidRPr="009E0BB8">
        <w:t xml:space="preserve"> does not appear to the best predictor of total gross sales.</w:t>
      </w:r>
    </w:p>
    <w:p w:rsidR="0045359A" w:rsidRDefault="0045359A" w:rsidP="00CA210D">
      <w:bookmarkStart w:id="0" w:name="_GoBack"/>
      <w:bookmarkEnd w:id="0"/>
    </w:p>
    <w:p w:rsidR="0045359A" w:rsidRDefault="0045359A" w:rsidP="00CA210D"/>
    <w:p w:rsidR="0045359A" w:rsidRDefault="0045359A">
      <w:r>
        <w:br w:type="page"/>
      </w:r>
    </w:p>
    <w:p w:rsidR="0045359A" w:rsidRDefault="0045359A" w:rsidP="0045359A">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lastRenderedPageBreak/>
        <w:t>Case Problem 3: Queen City</w:t>
      </w:r>
    </w:p>
    <w:p w:rsidR="0045359A" w:rsidRDefault="0045359A" w:rsidP="0045359A"/>
    <w:p w:rsidR="0045359A" w:rsidRPr="009E0BB8" w:rsidRDefault="0045359A" w:rsidP="0045359A">
      <w:r w:rsidRPr="009E0BB8">
        <w:t xml:space="preserve"> This case provides the student with the opportunity to use </w:t>
      </w:r>
      <w:r>
        <w:t xml:space="preserve">basic </w:t>
      </w:r>
      <w:r w:rsidRPr="009E0BB8">
        <w:t xml:space="preserve">tabular and graphical presentations to </w:t>
      </w:r>
      <w:r>
        <w:t>describe</w:t>
      </w:r>
      <w:r w:rsidRPr="009E0BB8">
        <w:t xml:space="preserve"> data from the</w:t>
      </w:r>
      <w:r>
        <w:t xml:space="preserve"> annual expenditures for the city of Cincinnati, Ohio. The data set is large relative to others in the text. It contains 5,427 records of expenditures. As such, one point of this case is to expose students to a larger data set and help them understand that the pivot tables and charts can be used on a larger data set. In some cases, the student will have to copy, paste, and aggregate data to create the desired tables and charts.  Style of presentation may vary by student (for example, vertical versus horizontal bar charts may be used). </w:t>
      </w:r>
      <w:r w:rsidRPr="009E0BB8">
        <w:t xml:space="preserve">We illustrate </w:t>
      </w:r>
      <w:r>
        <w:t>with results and comments below</w:t>
      </w:r>
      <w:r w:rsidRPr="009E0BB8">
        <w:t>.</w:t>
      </w:r>
    </w:p>
    <w:p w:rsidR="0045359A" w:rsidRDefault="0045359A" w:rsidP="0045359A"/>
    <w:p w:rsidR="0045359A" w:rsidRPr="009E0BB8" w:rsidRDefault="0045359A" w:rsidP="0045359A">
      <w:pPr>
        <w:rPr>
          <w:b/>
        </w:rPr>
      </w:pPr>
      <w:r>
        <w:rPr>
          <w:b/>
        </w:rPr>
        <w:t>Expenditures by Category</w:t>
      </w:r>
    </w:p>
    <w:p w:rsidR="0045359A" w:rsidRPr="009E0BB8" w:rsidRDefault="0045359A" w:rsidP="0045359A">
      <w:pPr>
        <w:rPr>
          <w:b/>
        </w:rPr>
      </w:pPr>
    </w:p>
    <w:p w:rsidR="0045359A" w:rsidRDefault="0045359A" w:rsidP="0045359A">
      <w:r>
        <w:t>The pivot table shows expenditures and percentage of total expenditures by category. The bar chart shows percentage of total expenditures by category (both the table and the bar chart are sorted in descending order). Capital expenditures and payroll account for over 50% of all expenditures. Total expenditures are over $660 million. Debt Service seems somewhat high, as it is over 10% of total expenditures.</w:t>
      </w:r>
    </w:p>
    <w:p w:rsidR="0045359A" w:rsidRDefault="0045359A" w:rsidP="0045359A"/>
    <w:p w:rsidR="0045359A" w:rsidRDefault="0045359A" w:rsidP="0045359A">
      <w:r w:rsidRPr="009E0BB8">
        <w:tab/>
      </w:r>
    </w:p>
    <w:tbl>
      <w:tblPr>
        <w:tblW w:w="0" w:type="auto"/>
        <w:jc w:val="center"/>
        <w:tblLayout w:type="fixed"/>
        <w:tblLook w:val="0000" w:firstRow="0" w:lastRow="0" w:firstColumn="0" w:lastColumn="0" w:noHBand="0" w:noVBand="0"/>
      </w:tblPr>
      <w:tblGrid>
        <w:gridCol w:w="2417"/>
        <w:gridCol w:w="2433"/>
        <w:gridCol w:w="2756"/>
      </w:tblGrid>
      <w:tr w:rsidR="0045359A" w:rsidRPr="001648F3" w:rsidTr="003D30B7">
        <w:trPr>
          <w:trHeight w:val="290"/>
          <w:jc w:val="center"/>
        </w:trPr>
        <w:tc>
          <w:tcPr>
            <w:tcW w:w="2417" w:type="dxa"/>
            <w:tcBorders>
              <w:top w:val="nil"/>
              <w:left w:val="nil"/>
              <w:bottom w:val="single" w:sz="6" w:space="0" w:color="auto"/>
              <w:right w:val="nil"/>
            </w:tcBorders>
          </w:tcPr>
          <w:p w:rsidR="0045359A" w:rsidRPr="001648F3" w:rsidRDefault="0045359A" w:rsidP="003D30B7">
            <w:pPr>
              <w:autoSpaceDE w:val="0"/>
              <w:autoSpaceDN w:val="0"/>
              <w:adjustRightInd w:val="0"/>
              <w:jc w:val="center"/>
              <w:rPr>
                <w:b/>
                <w:bCs/>
                <w:color w:val="000000"/>
              </w:rPr>
            </w:pPr>
            <w:r w:rsidRPr="001648F3">
              <w:rPr>
                <w:b/>
                <w:bCs/>
                <w:color w:val="000000"/>
              </w:rPr>
              <w:t>Category</w:t>
            </w:r>
          </w:p>
        </w:tc>
        <w:tc>
          <w:tcPr>
            <w:tcW w:w="2433" w:type="dxa"/>
            <w:tcBorders>
              <w:top w:val="nil"/>
              <w:left w:val="nil"/>
              <w:bottom w:val="single" w:sz="6" w:space="0" w:color="auto"/>
              <w:right w:val="nil"/>
            </w:tcBorders>
          </w:tcPr>
          <w:p w:rsidR="0045359A" w:rsidRPr="001648F3" w:rsidRDefault="0045359A" w:rsidP="003D30B7">
            <w:pPr>
              <w:autoSpaceDE w:val="0"/>
              <w:autoSpaceDN w:val="0"/>
              <w:adjustRightInd w:val="0"/>
              <w:jc w:val="center"/>
              <w:rPr>
                <w:b/>
                <w:bCs/>
                <w:color w:val="000000"/>
              </w:rPr>
            </w:pPr>
            <w:r w:rsidRPr="001648F3">
              <w:rPr>
                <w:b/>
                <w:bCs/>
                <w:color w:val="000000"/>
              </w:rPr>
              <w:t>Total Expenditures</w:t>
            </w:r>
          </w:p>
        </w:tc>
        <w:tc>
          <w:tcPr>
            <w:tcW w:w="2756" w:type="dxa"/>
            <w:tcBorders>
              <w:top w:val="nil"/>
              <w:left w:val="nil"/>
              <w:bottom w:val="single" w:sz="6" w:space="0" w:color="auto"/>
              <w:right w:val="nil"/>
            </w:tcBorders>
          </w:tcPr>
          <w:p w:rsidR="0045359A" w:rsidRPr="001648F3" w:rsidRDefault="0045359A" w:rsidP="003D30B7">
            <w:pPr>
              <w:autoSpaceDE w:val="0"/>
              <w:autoSpaceDN w:val="0"/>
              <w:adjustRightInd w:val="0"/>
              <w:jc w:val="center"/>
              <w:rPr>
                <w:b/>
                <w:bCs/>
                <w:color w:val="000000"/>
              </w:rPr>
            </w:pPr>
            <w:r w:rsidRPr="001648F3">
              <w:rPr>
                <w:b/>
                <w:bCs/>
                <w:color w:val="000000"/>
              </w:rPr>
              <w:t>% of Total Expenditures</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Capital</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$198,365,854</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29.98%</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Payroll</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$145,017,555</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21.92%</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Debt Service</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$86,913,978</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13.14%</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Contractual Services</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$85,043,249</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12.85%</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Fringe Benefits</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$66,053,340</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9.98%</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Fixed Costs</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$53,732,177</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8.12%</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Materials and Supplies</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$19,934,710</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3.01%</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Inventory</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$6,393,394</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0.97%</w:t>
            </w:r>
          </w:p>
        </w:tc>
      </w:tr>
      <w:tr w:rsidR="0045359A" w:rsidRPr="001648F3" w:rsidTr="003D30B7">
        <w:trPr>
          <w:trHeight w:val="290"/>
          <w:jc w:val="center"/>
        </w:trPr>
        <w:tc>
          <w:tcPr>
            <w:tcW w:w="2417" w:type="dxa"/>
            <w:tcBorders>
              <w:top w:val="nil"/>
              <w:left w:val="nil"/>
              <w:bottom w:val="single" w:sz="6" w:space="0" w:color="auto"/>
              <w:right w:val="nil"/>
            </w:tcBorders>
          </w:tcPr>
          <w:p w:rsidR="0045359A" w:rsidRPr="001648F3" w:rsidRDefault="0045359A" w:rsidP="003D30B7">
            <w:pPr>
              <w:autoSpaceDE w:val="0"/>
              <w:autoSpaceDN w:val="0"/>
              <w:adjustRightInd w:val="0"/>
              <w:rPr>
                <w:color w:val="000000"/>
              </w:rPr>
            </w:pPr>
            <w:r w:rsidRPr="001648F3">
              <w:rPr>
                <w:color w:val="000000"/>
              </w:rPr>
              <w:t>Payables</w:t>
            </w:r>
          </w:p>
        </w:tc>
        <w:tc>
          <w:tcPr>
            <w:tcW w:w="2433" w:type="dxa"/>
            <w:tcBorders>
              <w:top w:val="nil"/>
              <w:left w:val="nil"/>
              <w:bottom w:val="single" w:sz="6" w:space="0" w:color="auto"/>
              <w:right w:val="nil"/>
            </w:tcBorders>
          </w:tcPr>
          <w:p w:rsidR="0045359A" w:rsidRPr="001648F3" w:rsidRDefault="0045359A" w:rsidP="003D30B7">
            <w:pPr>
              <w:autoSpaceDE w:val="0"/>
              <w:autoSpaceDN w:val="0"/>
              <w:adjustRightInd w:val="0"/>
              <w:jc w:val="right"/>
              <w:rPr>
                <w:color w:val="000000"/>
              </w:rPr>
            </w:pPr>
            <w:r w:rsidRPr="001648F3">
              <w:rPr>
                <w:color w:val="000000"/>
              </w:rPr>
              <w:t>$180,435</w:t>
            </w:r>
          </w:p>
        </w:tc>
        <w:tc>
          <w:tcPr>
            <w:tcW w:w="2756" w:type="dxa"/>
            <w:tcBorders>
              <w:top w:val="nil"/>
              <w:left w:val="nil"/>
              <w:bottom w:val="single" w:sz="6" w:space="0" w:color="auto"/>
              <w:right w:val="nil"/>
            </w:tcBorders>
          </w:tcPr>
          <w:p w:rsidR="0045359A" w:rsidRPr="001648F3" w:rsidRDefault="0045359A" w:rsidP="003D30B7">
            <w:pPr>
              <w:autoSpaceDE w:val="0"/>
              <w:autoSpaceDN w:val="0"/>
              <w:adjustRightInd w:val="0"/>
              <w:jc w:val="right"/>
              <w:rPr>
                <w:color w:val="000000"/>
              </w:rPr>
            </w:pPr>
            <w:r w:rsidRPr="001648F3">
              <w:rPr>
                <w:color w:val="000000"/>
              </w:rPr>
              <w:t>0.03%</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Grand Total</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$661,634,693</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100.0%</w:t>
            </w:r>
          </w:p>
        </w:tc>
      </w:tr>
    </w:tbl>
    <w:p w:rsidR="0045359A" w:rsidRDefault="0045359A" w:rsidP="0045359A"/>
    <w:p w:rsidR="0045359A" w:rsidRDefault="0045359A" w:rsidP="0045359A"/>
    <w:p w:rsidR="0045359A" w:rsidRPr="009E0BB8" w:rsidRDefault="0045359A" w:rsidP="0045359A">
      <w:pPr>
        <w:jc w:val="center"/>
      </w:pPr>
      <w:r>
        <w:rPr>
          <w:noProof/>
        </w:rPr>
        <w:lastRenderedPageBreak/>
        <w:drawing>
          <wp:inline distT="0" distB="0" distL="0" distR="0" wp14:anchorId="785E35E8" wp14:editId="5146EBDB">
            <wp:extent cx="5019675" cy="3067685"/>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5359A" w:rsidRDefault="0045359A" w:rsidP="0045359A"/>
    <w:p w:rsidR="0045359A" w:rsidRDefault="0045359A" w:rsidP="0045359A"/>
    <w:p w:rsidR="0045359A" w:rsidRPr="009E0BB8" w:rsidRDefault="0045359A" w:rsidP="0045359A">
      <w:pPr>
        <w:jc w:val="center"/>
      </w:pPr>
    </w:p>
    <w:p w:rsidR="0045359A" w:rsidRPr="009E0BB8" w:rsidRDefault="0045359A" w:rsidP="0045359A">
      <w:pPr>
        <w:rPr>
          <w:b/>
        </w:rPr>
      </w:pPr>
      <w:r>
        <w:rPr>
          <w:b/>
        </w:rPr>
        <w:t>Expenditures by Department</w:t>
      </w:r>
    </w:p>
    <w:p w:rsidR="0045359A" w:rsidRDefault="0045359A" w:rsidP="0045359A">
      <w:pPr>
        <w:rPr>
          <w:b/>
        </w:rPr>
      </w:pPr>
    </w:p>
    <w:p w:rsidR="0045359A" w:rsidRDefault="0045359A" w:rsidP="0045359A">
      <w:r w:rsidRPr="009E0BB8">
        <w:t xml:space="preserve">The following </w:t>
      </w:r>
      <w:r>
        <w:t>table and bar chart show the percentages of total expenditures incurred by department</w:t>
      </w:r>
      <w:r w:rsidRPr="009E0BB8">
        <w:t>.</w:t>
      </w:r>
      <w:r>
        <w:t xml:space="preserve"> Note that we have combined all departments that individually incurred less than 1% of the total expenditures. There are 119 departments, and 96 each account for less than 1% of the total expenditures. As shown below, only six individual departments incur 5% or more of the total expenditures. These include, Police, Sewers, Transportation Engineering (Engineering). Fire, Sewer Debt Service and Finance/Risk Management. Debt service on sewers as a percentage of total expenditures</w:t>
      </w:r>
      <w:r w:rsidRPr="00FE45A3">
        <w:t xml:space="preserve"> </w:t>
      </w:r>
      <w:r>
        <w:t>appears to be very high.</w:t>
      </w:r>
    </w:p>
    <w:p w:rsidR="0045359A" w:rsidRDefault="0045359A" w:rsidP="0045359A"/>
    <w:p w:rsidR="0045359A" w:rsidRDefault="0045359A" w:rsidP="0045359A">
      <w:pPr>
        <w:rPr>
          <w:b/>
        </w:rPr>
      </w:pPr>
    </w:p>
    <w:tbl>
      <w:tblPr>
        <w:tblW w:w="6160" w:type="dxa"/>
        <w:jc w:val="center"/>
        <w:tblLook w:val="04A0" w:firstRow="1" w:lastRow="0" w:firstColumn="1" w:lastColumn="0" w:noHBand="0" w:noVBand="1"/>
      </w:tblPr>
      <w:tblGrid>
        <w:gridCol w:w="4120"/>
        <w:gridCol w:w="2040"/>
      </w:tblGrid>
      <w:tr w:rsidR="0045359A" w:rsidRPr="001648F3" w:rsidTr="003D30B7">
        <w:trPr>
          <w:trHeight w:val="255"/>
          <w:jc w:val="center"/>
        </w:trPr>
        <w:tc>
          <w:tcPr>
            <w:tcW w:w="4120" w:type="dxa"/>
            <w:tcBorders>
              <w:top w:val="nil"/>
              <w:left w:val="nil"/>
              <w:bottom w:val="single" w:sz="4" w:space="0" w:color="auto"/>
              <w:right w:val="nil"/>
            </w:tcBorders>
            <w:shd w:val="clear" w:color="auto" w:fill="auto"/>
            <w:noWrap/>
            <w:vAlign w:val="bottom"/>
            <w:hideMark/>
          </w:tcPr>
          <w:p w:rsidR="0045359A" w:rsidRPr="001648F3" w:rsidRDefault="0045359A" w:rsidP="003D30B7">
            <w:pPr>
              <w:jc w:val="center"/>
              <w:rPr>
                <w:b/>
                <w:bCs/>
                <w:color w:val="000000"/>
              </w:rPr>
            </w:pPr>
            <w:r w:rsidRPr="001648F3">
              <w:rPr>
                <w:b/>
                <w:bCs/>
                <w:color w:val="000000"/>
              </w:rPr>
              <w:t>Department</w:t>
            </w:r>
          </w:p>
        </w:tc>
        <w:tc>
          <w:tcPr>
            <w:tcW w:w="2040" w:type="dxa"/>
            <w:tcBorders>
              <w:top w:val="nil"/>
              <w:left w:val="nil"/>
              <w:bottom w:val="single" w:sz="4" w:space="0" w:color="auto"/>
              <w:right w:val="nil"/>
            </w:tcBorders>
            <w:shd w:val="clear" w:color="auto" w:fill="auto"/>
            <w:noWrap/>
            <w:vAlign w:val="bottom"/>
            <w:hideMark/>
          </w:tcPr>
          <w:p w:rsidR="0045359A" w:rsidRPr="001648F3" w:rsidRDefault="0045359A" w:rsidP="003D30B7">
            <w:pPr>
              <w:jc w:val="center"/>
              <w:rPr>
                <w:b/>
                <w:bCs/>
                <w:color w:val="000000"/>
              </w:rPr>
            </w:pPr>
            <w:r w:rsidRPr="001648F3">
              <w:rPr>
                <w:b/>
                <w:bCs/>
                <w:color w:val="000000"/>
              </w:rPr>
              <w:t>% of Total Expenditures</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Department of Police</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9.7%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Department of Sewers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8.8%</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Transportation and Engineering, (Engineering)</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8.7%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Department of Fire</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7.2%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Sewers, Debt Service</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6.6%</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Finance, Risk Management</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5.4%</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SORTA Operations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3.6%</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Water Works, Debt Service</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3.2%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Department of water Works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3.1%</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Finance, Treasury</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2.8%</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Economic Development</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2.1%</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Division of Parking Services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1.9%</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Community Development, Housing</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Enterprise Technology Solutions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Public Services, Fleet Services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Finance, Accounts &amp; Audits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lastRenderedPageBreak/>
              <w:t>Transportation and Engineering, Planning</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1.6%</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Public Services, Neighborhood Operations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1.4%</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Sewers, Millcreek</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1.3%</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Health, Primary Health Care Centers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Water Works, Water Supply</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Public Services, Facilities Management</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1.1%</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Sewers, Wastewater Administration</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1.0%</w:t>
            </w:r>
          </w:p>
        </w:tc>
      </w:tr>
      <w:tr w:rsidR="0045359A" w:rsidRPr="001648F3" w:rsidTr="003D30B7">
        <w:trPr>
          <w:trHeight w:val="255"/>
          <w:jc w:val="center"/>
        </w:trPr>
        <w:tc>
          <w:tcPr>
            <w:tcW w:w="4120" w:type="dxa"/>
            <w:tcBorders>
              <w:top w:val="nil"/>
              <w:left w:val="nil"/>
              <w:bottom w:val="single" w:sz="4" w:space="0" w:color="auto"/>
              <w:right w:val="nil"/>
            </w:tcBorders>
            <w:shd w:val="clear" w:color="auto" w:fill="FFC000"/>
            <w:noWrap/>
            <w:vAlign w:val="bottom"/>
            <w:hideMark/>
          </w:tcPr>
          <w:p w:rsidR="0045359A" w:rsidRPr="001648F3" w:rsidRDefault="0045359A" w:rsidP="003D30B7">
            <w:pPr>
              <w:rPr>
                <w:color w:val="000000"/>
              </w:rPr>
            </w:pPr>
            <w:r w:rsidRPr="001648F3">
              <w:rPr>
                <w:color w:val="000000"/>
              </w:rPr>
              <w:t>Other Depts. (&lt; 1% each)</w:t>
            </w:r>
          </w:p>
        </w:tc>
        <w:tc>
          <w:tcPr>
            <w:tcW w:w="2040" w:type="dxa"/>
            <w:tcBorders>
              <w:top w:val="nil"/>
              <w:left w:val="nil"/>
              <w:bottom w:val="single" w:sz="4" w:space="0" w:color="auto"/>
              <w:right w:val="nil"/>
            </w:tcBorders>
            <w:shd w:val="clear" w:color="auto" w:fill="FFC000"/>
            <w:noWrap/>
            <w:vAlign w:val="bottom"/>
            <w:hideMark/>
          </w:tcPr>
          <w:p w:rsidR="0045359A" w:rsidRPr="001648F3" w:rsidRDefault="0045359A" w:rsidP="003D30B7">
            <w:pPr>
              <w:jc w:val="right"/>
              <w:rPr>
                <w:color w:val="000000"/>
              </w:rPr>
            </w:pPr>
            <w:r w:rsidRPr="001648F3">
              <w:rPr>
                <w:color w:val="000000"/>
              </w:rPr>
              <w:t>21.2%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Total</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100.0%</w:t>
            </w:r>
          </w:p>
        </w:tc>
      </w:tr>
    </w:tbl>
    <w:p w:rsidR="0045359A" w:rsidRDefault="0045359A" w:rsidP="0045359A">
      <w:pPr>
        <w:rPr>
          <w:b/>
        </w:rPr>
      </w:pPr>
    </w:p>
    <w:p w:rsidR="0045359A" w:rsidRDefault="0045359A" w:rsidP="0045359A">
      <w:pPr>
        <w:rPr>
          <w:b/>
        </w:rPr>
      </w:pPr>
    </w:p>
    <w:p w:rsidR="0045359A" w:rsidRDefault="0045359A" w:rsidP="0045359A">
      <w:pPr>
        <w:rPr>
          <w:b/>
        </w:rPr>
      </w:pPr>
    </w:p>
    <w:p w:rsidR="0045359A" w:rsidRDefault="0045359A" w:rsidP="0045359A">
      <w:pPr>
        <w:rPr>
          <w:b/>
        </w:rPr>
      </w:pPr>
    </w:p>
    <w:p w:rsidR="0045359A" w:rsidRDefault="0045359A" w:rsidP="0045359A">
      <w:pPr>
        <w:rPr>
          <w:b/>
        </w:rPr>
      </w:pPr>
    </w:p>
    <w:p w:rsidR="0045359A" w:rsidRDefault="0045359A" w:rsidP="0045359A">
      <w:pPr>
        <w:rPr>
          <w:b/>
        </w:rPr>
      </w:pPr>
      <w:r>
        <w:rPr>
          <w:noProof/>
        </w:rPr>
        <w:drawing>
          <wp:inline distT="0" distB="0" distL="0" distR="0" wp14:anchorId="28D32406" wp14:editId="4719D07F">
            <wp:extent cx="5886450" cy="38290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5359A" w:rsidRDefault="0045359A" w:rsidP="0045359A">
      <w:pPr>
        <w:rPr>
          <w:b/>
        </w:rPr>
      </w:pPr>
    </w:p>
    <w:p w:rsidR="0045359A" w:rsidRPr="009E0BB8" w:rsidRDefault="0045359A" w:rsidP="0045359A">
      <w:pPr>
        <w:rPr>
          <w:b/>
        </w:rPr>
      </w:pPr>
      <w:r>
        <w:rPr>
          <w:b/>
        </w:rPr>
        <w:t>Expenditures by Fund</w:t>
      </w:r>
    </w:p>
    <w:p w:rsidR="0045359A" w:rsidRPr="009E0BB8" w:rsidRDefault="0045359A" w:rsidP="0045359A">
      <w:pPr>
        <w:rPr>
          <w:b/>
        </w:rPr>
      </w:pPr>
    </w:p>
    <w:p w:rsidR="0045359A" w:rsidRDefault="0045359A" w:rsidP="0045359A">
      <w:r w:rsidRPr="009E0BB8">
        <w:t xml:space="preserve">The following </w:t>
      </w:r>
      <w:r>
        <w:t>bar table and bar chart show the percentages of total expenditures charged by fund used to pay</w:t>
      </w:r>
      <w:r w:rsidRPr="009E0BB8">
        <w:t>.</w:t>
      </w:r>
      <w:r>
        <w:t xml:space="preserve"> Note that we have combined those funds that each cover less than 1% of the total expenditures. </w:t>
      </w:r>
      <w:r>
        <w:rPr>
          <w:color w:val="000000"/>
        </w:rPr>
        <w:t>There are 129 funds in the data base, and 117 of these funds each account for less than 1% of total expenditures.</w:t>
      </w:r>
    </w:p>
    <w:p w:rsidR="0045359A" w:rsidRDefault="0045359A" w:rsidP="0045359A"/>
    <w:p w:rsidR="0045359A" w:rsidRDefault="0045359A" w:rsidP="0045359A"/>
    <w:p w:rsidR="0045359A" w:rsidRDefault="0045359A" w:rsidP="0045359A"/>
    <w:tbl>
      <w:tblPr>
        <w:tblW w:w="8940" w:type="dxa"/>
        <w:tblInd w:w="78" w:type="dxa"/>
        <w:tblLayout w:type="fixed"/>
        <w:tblLook w:val="0000" w:firstRow="0" w:lastRow="0" w:firstColumn="0" w:lastColumn="0" w:noHBand="0" w:noVBand="0"/>
      </w:tblPr>
      <w:tblGrid>
        <w:gridCol w:w="6539"/>
        <w:gridCol w:w="2401"/>
      </w:tblGrid>
      <w:tr w:rsidR="0045359A" w:rsidRPr="001037EE" w:rsidTr="003D30B7">
        <w:trPr>
          <w:trHeight w:val="290"/>
        </w:trPr>
        <w:tc>
          <w:tcPr>
            <w:tcW w:w="6539" w:type="dxa"/>
            <w:tcBorders>
              <w:top w:val="nil"/>
              <w:left w:val="nil"/>
              <w:bottom w:val="single" w:sz="6" w:space="0" w:color="auto"/>
              <w:right w:val="nil"/>
            </w:tcBorders>
          </w:tcPr>
          <w:p w:rsidR="0045359A" w:rsidRPr="001037EE" w:rsidRDefault="0045359A" w:rsidP="003D30B7">
            <w:pPr>
              <w:autoSpaceDE w:val="0"/>
              <w:autoSpaceDN w:val="0"/>
              <w:adjustRightInd w:val="0"/>
              <w:jc w:val="center"/>
              <w:rPr>
                <w:b/>
                <w:bCs/>
                <w:color w:val="000000"/>
              </w:rPr>
            </w:pPr>
            <w:r w:rsidRPr="001037EE">
              <w:rPr>
                <w:b/>
                <w:bCs/>
                <w:color w:val="000000"/>
              </w:rPr>
              <w:t>Fund</w:t>
            </w:r>
          </w:p>
        </w:tc>
        <w:tc>
          <w:tcPr>
            <w:tcW w:w="2401" w:type="dxa"/>
            <w:tcBorders>
              <w:top w:val="nil"/>
              <w:left w:val="nil"/>
              <w:bottom w:val="single" w:sz="6" w:space="0" w:color="auto"/>
              <w:right w:val="nil"/>
            </w:tcBorders>
          </w:tcPr>
          <w:p w:rsidR="0045359A" w:rsidRPr="001037EE" w:rsidRDefault="0045359A" w:rsidP="003D30B7">
            <w:pPr>
              <w:autoSpaceDE w:val="0"/>
              <w:autoSpaceDN w:val="0"/>
              <w:adjustRightInd w:val="0"/>
              <w:jc w:val="center"/>
              <w:rPr>
                <w:b/>
                <w:bCs/>
                <w:color w:val="000000"/>
              </w:rPr>
            </w:pPr>
            <w:r w:rsidRPr="001037EE">
              <w:rPr>
                <w:b/>
                <w:bCs/>
                <w:color w:val="000000"/>
              </w:rPr>
              <w:t>% of Total Expenditures Covered</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050 - GENERAL FUND</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25.5%</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lastRenderedPageBreak/>
              <w:t>980 - CAPITAL PROJECTS</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16.0%</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701 - METROPOLITAN SEWER DISTRICT OF GREATER CINCINNATI</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12.7%</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704 - METROPOLITAN SEWER DISTRICT CAPITAL IMPROVEMENTS</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8.8%</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101 - WATER WORKS</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7.9%</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711 - RISK MANAGEMENT</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4.9%</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 xml:space="preserve">759 - INCOME TAX </w:t>
            </w:r>
            <w:r>
              <w:rPr>
                <w:color w:val="000000"/>
              </w:rPr>
              <w:t>–</w:t>
            </w:r>
            <w:r w:rsidRPr="001037EE">
              <w:rPr>
                <w:color w:val="000000"/>
              </w:rPr>
              <w:t xml:space="preserve"> TRANSIT</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3.7%</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 xml:space="preserve">151 - BOND RETIREMENT </w:t>
            </w:r>
            <w:r>
              <w:rPr>
                <w:color w:val="000000"/>
              </w:rPr>
              <w:t>–</w:t>
            </w:r>
            <w:r w:rsidRPr="001037EE">
              <w:rPr>
                <w:color w:val="000000"/>
              </w:rPr>
              <w:t xml:space="preserve"> CITY</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2.4%</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202 - FLEET SERVICES</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1.7%</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898 - WATER WORKS IMPROVEMENT 12</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1.3%</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897 - WATER WORKS IMPROVEMENT 11</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1.3%</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 xml:space="preserve">302 - INCOME TAX </w:t>
            </w:r>
            <w:r>
              <w:rPr>
                <w:color w:val="000000"/>
              </w:rPr>
              <w:t>–</w:t>
            </w:r>
            <w:r w:rsidRPr="001037EE">
              <w:rPr>
                <w:color w:val="000000"/>
              </w:rPr>
              <w:t xml:space="preserve"> INFRASTRUCTURE</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1.1%</w:t>
            </w:r>
          </w:p>
        </w:tc>
      </w:tr>
      <w:tr w:rsidR="0045359A" w:rsidRPr="001037EE" w:rsidTr="003D30B7">
        <w:trPr>
          <w:trHeight w:val="290"/>
        </w:trPr>
        <w:tc>
          <w:tcPr>
            <w:tcW w:w="6539" w:type="dxa"/>
            <w:tcBorders>
              <w:top w:val="nil"/>
              <w:left w:val="nil"/>
              <w:bottom w:val="single" w:sz="6" w:space="0" w:color="auto"/>
              <w:right w:val="nil"/>
            </w:tcBorders>
            <w:shd w:val="clear" w:color="auto" w:fill="FFC000"/>
          </w:tcPr>
          <w:p w:rsidR="0045359A" w:rsidRPr="001037EE" w:rsidRDefault="0045359A" w:rsidP="003D30B7">
            <w:pPr>
              <w:autoSpaceDE w:val="0"/>
              <w:autoSpaceDN w:val="0"/>
              <w:adjustRightInd w:val="0"/>
              <w:rPr>
                <w:color w:val="000000"/>
              </w:rPr>
            </w:pPr>
            <w:r w:rsidRPr="001037EE">
              <w:rPr>
                <w:color w:val="000000"/>
              </w:rPr>
              <w:t>Other (&lt; 1 % each)</w:t>
            </w:r>
            <w:r>
              <w:rPr>
                <w:color w:val="000000"/>
              </w:rPr>
              <w:t>.</w:t>
            </w:r>
          </w:p>
        </w:tc>
        <w:tc>
          <w:tcPr>
            <w:tcW w:w="2401" w:type="dxa"/>
            <w:tcBorders>
              <w:top w:val="nil"/>
              <w:left w:val="nil"/>
              <w:bottom w:val="single" w:sz="6" w:space="0" w:color="auto"/>
              <w:right w:val="nil"/>
            </w:tcBorders>
            <w:shd w:val="clear" w:color="auto" w:fill="FFC000"/>
          </w:tcPr>
          <w:p w:rsidR="0045359A" w:rsidRPr="001037EE" w:rsidRDefault="0045359A" w:rsidP="003D30B7">
            <w:pPr>
              <w:autoSpaceDE w:val="0"/>
              <w:autoSpaceDN w:val="0"/>
              <w:adjustRightInd w:val="0"/>
              <w:jc w:val="right"/>
              <w:rPr>
                <w:color w:val="000000"/>
              </w:rPr>
            </w:pPr>
            <w:r w:rsidRPr="001037EE">
              <w:rPr>
                <w:color w:val="000000"/>
              </w:rPr>
              <w:t>12.9%</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Total</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100.0%</w:t>
            </w:r>
          </w:p>
        </w:tc>
      </w:tr>
    </w:tbl>
    <w:p w:rsidR="0045359A" w:rsidRPr="009E0BB8" w:rsidRDefault="0045359A" w:rsidP="0045359A">
      <w:pPr>
        <w:jc w:val="center"/>
      </w:pPr>
    </w:p>
    <w:p w:rsidR="0045359A" w:rsidRPr="009E0BB8" w:rsidRDefault="0045359A" w:rsidP="0045359A"/>
    <w:p w:rsidR="0045359A" w:rsidRPr="009E0BB8" w:rsidRDefault="0045359A" w:rsidP="0045359A">
      <w:pPr>
        <w:jc w:val="center"/>
      </w:pPr>
      <w:r>
        <w:rPr>
          <w:noProof/>
        </w:rPr>
        <w:drawing>
          <wp:inline distT="0" distB="0" distL="0" distR="0" wp14:anchorId="44607B91" wp14:editId="447144F0">
            <wp:extent cx="5486400" cy="2858135"/>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5359A" w:rsidRPr="009E0BB8" w:rsidRDefault="0045359A" w:rsidP="0045359A"/>
    <w:p w:rsidR="0045359A" w:rsidRPr="009E0BB8" w:rsidRDefault="0045359A" w:rsidP="0045359A">
      <w:r w:rsidRPr="00E46848">
        <w:rPr>
          <w:b/>
        </w:rPr>
        <w:t>Other Points:</w:t>
      </w:r>
      <w:r>
        <w:t xml:space="preserve"> There are 5,427 records of expenditures in the data base, of which 235 (4.3%) are negative.</w:t>
      </w:r>
    </w:p>
    <w:p w:rsidR="0045359A" w:rsidRPr="009E0BB8" w:rsidRDefault="0045359A" w:rsidP="0045359A"/>
    <w:p w:rsidR="0045359A" w:rsidRDefault="0045359A" w:rsidP="00CA210D"/>
    <w:p w:rsidR="003D30B7" w:rsidRDefault="003D30B7" w:rsidP="00CA210D"/>
    <w:p w:rsidR="0045359A" w:rsidRDefault="0045359A" w:rsidP="0045359A">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846819" w:rsidRDefault="00846819">
      <w:pPr>
        <w:rPr>
          <w:rFonts w:ascii="Times" w:hAnsi="Times"/>
          <w:b/>
          <w:color w:val="000000"/>
          <w:sz w:val="24"/>
        </w:rPr>
      </w:pPr>
      <w:r>
        <w:rPr>
          <w:rFonts w:ascii="Times" w:hAnsi="Times"/>
          <w:b/>
          <w:color w:val="000000"/>
          <w:sz w:val="24"/>
        </w:rPr>
        <w:br w:type="page"/>
      </w:r>
    </w:p>
    <w:p w:rsidR="0045359A" w:rsidRDefault="0045359A" w:rsidP="0045359A">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lastRenderedPageBreak/>
        <w:t>Case Problem 4: Cut-Rate Machining, Inc.</w:t>
      </w:r>
    </w:p>
    <w:p w:rsidR="0045359A" w:rsidRDefault="0045359A" w:rsidP="00CA210D"/>
    <w:p w:rsidR="0045359A" w:rsidRPr="003D30B7" w:rsidRDefault="0045359A" w:rsidP="0045359A">
      <w:r w:rsidRPr="003D30B7">
        <w:t xml:space="preserve">A scatter diagram of the results for Hole-Maker in the order the holes were drilled shows that this machine consistently overdrills and is moderately consistent. </w:t>
      </w:r>
    </w:p>
    <w:p w:rsidR="0045359A" w:rsidRPr="003D30B7" w:rsidRDefault="0045359A" w:rsidP="0045359A">
      <w:r w:rsidRPr="003D30B7">
        <w:rPr>
          <w:noProof/>
        </w:rPr>
        <mc:AlternateContent>
          <mc:Choice Requires="wps">
            <w:drawing>
              <wp:anchor distT="0" distB="0" distL="114300" distR="114300" simplePos="0" relativeHeight="251661312" behindDoc="0" locked="0" layoutInCell="1" allowOverlap="1" wp14:anchorId="39FFD1C4" wp14:editId="261F304F">
                <wp:simplePos x="0" y="0"/>
                <wp:positionH relativeFrom="column">
                  <wp:posOffset>862965</wp:posOffset>
                </wp:positionH>
                <wp:positionV relativeFrom="paragraph">
                  <wp:posOffset>1339243</wp:posOffset>
                </wp:positionV>
                <wp:extent cx="4450080" cy="17417"/>
                <wp:effectExtent l="0" t="0" r="26670" b="20955"/>
                <wp:wrapNone/>
                <wp:docPr id="14" name="Straight Connector 14"/>
                <wp:cNvGraphicFramePr/>
                <a:graphic xmlns:a="http://schemas.openxmlformats.org/drawingml/2006/main">
                  <a:graphicData uri="http://schemas.microsoft.com/office/word/2010/wordprocessingShape">
                    <wps:wsp>
                      <wps:cNvCnPr/>
                      <wps:spPr>
                        <a:xfrm flipV="1">
                          <a:off x="0" y="0"/>
                          <a:ext cx="4450080" cy="17417"/>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D2269C" id="Straight Connector 1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67.95pt,105.45pt" to="418.35pt,1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" strokecolor="red" strokeweight="2pt"/>
            </w:pict>
          </mc:Fallback>
        </mc:AlternateContent>
      </w:r>
      <w:r w:rsidRPr="003D30B7">
        <w:rPr>
          <w:noProof/>
        </w:rPr>
        <w:drawing>
          <wp:inline distT="0" distB="0" distL="0" distR="0" wp14:anchorId="158D13F4" wp14:editId="60433588">
            <wp:extent cx="5943600" cy="3325495"/>
            <wp:effectExtent l="0" t="0" r="0" b="825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5359A" w:rsidRPr="003D30B7" w:rsidRDefault="0045359A" w:rsidP="0045359A"/>
    <w:p w:rsidR="0045359A" w:rsidRPr="003D30B7" w:rsidRDefault="0045359A" w:rsidP="0045359A">
      <w:r w:rsidRPr="003D30B7">
        <w:t xml:space="preserve">A scatter diagram of the results for Shafts &amp; Slips in the order the holes were drilled shows that this machine consistently underdrills and is moderately consistent. </w:t>
      </w:r>
    </w:p>
    <w:p w:rsidR="0045359A" w:rsidRPr="003D30B7" w:rsidRDefault="0045359A" w:rsidP="0045359A">
      <w:r w:rsidRPr="003D30B7">
        <w:rPr>
          <w:noProof/>
        </w:rPr>
        <w:drawing>
          <wp:inline distT="0" distB="0" distL="0" distR="0" wp14:anchorId="0D697D99" wp14:editId="23040C3C">
            <wp:extent cx="5943600" cy="3331210"/>
            <wp:effectExtent l="0" t="0" r="0" b="254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5359A" w:rsidRPr="003D30B7" w:rsidRDefault="0045359A" w:rsidP="0045359A"/>
    <w:p w:rsidR="0045359A" w:rsidRPr="003D30B7" w:rsidRDefault="0045359A" w:rsidP="0045359A">
      <w:r w:rsidRPr="003D30B7">
        <w:lastRenderedPageBreak/>
        <w:t>A scatter diagram of the results for Judge’s Jigs in the order the holes were drilled shows that on average this machine this machine consistently underdrills and is extremely consistent.</w:t>
      </w:r>
    </w:p>
    <w:p w:rsidR="0045359A" w:rsidRPr="003D30B7" w:rsidRDefault="0045359A" w:rsidP="0045359A">
      <w:r w:rsidRPr="003D30B7">
        <w:rPr>
          <w:noProof/>
        </w:rPr>
        <mc:AlternateContent>
          <mc:Choice Requires="wps">
            <w:drawing>
              <wp:anchor distT="0" distB="0" distL="114300" distR="114300" simplePos="0" relativeHeight="251662336" behindDoc="0" locked="0" layoutInCell="1" allowOverlap="1" wp14:anchorId="6D560F5E" wp14:editId="1998847C">
                <wp:simplePos x="0" y="0"/>
                <wp:positionH relativeFrom="column">
                  <wp:posOffset>796311</wp:posOffset>
                </wp:positionH>
                <wp:positionV relativeFrom="paragraph">
                  <wp:posOffset>1299051</wp:posOffset>
                </wp:positionV>
                <wp:extent cx="4450080" cy="17417"/>
                <wp:effectExtent l="0" t="0" r="26670" b="20955"/>
                <wp:wrapNone/>
                <wp:docPr id="15" name="Straight Connector 15"/>
                <wp:cNvGraphicFramePr/>
                <a:graphic xmlns:a="http://schemas.openxmlformats.org/drawingml/2006/main">
                  <a:graphicData uri="http://schemas.microsoft.com/office/word/2010/wordprocessingShape">
                    <wps:wsp>
                      <wps:cNvCnPr/>
                      <wps:spPr>
                        <a:xfrm flipV="1">
                          <a:off x="0" y="0"/>
                          <a:ext cx="4450080" cy="17417"/>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1AFF2C" id="Straight Connector 15"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62.7pt,102.3pt" to="413.1pt,10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" strokecolor="red" strokeweight="2pt"/>
            </w:pict>
          </mc:Fallback>
        </mc:AlternateContent>
      </w:r>
      <w:r w:rsidRPr="003D30B7">
        <w:rPr>
          <w:noProof/>
        </w:rPr>
        <w:drawing>
          <wp:inline distT="0" distB="0" distL="0" distR="0" wp14:anchorId="0B1F3BED" wp14:editId="484AB363">
            <wp:extent cx="5943600" cy="3242945"/>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5359A" w:rsidRPr="003D30B7" w:rsidRDefault="0045359A" w:rsidP="0045359A"/>
    <w:p w:rsidR="0045359A" w:rsidRPr="003D30B7" w:rsidRDefault="0045359A" w:rsidP="0045359A">
      <w:r w:rsidRPr="003D30B7">
        <w:t>A scatter diagram of the results for Drill-for-Bits in the order the holes were drilled shows that an average diameter of approximately 3 centimeters. However, machine this machine is very inconsistent.</w:t>
      </w:r>
    </w:p>
    <w:p w:rsidR="0045359A" w:rsidRPr="003D30B7" w:rsidRDefault="0045359A" w:rsidP="0045359A">
      <w:r w:rsidRPr="003D30B7">
        <w:rPr>
          <w:noProof/>
        </w:rPr>
        <mc:AlternateContent>
          <mc:Choice Requires="wps">
            <w:drawing>
              <wp:anchor distT="0" distB="0" distL="114300" distR="114300" simplePos="0" relativeHeight="251660288" behindDoc="0" locked="0" layoutInCell="1" allowOverlap="1" wp14:anchorId="74D0B0F5" wp14:editId="05219899">
                <wp:simplePos x="0" y="0"/>
                <wp:positionH relativeFrom="column">
                  <wp:posOffset>718185</wp:posOffset>
                </wp:positionH>
                <wp:positionV relativeFrom="paragraph">
                  <wp:posOffset>1300508</wp:posOffset>
                </wp:positionV>
                <wp:extent cx="4450080" cy="17417"/>
                <wp:effectExtent l="0" t="0" r="26670" b="20955"/>
                <wp:wrapNone/>
                <wp:docPr id="16" name="Straight Connector 16"/>
                <wp:cNvGraphicFramePr/>
                <a:graphic xmlns:a="http://schemas.openxmlformats.org/drawingml/2006/main">
                  <a:graphicData uri="http://schemas.microsoft.com/office/word/2010/wordprocessingShape">
                    <wps:wsp>
                      <wps:cNvCnPr/>
                      <wps:spPr>
                        <a:xfrm flipV="1">
                          <a:off x="0" y="0"/>
                          <a:ext cx="4450080" cy="17417"/>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44F2BA" id="Straight Connector 16"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6.55pt,102.4pt" to="406.95pt,1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" strokecolor="red" strokeweight="2pt"/>
            </w:pict>
          </mc:Fallback>
        </mc:AlternateContent>
      </w:r>
      <w:r w:rsidRPr="003D30B7">
        <w:rPr>
          <w:noProof/>
        </w:rPr>
        <w:drawing>
          <wp:inline distT="0" distB="0" distL="0" distR="0" wp14:anchorId="74E7E724" wp14:editId="7F9B4DCE">
            <wp:extent cx="5943600" cy="3206115"/>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5359A" w:rsidRPr="003D30B7" w:rsidRDefault="0045359A" w:rsidP="0045359A">
      <w:r w:rsidRPr="003D30B7">
        <w:t>If we focus solely on the average performance of a drill, we would purchase Drill-for-Bits as the diameters of holes drilled by this vendor’s drill appear to be centered at approximately 3 centimeters. However, the diameters of the holes drilled by Drill-for-Bits’ machine are extremely inconsistent – several are over ½ centimeter too wide and several are over ½ centimeter to narrow.</w:t>
      </w:r>
    </w:p>
    <w:p w:rsidR="0045359A" w:rsidRPr="003D30B7" w:rsidRDefault="0045359A" w:rsidP="0045359A"/>
    <w:p w:rsidR="0045359A" w:rsidRPr="003D30B7" w:rsidRDefault="0045359A" w:rsidP="0045359A">
      <w:r w:rsidRPr="003D30B7">
        <w:lastRenderedPageBreak/>
        <w:t>The diameters of holes drilled by the machine provided by Hole Maker are more consistent than those drilled by the machine provided by Drill-for-Bits, and this machine did not drill a single hole that is too narrow. If holes that are slightly too wide are acceptable, we should consider purchasing our drill from Hole Maker.</w:t>
      </w:r>
    </w:p>
    <w:p w:rsidR="0045359A" w:rsidRPr="003D30B7" w:rsidRDefault="0045359A" w:rsidP="0045359A"/>
    <w:p w:rsidR="0045359A" w:rsidRPr="003D30B7" w:rsidRDefault="0045359A" w:rsidP="0045359A">
      <w:r w:rsidRPr="003D30B7">
        <w:t>The diameters of holes drilled by the machine provided by Shafts &amp; Slips are similar in consistency to the holes by the machine provided by Hole Maker, and this machine did not drill a single hole that is too wide. If holes that are slightly too small are acceptable, we should consider purchasing our drill from Shafts &amp; Slips.</w:t>
      </w:r>
    </w:p>
    <w:p w:rsidR="0045359A" w:rsidRPr="003D30B7" w:rsidRDefault="0045359A" w:rsidP="0045359A"/>
    <w:p w:rsidR="0045359A" w:rsidRPr="003D30B7" w:rsidRDefault="0045359A" w:rsidP="0045359A">
      <w:r w:rsidRPr="003D30B7">
        <w:t>The diameters of holes drilled by the machine provided by Judge’s Jigs are far more consistent than holes by the machine provided any of the other vendors, but these holes are far too narrow. We should determine if this drill can be recalibrated to that the mean size of holes drilled is approximately 3 centimeters. If this can be done, we should consider purchasing our drill from Judge’s Jigs and recalibrating the drill; this would give us a machine that consistently drills holes of approximately 3 centimeters.</w:t>
      </w:r>
    </w:p>
    <w:p w:rsidR="0045359A" w:rsidRPr="003D30B7" w:rsidRDefault="0045359A" w:rsidP="0045359A"/>
    <w:p w:rsidR="0045359A" w:rsidRPr="003D30B7" w:rsidRDefault="0045359A" w:rsidP="0045359A">
      <w:pPr>
        <w:tabs>
          <w:tab w:val="left" w:pos="0"/>
        </w:tabs>
        <w:suppressAutoHyphens/>
        <w:jc w:val="both"/>
      </w:pPr>
      <w:r w:rsidRPr="003D30B7">
        <w:t>However, before we make a decision we should scrutinize the way that these data were collected. We were told that Weideman started all four machines at 8:00 a.m. and let them warm up for two hours. We also see from the data that the drill provided by Hole-Maker was tested from 10:00 a.m. to noon, the drill provided by Shafts &amp; Slips, Inc. was tested from noon to 2:00 p.m., the drill provided by Judge’s Jigs was tested from 2:00 p.m. to 4:00 p.m., and the drill provided by Drill-for-Bits was tested from 4:00 p.m. to 6:00 p.m. Were all drills allowed to keep running after the 8:00 a.m. – 10:00 a.m. warm-up period? Either way, this could bias the results.</w:t>
      </w:r>
    </w:p>
    <w:p w:rsidR="0045359A" w:rsidRPr="003D30B7" w:rsidRDefault="0045359A" w:rsidP="0045359A">
      <w:pPr>
        <w:tabs>
          <w:tab w:val="left" w:pos="0"/>
        </w:tabs>
        <w:suppressAutoHyphens/>
        <w:jc w:val="both"/>
      </w:pPr>
    </w:p>
    <w:p w:rsidR="0045359A" w:rsidRPr="003D30B7" w:rsidRDefault="0045359A" w:rsidP="0045359A">
      <w:pPr>
        <w:tabs>
          <w:tab w:val="left" w:pos="0"/>
        </w:tabs>
        <w:suppressAutoHyphens/>
        <w:jc w:val="both"/>
      </w:pPr>
      <w:r w:rsidRPr="003D30B7">
        <w:t>We also see from the data that Ms. Ames ran the test drills from 10:00 a.m. to 4:00 p.m. when the drills provided by Hole-Maker, Shafts &amp; Slips, and Judge’s Jigs were tested. Mr. Silver ran the test drill from 4:00 p.m. to 6:00 p.m. when the drill provided by Drill-for- Bits was tested. If these two employees are not equally competent, this could bias the results. Furthermore, did Ms. Ames become fatigued as the day progressed? Did she take a break for lunch or take a break at any other time?</w:t>
      </w:r>
    </w:p>
    <w:p w:rsidR="0045359A" w:rsidRPr="003D30B7" w:rsidRDefault="0045359A" w:rsidP="0045359A">
      <w:pPr>
        <w:tabs>
          <w:tab w:val="left" w:pos="0"/>
        </w:tabs>
        <w:suppressAutoHyphens/>
        <w:jc w:val="both"/>
      </w:pPr>
    </w:p>
    <w:p w:rsidR="0045359A" w:rsidRPr="003D30B7" w:rsidRDefault="0045359A" w:rsidP="0045359A">
      <w:pPr>
        <w:tabs>
          <w:tab w:val="left" w:pos="0"/>
        </w:tabs>
        <w:suppressAutoHyphens/>
        <w:jc w:val="both"/>
      </w:pPr>
      <w:r w:rsidRPr="003D30B7">
        <w:t>We also note that we only tested one drill for each vendor. If the drill provided by a vendor is not representative of the drills that vendor produced, this could bias the results.</w:t>
      </w:r>
    </w:p>
    <w:p w:rsidR="0045359A" w:rsidRPr="003D30B7" w:rsidRDefault="0045359A" w:rsidP="0045359A"/>
    <w:p w:rsidR="0045359A" w:rsidRPr="003D30B7" w:rsidRDefault="0045359A" w:rsidP="0045359A">
      <w:r w:rsidRPr="003D30B7">
        <w:t>The data for this test should have been collected through an experimental study in which the four machine were all warmed up for the same amount of time and then left running as eight holes were drilled by each employee using the drill provided by each vendor in a random order. A design such as this would have eliminated the potential sources of bias we have identified and resulted in the collection of more reliable data, which would lead to a superior decision.</w:t>
      </w:r>
    </w:p>
    <w:p w:rsidR="0045359A" w:rsidRPr="003D30B7" w:rsidRDefault="0045359A" w:rsidP="00CA210D"/>
    <w:sectPr w:rsidR="0045359A" w:rsidRPr="003D30B7">
      <w:headerReference w:type="default" r:id="rId24"/>
      <w:footerReference w:type="default" r:id="rId25"/>
      <w:headerReference w:type="first" r:id="rId26"/>
      <w:footerReference w:type="first" r:id="rId27"/>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FB6" w:rsidRDefault="00160FB6">
      <w:r>
        <w:separator/>
      </w:r>
    </w:p>
  </w:endnote>
  <w:endnote w:type="continuationSeparator" w:id="0">
    <w:p w:rsidR="00160FB6" w:rsidRDefault="00160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0B7" w:rsidRDefault="003D30B7"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4A60F9">
      <w:rPr>
        <w:rStyle w:val="PageNumber"/>
        <w:noProof/>
      </w:rPr>
      <w:t>2</w:t>
    </w:r>
    <w:r>
      <w:rPr>
        <w:rStyle w:val="PageNumber"/>
      </w:rPr>
      <w:fldChar w:fldCharType="end"/>
    </w:r>
  </w:p>
  <w:p w:rsidR="003D30B7" w:rsidRPr="003C63A3" w:rsidRDefault="003D30B7" w:rsidP="00C208A4">
    <w:pPr>
      <w:jc w:val="center"/>
      <w:rPr>
        <w:bCs/>
        <w:sz w:val="16"/>
        <w:szCs w:val="16"/>
      </w:rPr>
    </w:pPr>
    <w:r w:rsidRPr="003C63A3">
      <w:rPr>
        <w:bCs/>
        <w:sz w:val="16"/>
        <w:szCs w:val="16"/>
      </w:rPr>
      <w:t>© 201</w:t>
    </w:r>
    <w:r>
      <w:rPr>
        <w:bCs/>
        <w:sz w:val="16"/>
        <w:szCs w:val="16"/>
      </w:rPr>
      <w:t>5</w:t>
    </w:r>
    <w:r w:rsidRPr="003C63A3">
      <w:rPr>
        <w:bCs/>
        <w:sz w:val="16"/>
        <w:szCs w:val="16"/>
      </w:rPr>
      <w:t xml:space="preserve"> Cengage Learning. All Rights Reserved.</w:t>
    </w:r>
  </w:p>
  <w:p w:rsidR="003D30B7" w:rsidRDefault="003D30B7">
    <w:pPr>
      <w:pStyle w:val="Footer"/>
      <w:jc w:val="center"/>
    </w:pPr>
    <w:r w:rsidRPr="003C63A3">
      <w:rPr>
        <w:sz w:val="16"/>
        <w:szCs w:val="16"/>
      </w:rPr>
      <w:t>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0B7" w:rsidRDefault="003D30B7"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4A60F9">
      <w:rPr>
        <w:rStyle w:val="PageNumber"/>
        <w:noProof/>
      </w:rPr>
      <w:t>1</w:t>
    </w:r>
    <w:r>
      <w:rPr>
        <w:rStyle w:val="PageNumber"/>
      </w:rPr>
      <w:fldChar w:fldCharType="end"/>
    </w:r>
  </w:p>
  <w:p w:rsidR="003D30B7" w:rsidRPr="003C63A3" w:rsidRDefault="003D30B7" w:rsidP="00C208A4">
    <w:pPr>
      <w:jc w:val="center"/>
      <w:rPr>
        <w:bCs/>
        <w:sz w:val="16"/>
        <w:szCs w:val="16"/>
      </w:rPr>
    </w:pPr>
    <w:r w:rsidRPr="003C63A3">
      <w:rPr>
        <w:bCs/>
        <w:sz w:val="16"/>
        <w:szCs w:val="16"/>
      </w:rPr>
      <w:t>© 201</w:t>
    </w:r>
    <w:r>
      <w:rPr>
        <w:bCs/>
        <w:sz w:val="16"/>
        <w:szCs w:val="16"/>
      </w:rPr>
      <w:t>5</w:t>
    </w:r>
    <w:r w:rsidRPr="003C63A3">
      <w:rPr>
        <w:bCs/>
        <w:sz w:val="16"/>
        <w:szCs w:val="16"/>
      </w:rPr>
      <w:t xml:space="preserve"> Cengage Learning. All Rights Reserved.</w:t>
    </w:r>
  </w:p>
  <w:p w:rsidR="003D30B7" w:rsidRDefault="003D30B7">
    <w:pPr>
      <w:pStyle w:val="Footer"/>
      <w:jc w:val="center"/>
    </w:pPr>
    <w:r w:rsidRPr="003C63A3">
      <w:rPr>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FB6" w:rsidRDefault="00160FB6">
      <w:r>
        <w:separator/>
      </w:r>
    </w:p>
  </w:footnote>
  <w:footnote w:type="continuationSeparator" w:id="0">
    <w:p w:rsidR="00160FB6" w:rsidRDefault="00160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0B7" w:rsidRDefault="003D30B7">
    <w:pPr>
      <w:pStyle w:val="Header"/>
    </w:pPr>
    <w:r>
      <w:t xml:space="preserve">Chapter 2  </w:t>
    </w:r>
    <w:r>
      <w:tab/>
      <w:t xml:space="preserve">                                                                    Descriptive Statistics: Tabular and Graphical Displays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582" w:rsidRDefault="00AE0582">
    <w:pPr>
      <w:pStyle w:val="Header"/>
    </w:pPr>
    <w:r>
      <w:t>Chapter 2</w:t>
    </w:r>
    <w:r>
      <w:tab/>
      <w:t xml:space="preserve">                                                                  Descriptive Statistics: Tabular and Graphical Displays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162E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03E"/>
    <w:rsid w:val="00040B28"/>
    <w:rsid w:val="00066666"/>
    <w:rsid w:val="000778A3"/>
    <w:rsid w:val="001229D5"/>
    <w:rsid w:val="00160FB6"/>
    <w:rsid w:val="00161A00"/>
    <w:rsid w:val="00176239"/>
    <w:rsid w:val="00196183"/>
    <w:rsid w:val="002144B5"/>
    <w:rsid w:val="00234182"/>
    <w:rsid w:val="002B30FB"/>
    <w:rsid w:val="00311FB8"/>
    <w:rsid w:val="0037005C"/>
    <w:rsid w:val="003C7F1E"/>
    <w:rsid w:val="003D30B7"/>
    <w:rsid w:val="0041199D"/>
    <w:rsid w:val="00413954"/>
    <w:rsid w:val="00442077"/>
    <w:rsid w:val="00451CDD"/>
    <w:rsid w:val="0045359A"/>
    <w:rsid w:val="004A60F9"/>
    <w:rsid w:val="004D77AD"/>
    <w:rsid w:val="00510FF6"/>
    <w:rsid w:val="00552718"/>
    <w:rsid w:val="00575F8B"/>
    <w:rsid w:val="006D498C"/>
    <w:rsid w:val="006F7E07"/>
    <w:rsid w:val="00722160"/>
    <w:rsid w:val="00807DB9"/>
    <w:rsid w:val="00846819"/>
    <w:rsid w:val="008F503E"/>
    <w:rsid w:val="009154F7"/>
    <w:rsid w:val="00963F0B"/>
    <w:rsid w:val="009815D8"/>
    <w:rsid w:val="009E37B4"/>
    <w:rsid w:val="00AA5928"/>
    <w:rsid w:val="00AE0582"/>
    <w:rsid w:val="00AF3008"/>
    <w:rsid w:val="00B759BA"/>
    <w:rsid w:val="00BB38D8"/>
    <w:rsid w:val="00C208A4"/>
    <w:rsid w:val="00C7635E"/>
    <w:rsid w:val="00CA210D"/>
    <w:rsid w:val="00CB1C6B"/>
    <w:rsid w:val="00CE0214"/>
    <w:rsid w:val="00D15783"/>
    <w:rsid w:val="00E85507"/>
    <w:rsid w:val="00EE6C87"/>
    <w:rsid w:val="00F1175C"/>
    <w:rsid w:val="00F55ACF"/>
    <w:rsid w:val="00F72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B10653-4166-4D22-9BB3-C7A29AD47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61A00"/>
    <w:rPr>
      <w:rFonts w:ascii="Tahoma" w:hAnsi="Tahoma" w:cs="Tahoma"/>
      <w:sz w:val="16"/>
      <w:szCs w:val="16"/>
    </w:rPr>
  </w:style>
  <w:style w:type="character" w:customStyle="1" w:styleId="BalloonTextChar">
    <w:name w:val="Balloon Text Char"/>
    <w:basedOn w:val="DefaultParagraphFont"/>
    <w:link w:val="BalloonText"/>
    <w:rsid w:val="00161A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bak.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3" Type="http://schemas.openxmlformats.org/officeDocument/2006/relationships/oleObject" Target="file:///C:\Users\cammjd\Documents\My%20Dropbox\ASW%20Files\SBE\SBE%2013e\Chapter%202%20Camm\Chapter\Material\QueenCitySolution.xlsx" TargetMode="External"/><Relationship Id="rId2" Type="http://schemas.microsoft.com/office/2011/relationships/chartColorStyle" Target="colors8.xml"/><Relationship Id="rId1" Type="http://schemas.microsoft.com/office/2011/relationships/chartStyle" Target="style8.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cammjd\Documents\My%20Dropbox\ASW%20Files\SBE\SBE%2013e\Chapter%202%20Camm\Chapter\Material\QueenCitySolution.xlsx" TargetMode="External"/><Relationship Id="rId2" Type="http://schemas.microsoft.com/office/2011/relationships/chartColorStyle" Target="colors9.xml"/><Relationship Id="rId1" Type="http://schemas.microsoft.com/office/2011/relationships/chartStyle" Target="style9.xml"/></Relationships>
</file>

<file path=word/charts/_rels/chart12.xml.rels><?xml version="1.0" encoding="UTF-8" standalone="yes"?>
<Relationships xmlns="http://schemas.openxmlformats.org/package/2006/relationships"><Relationship Id="rId1" Type="http://schemas.openxmlformats.org/officeDocument/2006/relationships/oleObject" Target="file:///C:\Users\jcochran\Documents\ASW\MBS\6e\case1.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jcochran\Documents\ASW\MBS\6e\case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jcochran\Documents\ASW\MBS\6e\case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jcochran\Documents\ASW\MBS\6e\case1.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LCBAdmin.CAMMJD-533-L\Dropbox\UC\Books\ASW\Stats\SBE\SBE12e\Ch%202%20-%20-%20Descriptive%20Statistics\New%20Cases\2011Movies_solution.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jcochran\Dropbox\ASW%20Files\SBE\SBE%2012e\WEBfiles\Excel%20Files\Ch%2002%20Descriptive\2011Movies%20Solution.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jcochran\Dropbox\ASW%20Files\SBE\SBE%2012e\WEBfiles\Excel%20Files\Ch%2002%20Descriptive\2011Movies%20Solution.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jcochran\Dropbox\ASW%20Files\SBE\SBE%2012e\WEBfiles\Excel%20Files\Ch%2002%20Descriptive\2011Movies%20Solution.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jcochran\Dropbox\ASW%20Files\SBE\SBE%2012e\WEBfiles\Excel%20Files\Ch%2002%20Descriptive\2011Movies%20Solution.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jcochran\Dropbox\ASW%20Files\SBE\SBE%2012e\WEBfiles\Excel%20Files\Ch%2002%20Descriptive\2011Movies%20Solution.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jcochran\Dropbox\ASW%20Files\SBE\SBE%2012e\WEBfiles\Excel%20Files\Ch%2002%20Descriptive\2011Movies%20Solution.xlsx"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file:///C:\Users\cammjd\Documents\My%20Dropbox\ASW%20Files\SBE\SBE%2013e\Chapter%202%20Camm\Chapter\Material\QueenCitySolution.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4637681159421"/>
          <c:y val="6.3253012048192767E-2"/>
          <c:w val="0.83695652173913049"/>
          <c:h val="0.77108433734939763"/>
        </c:manualLayout>
      </c:layout>
      <c:scatterChart>
        <c:scatterStyle val="lineMarker"/>
        <c:varyColors val="0"/>
        <c:ser>
          <c:idx val="0"/>
          <c:order val="0"/>
          <c:tx>
            <c:strRef>
              <c:f>'Scatter Sales vs. Age'!$B$1</c:f>
              <c:strCache>
                <c:ptCount val="1"/>
                <c:pt idx="0">
                  <c:v>Sales</c:v>
                </c:pt>
              </c:strCache>
            </c:strRef>
          </c:tx>
          <c:spPr>
            <a:ln w="26385">
              <a:noFill/>
            </a:ln>
          </c:spPr>
          <c:marker>
            <c:symbol val="circle"/>
            <c:size val="5"/>
            <c:spPr>
              <a:solidFill>
                <a:srgbClr val="000080"/>
              </a:solidFill>
              <a:ln>
                <a:noFill/>
                <a:prstDash val="solid"/>
              </a:ln>
            </c:spPr>
          </c:marker>
          <c:trendline>
            <c:spPr>
              <a:ln w="23453">
                <a:solidFill>
                  <a:srgbClr val="000000"/>
                </a:solidFill>
                <a:prstDash val="solid"/>
              </a:ln>
            </c:spPr>
            <c:trendlineType val="linear"/>
            <c:dispRSqr val="0"/>
            <c:dispEq val="0"/>
          </c:trendline>
          <c:xVal>
            <c:numRef>
              <c:f>'Scatter Sales vs. Age'!$A$2:$A$101</c:f>
              <c:numCache>
                <c:formatCode>General</c:formatCode>
                <c:ptCount val="100"/>
                <c:pt idx="0">
                  <c:v>32</c:v>
                </c:pt>
                <c:pt idx="1">
                  <c:v>36</c:v>
                </c:pt>
                <c:pt idx="2">
                  <c:v>32</c:v>
                </c:pt>
                <c:pt idx="3">
                  <c:v>28</c:v>
                </c:pt>
                <c:pt idx="4">
                  <c:v>34</c:v>
                </c:pt>
                <c:pt idx="5">
                  <c:v>44</c:v>
                </c:pt>
                <c:pt idx="6">
                  <c:v>30</c:v>
                </c:pt>
                <c:pt idx="7">
                  <c:v>40</c:v>
                </c:pt>
                <c:pt idx="8">
                  <c:v>46</c:v>
                </c:pt>
                <c:pt idx="9">
                  <c:v>36</c:v>
                </c:pt>
                <c:pt idx="10">
                  <c:v>48</c:v>
                </c:pt>
                <c:pt idx="11">
                  <c:v>40</c:v>
                </c:pt>
                <c:pt idx="12">
                  <c:v>40</c:v>
                </c:pt>
                <c:pt idx="13">
                  <c:v>46</c:v>
                </c:pt>
                <c:pt idx="14">
                  <c:v>24</c:v>
                </c:pt>
                <c:pt idx="15">
                  <c:v>36</c:v>
                </c:pt>
                <c:pt idx="16">
                  <c:v>22</c:v>
                </c:pt>
                <c:pt idx="17">
                  <c:v>40</c:v>
                </c:pt>
                <c:pt idx="18">
                  <c:v>32</c:v>
                </c:pt>
                <c:pt idx="19">
                  <c:v>56</c:v>
                </c:pt>
                <c:pt idx="20">
                  <c:v>28</c:v>
                </c:pt>
                <c:pt idx="21">
                  <c:v>38</c:v>
                </c:pt>
                <c:pt idx="22">
                  <c:v>50</c:v>
                </c:pt>
                <c:pt idx="23">
                  <c:v>42</c:v>
                </c:pt>
                <c:pt idx="24">
                  <c:v>48</c:v>
                </c:pt>
                <c:pt idx="25">
                  <c:v>60</c:v>
                </c:pt>
                <c:pt idx="26">
                  <c:v>54</c:v>
                </c:pt>
                <c:pt idx="27">
                  <c:v>42</c:v>
                </c:pt>
                <c:pt idx="28">
                  <c:v>32</c:v>
                </c:pt>
                <c:pt idx="29">
                  <c:v>70</c:v>
                </c:pt>
                <c:pt idx="30">
                  <c:v>28</c:v>
                </c:pt>
                <c:pt idx="31">
                  <c:v>52</c:v>
                </c:pt>
                <c:pt idx="32">
                  <c:v>44</c:v>
                </c:pt>
                <c:pt idx="33">
                  <c:v>34</c:v>
                </c:pt>
                <c:pt idx="34">
                  <c:v>56</c:v>
                </c:pt>
                <c:pt idx="35">
                  <c:v>36</c:v>
                </c:pt>
                <c:pt idx="36">
                  <c:v>42</c:v>
                </c:pt>
                <c:pt idx="37">
                  <c:v>50</c:v>
                </c:pt>
                <c:pt idx="38">
                  <c:v>44</c:v>
                </c:pt>
                <c:pt idx="39">
                  <c:v>58</c:v>
                </c:pt>
                <c:pt idx="40">
                  <c:v>42</c:v>
                </c:pt>
                <c:pt idx="41">
                  <c:v>46</c:v>
                </c:pt>
                <c:pt idx="42">
                  <c:v>48</c:v>
                </c:pt>
                <c:pt idx="43">
                  <c:v>54</c:v>
                </c:pt>
                <c:pt idx="44">
                  <c:v>38</c:v>
                </c:pt>
                <c:pt idx="45">
                  <c:v>60</c:v>
                </c:pt>
                <c:pt idx="46">
                  <c:v>46</c:v>
                </c:pt>
                <c:pt idx="47">
                  <c:v>30</c:v>
                </c:pt>
                <c:pt idx="48">
                  <c:v>32</c:v>
                </c:pt>
                <c:pt idx="49">
                  <c:v>46</c:v>
                </c:pt>
                <c:pt idx="50">
                  <c:v>38</c:v>
                </c:pt>
                <c:pt idx="51">
                  <c:v>68</c:v>
                </c:pt>
                <c:pt idx="52">
                  <c:v>78</c:v>
                </c:pt>
                <c:pt idx="53">
                  <c:v>20</c:v>
                </c:pt>
                <c:pt idx="54">
                  <c:v>32</c:v>
                </c:pt>
                <c:pt idx="55">
                  <c:v>38</c:v>
                </c:pt>
                <c:pt idx="56">
                  <c:v>54</c:v>
                </c:pt>
                <c:pt idx="57">
                  <c:v>48</c:v>
                </c:pt>
                <c:pt idx="58">
                  <c:v>46</c:v>
                </c:pt>
                <c:pt idx="59">
                  <c:v>50</c:v>
                </c:pt>
                <c:pt idx="60">
                  <c:v>46</c:v>
                </c:pt>
                <c:pt idx="61">
                  <c:v>30</c:v>
                </c:pt>
                <c:pt idx="62">
                  <c:v>54</c:v>
                </c:pt>
                <c:pt idx="63">
                  <c:v>42</c:v>
                </c:pt>
                <c:pt idx="64">
                  <c:v>48</c:v>
                </c:pt>
                <c:pt idx="65">
                  <c:v>62</c:v>
                </c:pt>
                <c:pt idx="66">
                  <c:v>34</c:v>
                </c:pt>
                <c:pt idx="67">
                  <c:v>28</c:v>
                </c:pt>
                <c:pt idx="68">
                  <c:v>46</c:v>
                </c:pt>
                <c:pt idx="69">
                  <c:v>54</c:v>
                </c:pt>
                <c:pt idx="70">
                  <c:v>30</c:v>
                </c:pt>
                <c:pt idx="71">
                  <c:v>32</c:v>
                </c:pt>
                <c:pt idx="72">
                  <c:v>22</c:v>
                </c:pt>
                <c:pt idx="73">
                  <c:v>32</c:v>
                </c:pt>
                <c:pt idx="74">
                  <c:v>74</c:v>
                </c:pt>
                <c:pt idx="75">
                  <c:v>62</c:v>
                </c:pt>
                <c:pt idx="76">
                  <c:v>42</c:v>
                </c:pt>
                <c:pt idx="77">
                  <c:v>28</c:v>
                </c:pt>
                <c:pt idx="78">
                  <c:v>38</c:v>
                </c:pt>
                <c:pt idx="79">
                  <c:v>54</c:v>
                </c:pt>
                <c:pt idx="80">
                  <c:v>68</c:v>
                </c:pt>
                <c:pt idx="81">
                  <c:v>30</c:v>
                </c:pt>
                <c:pt idx="82">
                  <c:v>36</c:v>
                </c:pt>
                <c:pt idx="83">
                  <c:v>44</c:v>
                </c:pt>
                <c:pt idx="84">
                  <c:v>44</c:v>
                </c:pt>
                <c:pt idx="85">
                  <c:v>62</c:v>
                </c:pt>
                <c:pt idx="86">
                  <c:v>48</c:v>
                </c:pt>
                <c:pt idx="87">
                  <c:v>36</c:v>
                </c:pt>
                <c:pt idx="88">
                  <c:v>20</c:v>
                </c:pt>
                <c:pt idx="89">
                  <c:v>42</c:v>
                </c:pt>
                <c:pt idx="90">
                  <c:v>54</c:v>
                </c:pt>
                <c:pt idx="91">
                  <c:v>54</c:v>
                </c:pt>
                <c:pt idx="92">
                  <c:v>72</c:v>
                </c:pt>
                <c:pt idx="93">
                  <c:v>30</c:v>
                </c:pt>
                <c:pt idx="94">
                  <c:v>46</c:v>
                </c:pt>
                <c:pt idx="95">
                  <c:v>44</c:v>
                </c:pt>
                <c:pt idx="96">
                  <c:v>30</c:v>
                </c:pt>
                <c:pt idx="97">
                  <c:v>52</c:v>
                </c:pt>
                <c:pt idx="98">
                  <c:v>30</c:v>
                </c:pt>
                <c:pt idx="99">
                  <c:v>44</c:v>
                </c:pt>
              </c:numCache>
            </c:numRef>
          </c:xVal>
          <c:yVal>
            <c:numRef>
              <c:f>'Scatter Sales vs. Age'!$B$2:$B$101</c:f>
              <c:numCache>
                <c:formatCode>0.00</c:formatCode>
                <c:ptCount val="100"/>
                <c:pt idx="0">
                  <c:v>39.5</c:v>
                </c:pt>
                <c:pt idx="1">
                  <c:v>102.4</c:v>
                </c:pt>
                <c:pt idx="2">
                  <c:v>22.5</c:v>
                </c:pt>
                <c:pt idx="3">
                  <c:v>100.4</c:v>
                </c:pt>
                <c:pt idx="4">
                  <c:v>54</c:v>
                </c:pt>
                <c:pt idx="5">
                  <c:v>44.5</c:v>
                </c:pt>
                <c:pt idx="6">
                  <c:v>78</c:v>
                </c:pt>
                <c:pt idx="7">
                  <c:v>22.5</c:v>
                </c:pt>
                <c:pt idx="8">
                  <c:v>56.52</c:v>
                </c:pt>
                <c:pt idx="9">
                  <c:v>44.5</c:v>
                </c:pt>
                <c:pt idx="10">
                  <c:v>29.5</c:v>
                </c:pt>
                <c:pt idx="11">
                  <c:v>31.6</c:v>
                </c:pt>
                <c:pt idx="12">
                  <c:v>160.4</c:v>
                </c:pt>
                <c:pt idx="13">
                  <c:v>64.5</c:v>
                </c:pt>
                <c:pt idx="14">
                  <c:v>49.5</c:v>
                </c:pt>
                <c:pt idx="15">
                  <c:v>71.400000000000006</c:v>
                </c:pt>
                <c:pt idx="16">
                  <c:v>94</c:v>
                </c:pt>
                <c:pt idx="17">
                  <c:v>54.5</c:v>
                </c:pt>
                <c:pt idx="18">
                  <c:v>38.5</c:v>
                </c:pt>
                <c:pt idx="19">
                  <c:v>44.8</c:v>
                </c:pt>
                <c:pt idx="20">
                  <c:v>31.6</c:v>
                </c:pt>
                <c:pt idx="21">
                  <c:v>70.819999999999993</c:v>
                </c:pt>
                <c:pt idx="22">
                  <c:v>266</c:v>
                </c:pt>
                <c:pt idx="23">
                  <c:v>74</c:v>
                </c:pt>
                <c:pt idx="24">
                  <c:v>39.5</c:v>
                </c:pt>
                <c:pt idx="25">
                  <c:v>30.02</c:v>
                </c:pt>
                <c:pt idx="26">
                  <c:v>44.5</c:v>
                </c:pt>
                <c:pt idx="27">
                  <c:v>192.8</c:v>
                </c:pt>
                <c:pt idx="28">
                  <c:v>71.2</c:v>
                </c:pt>
                <c:pt idx="29">
                  <c:v>18</c:v>
                </c:pt>
                <c:pt idx="30">
                  <c:v>63.2</c:v>
                </c:pt>
                <c:pt idx="31">
                  <c:v>75</c:v>
                </c:pt>
                <c:pt idx="32">
                  <c:v>63.2</c:v>
                </c:pt>
                <c:pt idx="33">
                  <c:v>40</c:v>
                </c:pt>
                <c:pt idx="34">
                  <c:v>105.5</c:v>
                </c:pt>
                <c:pt idx="35">
                  <c:v>29.5</c:v>
                </c:pt>
                <c:pt idx="36">
                  <c:v>102.5</c:v>
                </c:pt>
                <c:pt idx="37">
                  <c:v>117.5</c:v>
                </c:pt>
                <c:pt idx="38">
                  <c:v>13.23</c:v>
                </c:pt>
                <c:pt idx="39">
                  <c:v>52.5</c:v>
                </c:pt>
                <c:pt idx="40">
                  <c:v>198.8</c:v>
                </c:pt>
                <c:pt idx="41">
                  <c:v>19.5</c:v>
                </c:pt>
                <c:pt idx="42">
                  <c:v>123.5</c:v>
                </c:pt>
                <c:pt idx="43">
                  <c:v>62.4</c:v>
                </c:pt>
                <c:pt idx="44">
                  <c:v>23.8</c:v>
                </c:pt>
                <c:pt idx="45">
                  <c:v>39.6</c:v>
                </c:pt>
                <c:pt idx="46">
                  <c:v>25</c:v>
                </c:pt>
                <c:pt idx="47">
                  <c:v>63.64</c:v>
                </c:pt>
                <c:pt idx="48">
                  <c:v>14.82</c:v>
                </c:pt>
                <c:pt idx="49">
                  <c:v>145.19999999999999</c:v>
                </c:pt>
                <c:pt idx="50">
                  <c:v>176.62</c:v>
                </c:pt>
                <c:pt idx="51">
                  <c:v>118.8</c:v>
                </c:pt>
                <c:pt idx="52">
                  <c:v>58</c:v>
                </c:pt>
                <c:pt idx="53">
                  <c:v>74</c:v>
                </c:pt>
                <c:pt idx="54">
                  <c:v>49.5</c:v>
                </c:pt>
                <c:pt idx="55">
                  <c:v>141.6</c:v>
                </c:pt>
                <c:pt idx="56">
                  <c:v>123.1</c:v>
                </c:pt>
                <c:pt idx="57">
                  <c:v>80.400000000000006</c:v>
                </c:pt>
                <c:pt idx="58">
                  <c:v>65.2</c:v>
                </c:pt>
                <c:pt idx="59">
                  <c:v>113</c:v>
                </c:pt>
                <c:pt idx="60">
                  <c:v>108.8</c:v>
                </c:pt>
                <c:pt idx="61">
                  <c:v>59.91</c:v>
                </c:pt>
                <c:pt idx="62">
                  <c:v>53.6</c:v>
                </c:pt>
                <c:pt idx="63">
                  <c:v>31.6</c:v>
                </c:pt>
                <c:pt idx="64">
                  <c:v>49.5</c:v>
                </c:pt>
                <c:pt idx="65">
                  <c:v>39.6</c:v>
                </c:pt>
                <c:pt idx="66">
                  <c:v>59.5</c:v>
                </c:pt>
                <c:pt idx="67">
                  <c:v>146.80000000000001</c:v>
                </c:pt>
                <c:pt idx="68">
                  <c:v>47.2</c:v>
                </c:pt>
                <c:pt idx="69">
                  <c:v>95.05</c:v>
                </c:pt>
                <c:pt idx="70">
                  <c:v>155.32</c:v>
                </c:pt>
                <c:pt idx="71">
                  <c:v>58</c:v>
                </c:pt>
                <c:pt idx="72">
                  <c:v>69</c:v>
                </c:pt>
                <c:pt idx="73">
                  <c:v>46.5</c:v>
                </c:pt>
                <c:pt idx="74">
                  <c:v>45.22</c:v>
                </c:pt>
                <c:pt idx="75">
                  <c:v>84.74</c:v>
                </c:pt>
                <c:pt idx="76">
                  <c:v>39</c:v>
                </c:pt>
                <c:pt idx="77">
                  <c:v>111.14</c:v>
                </c:pt>
                <c:pt idx="78">
                  <c:v>86.8</c:v>
                </c:pt>
                <c:pt idx="79">
                  <c:v>89</c:v>
                </c:pt>
                <c:pt idx="80">
                  <c:v>78</c:v>
                </c:pt>
                <c:pt idx="81">
                  <c:v>53.2</c:v>
                </c:pt>
                <c:pt idx="82">
                  <c:v>58.5</c:v>
                </c:pt>
                <c:pt idx="83">
                  <c:v>46</c:v>
                </c:pt>
                <c:pt idx="84">
                  <c:v>37.5</c:v>
                </c:pt>
                <c:pt idx="85">
                  <c:v>20.8</c:v>
                </c:pt>
                <c:pt idx="86">
                  <c:v>144</c:v>
                </c:pt>
                <c:pt idx="87">
                  <c:v>107</c:v>
                </c:pt>
                <c:pt idx="88">
                  <c:v>31.6</c:v>
                </c:pt>
                <c:pt idx="89">
                  <c:v>57.6</c:v>
                </c:pt>
                <c:pt idx="90">
                  <c:v>95.2</c:v>
                </c:pt>
                <c:pt idx="91">
                  <c:v>22.42</c:v>
                </c:pt>
                <c:pt idx="92">
                  <c:v>159.75</c:v>
                </c:pt>
                <c:pt idx="93">
                  <c:v>229.5</c:v>
                </c:pt>
                <c:pt idx="94">
                  <c:v>66</c:v>
                </c:pt>
                <c:pt idx="95">
                  <c:v>39.5</c:v>
                </c:pt>
                <c:pt idx="96">
                  <c:v>253</c:v>
                </c:pt>
                <c:pt idx="97">
                  <c:v>287.58999999999997</c:v>
                </c:pt>
                <c:pt idx="98">
                  <c:v>47.6</c:v>
                </c:pt>
                <c:pt idx="99">
                  <c:v>28.44</c:v>
                </c:pt>
              </c:numCache>
            </c:numRef>
          </c:yVal>
          <c:smooth val="0"/>
          <c:extLst>
            <c:ext xmlns:c16="http://schemas.microsoft.com/office/drawing/2014/chart" uri="{C3380CC4-5D6E-409C-BE32-E72D297353CC}">
              <c16:uniqueId val="{00000000-B202-4CD8-9F62-4939BDB8FC31}"/>
            </c:ext>
          </c:extLst>
        </c:ser>
        <c:dLbls>
          <c:showLegendKey val="0"/>
          <c:showVal val="0"/>
          <c:showCatName val="0"/>
          <c:showSerName val="0"/>
          <c:showPercent val="0"/>
          <c:showBubbleSize val="0"/>
        </c:dLbls>
        <c:axId val="487374824"/>
        <c:axId val="487375608"/>
      </c:scatterChart>
      <c:valAx>
        <c:axId val="487374824"/>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sz="1000"/>
                  <a:t>Age</a:t>
                </a:r>
              </a:p>
            </c:rich>
          </c:tx>
          <c:layout>
            <c:manualLayout>
              <c:xMode val="edge"/>
              <c:yMode val="edge"/>
              <c:x val="0.52717391304347827"/>
              <c:y val="0.91265060240963858"/>
            </c:manualLayout>
          </c:layout>
          <c:overlay val="0"/>
          <c:spPr>
            <a:noFill/>
            <a:ln w="23453">
              <a:noFill/>
            </a:ln>
          </c:spPr>
        </c:title>
        <c:numFmt formatCode="General"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487375608"/>
        <c:crosses val="autoZero"/>
        <c:crossBetween val="midCat"/>
      </c:valAx>
      <c:valAx>
        <c:axId val="487375608"/>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sz="1000"/>
                  <a:t>Net Sales</a:t>
                </a:r>
              </a:p>
            </c:rich>
          </c:tx>
          <c:layout>
            <c:manualLayout>
              <c:xMode val="edge"/>
              <c:yMode val="edge"/>
              <c:x val="1.9536711245466865E-3"/>
              <c:y val="0.36372046414552162"/>
            </c:manualLayout>
          </c:layout>
          <c:overlay val="0"/>
          <c:spPr>
            <a:noFill/>
            <a:ln w="23453">
              <a:noFill/>
            </a:ln>
          </c:spPr>
        </c:title>
        <c:numFmt formatCode="0.00"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487374824"/>
        <c:crosses val="autoZero"/>
        <c:crossBetween val="midCat"/>
      </c:valAx>
      <c:spPr>
        <a:solidFill>
          <a:srgbClr val="FFFFFF"/>
        </a:solidFill>
        <a:ln w="23453">
          <a:noFill/>
        </a:ln>
      </c:spPr>
    </c:plotArea>
    <c:plotVisOnly val="1"/>
    <c:dispBlanksAs val="gap"/>
    <c:showDLblsOverMax val="0"/>
  </c:chart>
  <c:spPr>
    <a:solidFill>
      <a:srgbClr val="FFFFFF"/>
    </a:solidFill>
    <a:ln>
      <a:noFill/>
    </a:ln>
  </c:spPr>
  <c:txPr>
    <a:bodyPr/>
    <a:lstStyle/>
    <a:p>
      <a:pPr>
        <a:defRPr sz="785" b="1"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'Part 2'!$G$31</c:f>
              <c:strCache>
                <c:ptCount val="1"/>
                <c:pt idx="0">
                  <c:v>% of Total Expenditures</c:v>
                </c:pt>
              </c:strCache>
            </c:strRef>
          </c:tx>
          <c:spPr>
            <a:solidFill>
              <a:schemeClr val="accent1"/>
            </a:solidFill>
            <a:ln>
              <a:noFill/>
            </a:ln>
            <a:effectLst/>
          </c:spPr>
          <c:invertIfNegative val="0"/>
          <c:dPt>
            <c:idx val="23"/>
            <c:invertIfNegative val="0"/>
            <c:bubble3D val="0"/>
            <c:spPr>
              <a:solidFill>
                <a:srgbClr val="FFC000"/>
              </a:solidFill>
              <a:ln>
                <a:noFill/>
              </a:ln>
              <a:effectLst/>
            </c:spPr>
            <c:extLst>
              <c:ext xmlns:c16="http://schemas.microsoft.com/office/drawing/2014/chart" uri="{C3380CC4-5D6E-409C-BE32-E72D297353CC}">
                <c16:uniqueId val="{00000001-FF15-4135-8B8F-F29D7BC43873}"/>
              </c:ext>
            </c:extLst>
          </c:dPt>
          <c:cat>
            <c:strRef>
              <c:f>'Part 2'!$F$32:$F$55</c:f>
              <c:strCache>
                <c:ptCount val="24"/>
                <c:pt idx="0">
                  <c:v>Sewers, Wastewater Administration</c:v>
                </c:pt>
                <c:pt idx="1">
                  <c:v>Public Services, Facilities Management</c:v>
                </c:pt>
                <c:pt idx="2">
                  <c:v>Water Works, Water Supply</c:v>
                </c:pt>
                <c:pt idx="3">
                  <c:v>Health, Primary Health Care Centers</c:v>
                </c:pt>
                <c:pt idx="4">
                  <c:v>Sewers, Millcreek</c:v>
                </c:pt>
                <c:pt idx="5">
                  <c:v>Public Services, Neighborhood Operations</c:v>
                </c:pt>
                <c:pt idx="6">
                  <c:v>Transportation and Engineering, Planning</c:v>
                </c:pt>
                <c:pt idx="7">
                  <c:v>Finance, Accounts &amp; Audits</c:v>
                </c:pt>
                <c:pt idx="8">
                  <c:v>Public Services, Fleet Services</c:v>
                </c:pt>
                <c:pt idx="9">
                  <c:v>Enterprise Technology Solutions</c:v>
                </c:pt>
                <c:pt idx="10">
                  <c:v>Community Development, Housing</c:v>
                </c:pt>
                <c:pt idx="11">
                  <c:v>Division of Parking Services</c:v>
                </c:pt>
                <c:pt idx="12">
                  <c:v>Economic Development</c:v>
                </c:pt>
                <c:pt idx="13">
                  <c:v>Finance, Treasury</c:v>
                </c:pt>
                <c:pt idx="14">
                  <c:v>Department of water Works</c:v>
                </c:pt>
                <c:pt idx="15">
                  <c:v>Water Works, Debt Service</c:v>
                </c:pt>
                <c:pt idx="16">
                  <c:v>SORTA Operaitions</c:v>
                </c:pt>
                <c:pt idx="17">
                  <c:v>Finance, Risk Management</c:v>
                </c:pt>
                <c:pt idx="18">
                  <c:v>Sewers, Debt Service</c:v>
                </c:pt>
                <c:pt idx="19">
                  <c:v>Department of Fire</c:v>
                </c:pt>
                <c:pt idx="20">
                  <c:v>Transportation and Engineering, Engineering</c:v>
                </c:pt>
                <c:pt idx="21">
                  <c:v>Department of Sewers</c:v>
                </c:pt>
                <c:pt idx="22">
                  <c:v>Department of Police</c:v>
                </c:pt>
                <c:pt idx="23">
                  <c:v>Other Depts (&lt; 1% each)</c:v>
                </c:pt>
              </c:strCache>
            </c:strRef>
          </c:cat>
          <c:val>
            <c:numRef>
              <c:f>'Part 2'!$G$32:$G$55</c:f>
              <c:numCache>
                <c:formatCode>0%</c:formatCode>
                <c:ptCount val="24"/>
                <c:pt idx="0">
                  <c:v>1.0078431123651531E-2</c:v>
                </c:pt>
                <c:pt idx="1">
                  <c:v>1.1290011605708833E-2</c:v>
                </c:pt>
                <c:pt idx="2">
                  <c:v>1.1914579217597797E-2</c:v>
                </c:pt>
                <c:pt idx="3">
                  <c:v>1.2497277486323326E-2</c:v>
                </c:pt>
                <c:pt idx="4">
                  <c:v>1.2960665808240143E-2</c:v>
                </c:pt>
                <c:pt idx="5">
                  <c:v>1.3815431098193189E-2</c:v>
                </c:pt>
                <c:pt idx="6">
                  <c:v>1.626900431278407E-2</c:v>
                </c:pt>
                <c:pt idx="7">
                  <c:v>1.6565553544780232E-2</c:v>
                </c:pt>
                <c:pt idx="8">
                  <c:v>1.6598754584931819E-2</c:v>
                </c:pt>
                <c:pt idx="9">
                  <c:v>1.7100395903973699E-2</c:v>
                </c:pt>
                <c:pt idx="10">
                  <c:v>1.7467255913970248E-2</c:v>
                </c:pt>
                <c:pt idx="11">
                  <c:v>1.8877080142063376E-2</c:v>
                </c:pt>
                <c:pt idx="12">
                  <c:v>2.1278713486547623E-2</c:v>
                </c:pt>
                <c:pt idx="13">
                  <c:v>2.8008885073265245E-2</c:v>
                </c:pt>
                <c:pt idx="14">
                  <c:v>3.0692926870698887E-2</c:v>
                </c:pt>
                <c:pt idx="15">
                  <c:v>3.2371492221265917E-2</c:v>
                </c:pt>
                <c:pt idx="16">
                  <c:v>3.6236007939651135E-2</c:v>
                </c:pt>
                <c:pt idx="17">
                  <c:v>5.3888102226424726E-2</c:v>
                </c:pt>
                <c:pt idx="18">
                  <c:v>6.58759508335066E-2</c:v>
                </c:pt>
                <c:pt idx="19">
                  <c:v>7.2303336604740018E-2</c:v>
                </c:pt>
                <c:pt idx="20">
                  <c:v>8.7187385593948855E-2</c:v>
                </c:pt>
                <c:pt idx="21">
                  <c:v>8.7593585635967294E-2</c:v>
                </c:pt>
                <c:pt idx="22">
                  <c:v>9.717740253581679E-2</c:v>
                </c:pt>
                <c:pt idx="23">
                  <c:v>0.21195177023594869</c:v>
                </c:pt>
              </c:numCache>
            </c:numRef>
          </c:val>
          <c:extLst>
            <c:ext xmlns:c16="http://schemas.microsoft.com/office/drawing/2014/chart" uri="{C3380CC4-5D6E-409C-BE32-E72D297353CC}">
              <c16:uniqueId val="{00000002-FF15-4135-8B8F-F29D7BC43873}"/>
            </c:ext>
          </c:extLst>
        </c:ser>
        <c:dLbls>
          <c:showLegendKey val="0"/>
          <c:showVal val="0"/>
          <c:showCatName val="0"/>
          <c:showSerName val="0"/>
          <c:showPercent val="0"/>
          <c:showBubbleSize val="0"/>
        </c:dLbls>
        <c:gapWidth val="182"/>
        <c:axId val="426829592"/>
        <c:axId val="426833120"/>
      </c:barChart>
      <c:catAx>
        <c:axId val="426829592"/>
        <c:scaling>
          <c:orientation val="minMax"/>
        </c:scaling>
        <c:delete val="0"/>
        <c:axPos val="l"/>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baseline="0">
                    <a:latin typeface="Times New Roman" panose="02020603050405020304" pitchFamily="18" charset="0"/>
                  </a:rPr>
                  <a:t>Department</a:t>
                </a:r>
              </a:p>
            </c:rich>
          </c:tx>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33120"/>
        <c:crosses val="autoZero"/>
        <c:auto val="1"/>
        <c:lblAlgn val="ctr"/>
        <c:lblOffset val="100"/>
        <c:noMultiLvlLbl val="0"/>
      </c:catAx>
      <c:valAx>
        <c:axId val="42683312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latin typeface="Times New Roman" panose="02020603050405020304" pitchFamily="18" charset="0"/>
                    <a:cs typeface="Times New Roman" panose="02020603050405020304" pitchFamily="18" charset="0"/>
                  </a:rPr>
                  <a:t>Percentage of Total Expenditures</a:t>
                </a:r>
              </a:p>
            </c:rich>
          </c:tx>
          <c:layout>
            <c:manualLayout>
              <c:xMode val="edge"/>
              <c:yMode val="edge"/>
              <c:x val="0.59528987398467692"/>
              <c:y val="0.9385342789598110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295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'Part 3'!$H$2</c:f>
              <c:strCache>
                <c:ptCount val="1"/>
                <c:pt idx="0">
                  <c:v>% of Spending</c:v>
                </c:pt>
              </c:strCache>
            </c:strRef>
          </c:tx>
          <c:spPr>
            <a:solidFill>
              <a:schemeClr val="accent1"/>
            </a:solidFill>
            <a:ln>
              <a:noFill/>
            </a:ln>
            <a:effectLst/>
          </c:spPr>
          <c:invertIfNegative val="0"/>
          <c:dPt>
            <c:idx val="10"/>
            <c:invertIfNegative val="0"/>
            <c:bubble3D val="0"/>
            <c:spPr>
              <a:solidFill>
                <a:srgbClr val="FFC000"/>
              </a:solidFill>
              <a:ln>
                <a:noFill/>
              </a:ln>
              <a:effectLst/>
            </c:spPr>
            <c:extLst>
              <c:ext xmlns:c16="http://schemas.microsoft.com/office/drawing/2014/chart" uri="{C3380CC4-5D6E-409C-BE32-E72D297353CC}">
                <c16:uniqueId val="{00000001-D99E-48C0-9C64-8A2340A2551A}"/>
              </c:ext>
            </c:extLst>
          </c:dPt>
          <c:cat>
            <c:strRef>
              <c:f>'Part 3'!$G$3:$G$15</c:f>
              <c:strCache>
                <c:ptCount val="13"/>
                <c:pt idx="0">
                  <c:v>302 - INCOME TAX - INFRASTRUCTURE</c:v>
                </c:pt>
                <c:pt idx="1">
                  <c:v>897 - WATER WORKS IMPROVEMENT 11</c:v>
                </c:pt>
                <c:pt idx="2">
                  <c:v>898 - WATER WORKS IMPROVEMENT 12</c:v>
                </c:pt>
                <c:pt idx="3">
                  <c:v>202 - FLEET SERVICES</c:v>
                </c:pt>
                <c:pt idx="4">
                  <c:v>151 - BOND RETIREMENT - CITY</c:v>
                </c:pt>
                <c:pt idx="5">
                  <c:v>759 - INCOME TAX - TRANSIT</c:v>
                </c:pt>
                <c:pt idx="6">
                  <c:v>711 - RISK MANAGEMENT</c:v>
                </c:pt>
                <c:pt idx="7">
                  <c:v>101 - WATER WORKS</c:v>
                </c:pt>
                <c:pt idx="8">
                  <c:v>704 - METROPOLITAN SEWER DISTRICT CAPITAL IMPROVEMENTS</c:v>
                </c:pt>
                <c:pt idx="9">
                  <c:v>701 - METROPOLITAN SEWER DISTRICT OF GREATER CINCINNATI</c:v>
                </c:pt>
                <c:pt idx="10">
                  <c:v>Other (&lt; 1 % each)</c:v>
                </c:pt>
                <c:pt idx="11">
                  <c:v>980 - CAPITAL PROJECTS</c:v>
                </c:pt>
                <c:pt idx="12">
                  <c:v>050 - GENERAL FUND</c:v>
                </c:pt>
              </c:strCache>
            </c:strRef>
          </c:cat>
          <c:val>
            <c:numRef>
              <c:f>'Part 3'!$H$3:$H$15</c:f>
              <c:numCache>
                <c:formatCode>0.00%</c:formatCode>
                <c:ptCount val="13"/>
                <c:pt idx="0">
                  <c:v>1.0735188553022931E-2</c:v>
                </c:pt>
                <c:pt idx="1">
                  <c:v>1.2747788926871567E-2</c:v>
                </c:pt>
                <c:pt idx="2">
                  <c:v>1.2821734414518091E-2</c:v>
                </c:pt>
                <c:pt idx="3">
                  <c:v>1.6617400674889003E-2</c:v>
                </c:pt>
                <c:pt idx="4">
                  <c:v>2.3555168041427415E-2</c:v>
                </c:pt>
                <c:pt idx="5">
                  <c:v>3.6635410635567286E-2</c:v>
                </c:pt>
                <c:pt idx="6">
                  <c:v>4.8940035059113207E-2</c:v>
                </c:pt>
                <c:pt idx="7">
                  <c:v>7.9034855339679619E-2</c:v>
                </c:pt>
                <c:pt idx="8">
                  <c:v>8.759358563596728E-2</c:v>
                </c:pt>
                <c:pt idx="9">
                  <c:v>0.12652562180618035</c:v>
                </c:pt>
                <c:pt idx="10">
                  <c:v>0.12947622210172449</c:v>
                </c:pt>
                <c:pt idx="11">
                  <c:v>0.16048201662018294</c:v>
                </c:pt>
                <c:pt idx="12">
                  <c:v>0.25483497219085594</c:v>
                </c:pt>
              </c:numCache>
            </c:numRef>
          </c:val>
          <c:extLst>
            <c:ext xmlns:c16="http://schemas.microsoft.com/office/drawing/2014/chart" uri="{C3380CC4-5D6E-409C-BE32-E72D297353CC}">
              <c16:uniqueId val="{00000002-D99E-48C0-9C64-8A2340A2551A}"/>
            </c:ext>
          </c:extLst>
        </c:ser>
        <c:dLbls>
          <c:showLegendKey val="0"/>
          <c:showVal val="0"/>
          <c:showCatName val="0"/>
          <c:showSerName val="0"/>
          <c:showPercent val="0"/>
          <c:showBubbleSize val="0"/>
        </c:dLbls>
        <c:gapWidth val="219"/>
        <c:axId val="426834688"/>
        <c:axId val="426837824"/>
      </c:barChart>
      <c:catAx>
        <c:axId val="426834688"/>
        <c:scaling>
          <c:orientation val="minMax"/>
        </c:scaling>
        <c:delete val="0"/>
        <c:axPos val="l"/>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a:latin typeface="Times New Roman" panose="02020603050405020304" pitchFamily="18" charset="0"/>
                    <a:cs typeface="Times New Roman" panose="02020603050405020304" pitchFamily="18" charset="0"/>
                  </a:rPr>
                  <a:t>Fund</a:t>
                </a:r>
              </a:p>
            </c:rich>
          </c:tx>
          <c:layout>
            <c:manualLayout>
              <c:xMode val="edge"/>
              <c:yMode val="edge"/>
              <c:x val="0"/>
              <c:y val="0.39821876853262705"/>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426837824"/>
        <c:crosses val="autoZero"/>
        <c:auto val="1"/>
        <c:lblAlgn val="ctr"/>
        <c:lblOffset val="100"/>
        <c:noMultiLvlLbl val="0"/>
      </c:catAx>
      <c:valAx>
        <c:axId val="42683782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a:latin typeface="Times New Roman" panose="02020603050405020304" pitchFamily="18" charset="0"/>
                    <a:cs typeface="Times New Roman" panose="02020603050405020304" pitchFamily="18" charset="0"/>
                  </a:rPr>
                  <a:t>% of Total Spending</a:t>
                </a:r>
              </a:p>
            </c:rich>
          </c:tx>
          <c:layout>
            <c:manualLayout>
              <c:xMode val="edge"/>
              <c:yMode val="edge"/>
              <c:x val="0.60892224409448814"/>
              <c:y val="0.9133525883137080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346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Hole-Maker Results</a:t>
            </a:r>
          </a:p>
        </c:rich>
      </c:tx>
      <c:layout>
        <c:manualLayout>
          <c:xMode val="edge"/>
          <c:yMode val="edge"/>
          <c:x val="0.39365339520647685"/>
          <c:y val="3.6496320312902064E-2"/>
        </c:manualLayout>
      </c:layout>
      <c:overlay val="0"/>
      <c:spPr>
        <a:noFill/>
        <a:ln w="25400">
          <a:noFill/>
        </a:ln>
      </c:spPr>
    </c:title>
    <c:autoTitleDeleted val="0"/>
    <c:plotArea>
      <c:layout>
        <c:manualLayout>
          <c:layoutTarget val="inner"/>
          <c:xMode val="edge"/>
          <c:yMode val="edge"/>
          <c:x val="0.14596598622664331"/>
          <c:y val="0.23722681723608077"/>
          <c:w val="0.74729137223231712"/>
          <c:h val="0.51094981564676889"/>
        </c:manualLayout>
      </c:layout>
      <c:scatterChart>
        <c:scatterStyle val="lineMarker"/>
        <c:varyColors val="0"/>
        <c:ser>
          <c:idx val="0"/>
          <c:order val="0"/>
          <c:spPr>
            <a:ln w="19050">
              <a:noFill/>
            </a:ln>
          </c:spPr>
          <c:marker>
            <c:symbol val="diamond"/>
            <c:size val="5"/>
            <c:spPr>
              <a:solidFill>
                <a:srgbClr val="000080"/>
              </a:solidFill>
              <a:ln>
                <a:solidFill>
                  <a:srgbClr val="000080"/>
                </a:solidFill>
                <a:prstDash val="solid"/>
              </a:ln>
            </c:spPr>
          </c:marker>
          <c:yVal>
            <c:numRef>
              <c:f>Analysis!$E$3:$E$18</c:f>
              <c:numCache>
                <c:formatCode>General</c:formatCode>
                <c:ptCount val="16"/>
                <c:pt idx="0" formatCode="0.00">
                  <c:v>3.5</c:v>
                </c:pt>
                <c:pt idx="1">
                  <c:v>3.13</c:v>
                </c:pt>
                <c:pt idx="2">
                  <c:v>3.39</c:v>
                </c:pt>
                <c:pt idx="3">
                  <c:v>3.08</c:v>
                </c:pt>
                <c:pt idx="4">
                  <c:v>3.22</c:v>
                </c:pt>
                <c:pt idx="5">
                  <c:v>3.45</c:v>
                </c:pt>
                <c:pt idx="6">
                  <c:v>3.32</c:v>
                </c:pt>
                <c:pt idx="7">
                  <c:v>3.61</c:v>
                </c:pt>
                <c:pt idx="8" formatCode="0.00">
                  <c:v>3.1</c:v>
                </c:pt>
                <c:pt idx="9">
                  <c:v>3.03</c:v>
                </c:pt>
                <c:pt idx="10" formatCode="0.00">
                  <c:v>3.67</c:v>
                </c:pt>
                <c:pt idx="11">
                  <c:v>3.59</c:v>
                </c:pt>
                <c:pt idx="12">
                  <c:v>3.33</c:v>
                </c:pt>
                <c:pt idx="13">
                  <c:v>3.02</c:v>
                </c:pt>
                <c:pt idx="14">
                  <c:v>3.55</c:v>
                </c:pt>
                <c:pt idx="15" formatCode="0.00">
                  <c:v>3</c:v>
                </c:pt>
              </c:numCache>
            </c:numRef>
          </c:yVal>
          <c:smooth val="0"/>
          <c:extLst>
            <c:ext xmlns:c16="http://schemas.microsoft.com/office/drawing/2014/chart" uri="{C3380CC4-5D6E-409C-BE32-E72D297353CC}">
              <c16:uniqueId val="{00000000-D698-4E0F-BC78-8737B2989549}"/>
            </c:ext>
          </c:extLst>
        </c:ser>
        <c:dLbls>
          <c:showLegendKey val="0"/>
          <c:showVal val="0"/>
          <c:showCatName val="0"/>
          <c:showSerName val="0"/>
          <c:showPercent val="0"/>
          <c:showBubbleSize val="0"/>
        </c:dLbls>
        <c:axId val="426836256"/>
        <c:axId val="426835472"/>
      </c:scatterChart>
      <c:valAx>
        <c:axId val="426836256"/>
        <c:scaling>
          <c:orientation val="minMax"/>
          <c:max val="16"/>
        </c:scaling>
        <c:delete val="0"/>
        <c:axPos val="b"/>
        <c:title>
          <c:tx>
            <c:rich>
              <a:bodyPr/>
              <a:lstStyle/>
              <a:p>
                <a:pPr>
                  <a:defRPr/>
                </a:pPr>
                <a:r>
                  <a:rPr lang="en-US"/>
                  <a:t>Hole #</a:t>
                </a:r>
              </a:p>
            </c:rich>
          </c:tx>
          <c:layout>
            <c:manualLayout>
              <c:xMode val="edge"/>
              <c:yMode val="edge"/>
              <c:x val="0.46600482149762629"/>
              <c:y val="0.85167530529272073"/>
            </c:manualLayout>
          </c:layout>
          <c:overlay val="0"/>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5472"/>
        <c:crosses val="autoZero"/>
        <c:crossBetween val="midCat"/>
      </c:valAx>
      <c:valAx>
        <c:axId val="426835472"/>
        <c:scaling>
          <c:orientation val="minMax"/>
          <c:max val="4.5"/>
          <c:min val="0"/>
        </c:scaling>
        <c:delete val="0"/>
        <c:axPos val="l"/>
        <c:title>
          <c:tx>
            <c:rich>
              <a:bodyPr rot="-5400000" vert="horz"/>
              <a:lstStyle/>
              <a:p>
                <a:pPr algn="ctr">
                  <a:defRPr/>
                </a:pPr>
                <a:r>
                  <a:rPr lang="en-US"/>
                  <a:t>Diameter (cm)</a:t>
                </a:r>
              </a:p>
            </c:rich>
          </c:tx>
          <c:layout>
            <c:manualLayout>
              <c:xMode val="edge"/>
              <c:yMode val="edge"/>
              <c:x val="1.4227696459572647E-2"/>
              <c:y val="0.29351801613033662"/>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a:pPr>
            <a:endParaRPr lang="en-US"/>
          </a:p>
        </c:txPr>
        <c:crossAx val="426836256"/>
        <c:crosses val="autoZero"/>
        <c:crossBetween val="midCat"/>
      </c:valAx>
      <c:spPr>
        <a:noFill/>
        <a:ln w="25400">
          <a:noFill/>
        </a:ln>
      </c:spPr>
    </c:plotArea>
    <c:plotVisOnly val="1"/>
    <c:dispBlanksAs val="gap"/>
    <c:showDLblsOverMax val="0"/>
  </c:chart>
  <c:spPr>
    <a:solidFill>
      <a:srgbClr val="FFFFFF"/>
    </a:solidFill>
    <a:ln w="3175">
      <a:noFill/>
      <a:prstDash val="solid"/>
    </a:ln>
  </c:spPr>
  <c:txPr>
    <a:bodyPr/>
    <a:lstStyle/>
    <a:p>
      <a:pPr>
        <a:defRPr sz="1000" b="1"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Shafts &amp; Slips Results</a:t>
            </a:r>
          </a:p>
        </c:rich>
      </c:tx>
      <c:layout>
        <c:manualLayout>
          <c:xMode val="edge"/>
          <c:yMode val="edge"/>
          <c:x val="0.37340684062843793"/>
          <c:y val="3.6231941595535853E-2"/>
        </c:manualLayout>
      </c:layout>
      <c:overlay val="0"/>
      <c:spPr>
        <a:noFill/>
        <a:ln w="25400">
          <a:noFill/>
        </a:ln>
      </c:spPr>
    </c:title>
    <c:autoTitleDeleted val="0"/>
    <c:plotArea>
      <c:layout>
        <c:manualLayout>
          <c:layoutTarget val="inner"/>
          <c:xMode val="edge"/>
          <c:yMode val="edge"/>
          <c:x val="0.13751632694264865"/>
          <c:y val="0.24286611232419478"/>
          <c:w val="0.75137341005451241"/>
          <c:h val="0.5108713728182066"/>
        </c:manualLayout>
      </c:layout>
      <c:scatterChart>
        <c:scatterStyle val="lineMarker"/>
        <c:varyColors val="0"/>
        <c:ser>
          <c:idx val="0"/>
          <c:order val="0"/>
          <c:spPr>
            <a:ln w="19050">
              <a:noFill/>
            </a:ln>
          </c:spPr>
          <c:marker>
            <c:symbol val="diamond"/>
            <c:size val="5"/>
            <c:spPr>
              <a:solidFill>
                <a:srgbClr val="000080"/>
              </a:solidFill>
              <a:ln>
                <a:solidFill>
                  <a:srgbClr val="000080"/>
                </a:solidFill>
                <a:prstDash val="solid"/>
              </a:ln>
            </c:spPr>
          </c:marker>
          <c:yVal>
            <c:numRef>
              <c:f>Analysis!$E$19:$E$34</c:f>
              <c:numCache>
                <c:formatCode>General</c:formatCode>
                <c:ptCount val="16"/>
                <c:pt idx="0">
                  <c:v>2.48</c:v>
                </c:pt>
                <c:pt idx="1">
                  <c:v>2.72</c:v>
                </c:pt>
                <c:pt idx="2">
                  <c:v>2.99</c:v>
                </c:pt>
                <c:pt idx="3">
                  <c:v>2.68</c:v>
                </c:pt>
                <c:pt idx="4">
                  <c:v>2.75</c:v>
                </c:pt>
                <c:pt idx="5" formatCode="0.00">
                  <c:v>2.42</c:v>
                </c:pt>
                <c:pt idx="6">
                  <c:v>2.92</c:v>
                </c:pt>
                <c:pt idx="7">
                  <c:v>2.68</c:v>
                </c:pt>
                <c:pt idx="8">
                  <c:v>2.98</c:v>
                </c:pt>
                <c:pt idx="9" formatCode="0.00">
                  <c:v>2.5</c:v>
                </c:pt>
                <c:pt idx="10" formatCode="0.00">
                  <c:v>2.4500000000000002</c:v>
                </c:pt>
                <c:pt idx="11" formatCode="0.00">
                  <c:v>2.99</c:v>
                </c:pt>
                <c:pt idx="12">
                  <c:v>2.31</c:v>
                </c:pt>
                <c:pt idx="13">
                  <c:v>2.42</c:v>
                </c:pt>
                <c:pt idx="14">
                  <c:v>2.91</c:v>
                </c:pt>
                <c:pt idx="15">
                  <c:v>2.83</c:v>
                </c:pt>
              </c:numCache>
            </c:numRef>
          </c:yVal>
          <c:smooth val="0"/>
          <c:extLst>
            <c:ext xmlns:c16="http://schemas.microsoft.com/office/drawing/2014/chart" uri="{C3380CC4-5D6E-409C-BE32-E72D297353CC}">
              <c16:uniqueId val="{00000000-1349-4DE1-8F3A-FD30B1716C66}"/>
            </c:ext>
          </c:extLst>
        </c:ser>
        <c:dLbls>
          <c:showLegendKey val="0"/>
          <c:showVal val="0"/>
          <c:showCatName val="0"/>
          <c:showSerName val="0"/>
          <c:showPercent val="0"/>
          <c:showBubbleSize val="0"/>
        </c:dLbls>
        <c:axId val="426831944"/>
        <c:axId val="426833512"/>
      </c:scatterChart>
      <c:valAx>
        <c:axId val="426831944"/>
        <c:scaling>
          <c:orientation val="minMax"/>
          <c:max val="16"/>
        </c:scaling>
        <c:delete val="0"/>
        <c:axPos val="b"/>
        <c:title>
          <c:tx>
            <c:rich>
              <a:bodyPr/>
              <a:lstStyle/>
              <a:p>
                <a:pPr>
                  <a:defRPr/>
                </a:pPr>
                <a:r>
                  <a:rPr lang="en-US"/>
                  <a:t>Hole #</a:t>
                </a:r>
              </a:p>
            </c:rich>
          </c:tx>
          <c:layout>
            <c:manualLayout>
              <c:xMode val="edge"/>
              <c:yMode val="edge"/>
              <c:x val="0.46087013848543656"/>
              <c:y val="0.8780223060352750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3512"/>
        <c:crosses val="autoZero"/>
        <c:crossBetween val="midCat"/>
      </c:valAx>
      <c:valAx>
        <c:axId val="426833512"/>
        <c:scaling>
          <c:orientation val="minMax"/>
          <c:max val="4.5"/>
          <c:min val="0"/>
        </c:scaling>
        <c:delete val="0"/>
        <c:axPos val="l"/>
        <c:title>
          <c:tx>
            <c:rich>
              <a:bodyPr rot="-5400000" vert="horz"/>
              <a:lstStyle/>
              <a:p>
                <a:pPr algn="ctr">
                  <a:defRPr/>
                </a:pPr>
                <a:r>
                  <a:rPr lang="en-US"/>
                  <a:t>Diameter (cm)</a:t>
                </a:r>
              </a:p>
            </c:rich>
          </c:tx>
          <c:layout>
            <c:manualLayout>
              <c:xMode val="edge"/>
              <c:yMode val="edge"/>
              <c:x val="2.6422741113404782E-2"/>
              <c:y val="0.2668984024055817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1944"/>
        <c:crosses val="autoZero"/>
        <c:crossBetween val="midCat"/>
      </c:valAx>
      <c:spPr>
        <a:noFill/>
        <a:ln w="25400">
          <a:noFill/>
        </a:ln>
      </c:spPr>
    </c:plotArea>
    <c:plotVisOnly val="1"/>
    <c:dispBlanksAs val="gap"/>
    <c:showDLblsOverMax val="0"/>
  </c:chart>
  <c:spPr>
    <a:solidFill>
      <a:srgbClr val="FFFFFF"/>
    </a:solidFill>
    <a:ln w="3175">
      <a:noFill/>
      <a:prstDash val="solid"/>
    </a:ln>
  </c:spPr>
  <c:txPr>
    <a:bodyPr/>
    <a:lstStyle/>
    <a:p>
      <a:pPr>
        <a:defRPr sz="1000" b="1"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en-US"/>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Judge's Jigs Results</a:t>
            </a:r>
          </a:p>
        </c:rich>
      </c:tx>
      <c:layout>
        <c:manualLayout>
          <c:xMode val="edge"/>
          <c:yMode val="edge"/>
          <c:x val="0.38290403983295196"/>
          <c:y val="4.007442873675373E-2"/>
        </c:manualLayout>
      </c:layout>
      <c:overlay val="0"/>
      <c:spPr>
        <a:noFill/>
        <a:ln w="25400">
          <a:noFill/>
        </a:ln>
      </c:spPr>
    </c:title>
    <c:autoTitleDeleted val="0"/>
    <c:plotArea>
      <c:layout>
        <c:manualLayout>
          <c:layoutTarget val="inner"/>
          <c:xMode val="edge"/>
          <c:yMode val="edge"/>
          <c:x val="0.13222884699794435"/>
          <c:y val="0.23528890300816144"/>
          <c:w val="0.72677936690591904"/>
          <c:h val="0.5108713728182066"/>
        </c:manualLayout>
      </c:layout>
      <c:scatterChart>
        <c:scatterStyle val="lineMarker"/>
        <c:varyColors val="0"/>
        <c:ser>
          <c:idx val="0"/>
          <c:order val="0"/>
          <c:spPr>
            <a:ln w="19050">
              <a:noFill/>
            </a:ln>
          </c:spPr>
          <c:marker>
            <c:symbol val="diamond"/>
            <c:size val="5"/>
            <c:spPr>
              <a:solidFill>
                <a:srgbClr val="000080"/>
              </a:solidFill>
              <a:ln>
                <a:solidFill>
                  <a:srgbClr val="000080"/>
                </a:solidFill>
                <a:prstDash val="solid"/>
              </a:ln>
            </c:spPr>
          </c:marker>
          <c:yVal>
            <c:numRef>
              <c:f>Analysis!$E$35:$E$50</c:f>
              <c:numCache>
                <c:formatCode>General</c:formatCode>
                <c:ptCount val="16"/>
                <c:pt idx="0">
                  <c:v>2.16</c:v>
                </c:pt>
                <c:pt idx="1">
                  <c:v>2.04</c:v>
                </c:pt>
                <c:pt idx="2">
                  <c:v>2.11</c:v>
                </c:pt>
                <c:pt idx="3">
                  <c:v>2.0699999999999998</c:v>
                </c:pt>
                <c:pt idx="4">
                  <c:v>2.21</c:v>
                </c:pt>
                <c:pt idx="5">
                  <c:v>2.0499999999999998</c:v>
                </c:pt>
                <c:pt idx="6">
                  <c:v>2.09</c:v>
                </c:pt>
                <c:pt idx="7">
                  <c:v>2.19</c:v>
                </c:pt>
                <c:pt idx="8">
                  <c:v>2.02</c:v>
                </c:pt>
                <c:pt idx="9">
                  <c:v>2.0699999999999998</c:v>
                </c:pt>
                <c:pt idx="10">
                  <c:v>2.23</c:v>
                </c:pt>
                <c:pt idx="11" formatCode="0.00">
                  <c:v>2.2000000000000002</c:v>
                </c:pt>
                <c:pt idx="12">
                  <c:v>2.08</c:v>
                </c:pt>
                <c:pt idx="13">
                  <c:v>2.11</c:v>
                </c:pt>
                <c:pt idx="14">
                  <c:v>2.0499999999999998</c:v>
                </c:pt>
                <c:pt idx="15">
                  <c:v>2.12</c:v>
                </c:pt>
              </c:numCache>
            </c:numRef>
          </c:yVal>
          <c:smooth val="0"/>
          <c:extLst>
            <c:ext xmlns:c16="http://schemas.microsoft.com/office/drawing/2014/chart" uri="{C3380CC4-5D6E-409C-BE32-E72D297353CC}">
              <c16:uniqueId val="{00000000-8CC4-4625-A7F9-F8B755A32BA7}"/>
            </c:ext>
          </c:extLst>
        </c:ser>
        <c:dLbls>
          <c:showLegendKey val="0"/>
          <c:showVal val="0"/>
          <c:showCatName val="0"/>
          <c:showSerName val="0"/>
          <c:showPercent val="0"/>
          <c:showBubbleSize val="0"/>
        </c:dLbls>
        <c:axId val="426841744"/>
        <c:axId val="426838608"/>
      </c:scatterChart>
      <c:valAx>
        <c:axId val="426841744"/>
        <c:scaling>
          <c:orientation val="minMax"/>
          <c:max val="16"/>
        </c:scaling>
        <c:delete val="0"/>
        <c:axPos val="b"/>
        <c:title>
          <c:tx>
            <c:rich>
              <a:bodyPr/>
              <a:lstStyle/>
              <a:p>
                <a:pPr>
                  <a:defRPr/>
                </a:pPr>
                <a:r>
                  <a:rPr lang="en-US"/>
                  <a:t>Hole #</a:t>
                </a:r>
              </a:p>
            </c:rich>
          </c:tx>
          <c:layout>
            <c:manualLayout>
              <c:xMode val="edge"/>
              <c:yMode val="edge"/>
              <c:x val="0.46259024787306624"/>
              <c:y val="0.8751684857836574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8608"/>
        <c:crosses val="autoZero"/>
        <c:crossBetween val="midCat"/>
      </c:valAx>
      <c:valAx>
        <c:axId val="426838608"/>
        <c:scaling>
          <c:orientation val="minMax"/>
          <c:max val="4.5"/>
          <c:min val="0"/>
        </c:scaling>
        <c:delete val="0"/>
        <c:axPos val="l"/>
        <c:title>
          <c:tx>
            <c:rich>
              <a:bodyPr rot="-5400000" vert="horz"/>
              <a:lstStyle/>
              <a:p>
                <a:pPr algn="ctr">
                  <a:defRPr/>
                </a:pPr>
                <a:r>
                  <a:rPr lang="en-US"/>
                  <a:t>Diameter (cm)</a:t>
                </a:r>
              </a:p>
            </c:rich>
          </c:tx>
          <c:layout>
            <c:manualLayout>
              <c:xMode val="edge"/>
              <c:yMode val="edge"/>
              <c:x val="2.6369208202381717E-2"/>
              <c:y val="0.307292654700583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41744"/>
        <c:crosses val="autoZero"/>
        <c:crossBetween val="midCat"/>
      </c:valAx>
      <c:spPr>
        <a:noFill/>
        <a:ln w="25400">
          <a:noFill/>
        </a:ln>
      </c:spPr>
    </c:plotArea>
    <c:plotVisOnly val="1"/>
    <c:dispBlanksAs val="gap"/>
    <c:showDLblsOverMax val="0"/>
  </c:chart>
  <c:spPr>
    <a:solidFill>
      <a:srgbClr val="FFFFFF"/>
    </a:solidFill>
    <a:ln w="3175">
      <a:noFill/>
      <a:prstDash val="solid"/>
    </a:ln>
  </c:spPr>
  <c:txPr>
    <a:bodyPr/>
    <a:lstStyle/>
    <a:p>
      <a:pPr>
        <a:defRPr sz="1000" b="1"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Drill-for-Bits Results</a:t>
            </a:r>
          </a:p>
        </c:rich>
      </c:tx>
      <c:layout>
        <c:manualLayout>
          <c:xMode val="edge"/>
          <c:yMode val="edge"/>
          <c:x val="0.39896635948897557"/>
          <c:y val="3.5971205353716749E-2"/>
        </c:manualLayout>
      </c:layout>
      <c:overlay val="0"/>
      <c:spPr>
        <a:noFill/>
        <a:ln w="25400">
          <a:noFill/>
        </a:ln>
      </c:spPr>
    </c:title>
    <c:autoTitleDeleted val="0"/>
    <c:plotArea>
      <c:layout>
        <c:manualLayout>
          <c:layoutTarget val="inner"/>
          <c:xMode val="edge"/>
          <c:yMode val="edge"/>
          <c:x val="0.12227692358644444"/>
          <c:y val="0.23771147027674169"/>
          <c:w val="0.74707601453664441"/>
          <c:h val="0.51798561151079137"/>
        </c:manualLayout>
      </c:layout>
      <c:scatterChart>
        <c:scatterStyle val="lineMarker"/>
        <c:varyColors val="0"/>
        <c:ser>
          <c:idx val="0"/>
          <c:order val="0"/>
          <c:spPr>
            <a:ln w="19050">
              <a:noFill/>
            </a:ln>
          </c:spPr>
          <c:marker>
            <c:symbol val="diamond"/>
            <c:size val="5"/>
            <c:spPr>
              <a:solidFill>
                <a:srgbClr val="000080"/>
              </a:solidFill>
              <a:ln>
                <a:solidFill>
                  <a:srgbClr val="000080"/>
                </a:solidFill>
                <a:prstDash val="solid"/>
              </a:ln>
            </c:spPr>
          </c:marker>
          <c:yVal>
            <c:numRef>
              <c:f>Analysis!$E$51:$E$66</c:f>
              <c:numCache>
                <c:formatCode>General</c:formatCode>
                <c:ptCount val="16"/>
                <c:pt idx="0">
                  <c:v>4.22</c:v>
                </c:pt>
                <c:pt idx="1">
                  <c:v>2.68</c:v>
                </c:pt>
                <c:pt idx="2">
                  <c:v>2.4500000000000002</c:v>
                </c:pt>
                <c:pt idx="3">
                  <c:v>1.84</c:v>
                </c:pt>
                <c:pt idx="4">
                  <c:v>2.11</c:v>
                </c:pt>
                <c:pt idx="5">
                  <c:v>3.95</c:v>
                </c:pt>
                <c:pt idx="6">
                  <c:v>2.46</c:v>
                </c:pt>
                <c:pt idx="7">
                  <c:v>3.79</c:v>
                </c:pt>
                <c:pt idx="8">
                  <c:v>3.91</c:v>
                </c:pt>
                <c:pt idx="9">
                  <c:v>2.2200000000000002</c:v>
                </c:pt>
                <c:pt idx="10">
                  <c:v>2.42</c:v>
                </c:pt>
                <c:pt idx="11">
                  <c:v>2.09</c:v>
                </c:pt>
                <c:pt idx="12">
                  <c:v>3.33</c:v>
                </c:pt>
                <c:pt idx="13">
                  <c:v>4.07</c:v>
                </c:pt>
                <c:pt idx="14">
                  <c:v>2.54</c:v>
                </c:pt>
                <c:pt idx="15">
                  <c:v>3.96</c:v>
                </c:pt>
              </c:numCache>
            </c:numRef>
          </c:yVal>
          <c:smooth val="0"/>
          <c:extLst>
            <c:ext xmlns:c16="http://schemas.microsoft.com/office/drawing/2014/chart" uri="{C3380CC4-5D6E-409C-BE32-E72D297353CC}">
              <c16:uniqueId val="{00000000-FCFC-4908-AB41-E2C0B99F8326}"/>
            </c:ext>
          </c:extLst>
        </c:ser>
        <c:dLbls>
          <c:showLegendKey val="0"/>
          <c:showVal val="0"/>
          <c:showCatName val="0"/>
          <c:showSerName val="0"/>
          <c:showPercent val="0"/>
          <c:showBubbleSize val="0"/>
        </c:dLbls>
        <c:axId val="426834296"/>
        <c:axId val="426830768"/>
      </c:scatterChart>
      <c:valAx>
        <c:axId val="426834296"/>
        <c:scaling>
          <c:orientation val="minMax"/>
          <c:max val="16"/>
        </c:scaling>
        <c:delete val="0"/>
        <c:axPos val="b"/>
        <c:title>
          <c:tx>
            <c:rich>
              <a:bodyPr/>
              <a:lstStyle/>
              <a:p>
                <a:pPr>
                  <a:defRPr/>
                </a:pPr>
                <a:r>
                  <a:rPr lang="en-US"/>
                  <a:t>Hole #</a:t>
                </a:r>
              </a:p>
            </c:rich>
          </c:tx>
          <c:layout>
            <c:manualLayout>
              <c:xMode val="edge"/>
              <c:yMode val="edge"/>
              <c:x val="0.45386704422199592"/>
              <c:y val="0.8663035103068257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0768"/>
        <c:crosses val="autoZero"/>
        <c:crossBetween val="midCat"/>
        <c:majorUnit val="2"/>
      </c:valAx>
      <c:valAx>
        <c:axId val="426830768"/>
        <c:scaling>
          <c:orientation val="minMax"/>
        </c:scaling>
        <c:delete val="0"/>
        <c:axPos val="l"/>
        <c:title>
          <c:tx>
            <c:rich>
              <a:bodyPr rot="-5400000" vert="horz"/>
              <a:lstStyle/>
              <a:p>
                <a:pPr algn="ctr">
                  <a:defRPr/>
                </a:pPr>
                <a:r>
                  <a:rPr lang="en-US"/>
                  <a:t>Diameter (cm)</a:t>
                </a:r>
              </a:p>
            </c:rich>
          </c:tx>
          <c:layout>
            <c:manualLayout>
              <c:xMode val="edge"/>
              <c:yMode val="edge"/>
              <c:x val="2.6315772042690248E-2"/>
              <c:y val="0.2872720295927921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4296"/>
        <c:crosses val="autoZero"/>
        <c:crossBetween val="midCat"/>
      </c:valAx>
      <c:spPr>
        <a:noFill/>
        <a:ln w="25400">
          <a:noFill/>
        </a:ln>
      </c:spPr>
    </c:plotArea>
    <c:plotVisOnly val="1"/>
    <c:dispBlanksAs val="gap"/>
    <c:showDLblsOverMax val="0"/>
  </c:chart>
  <c:spPr>
    <a:solidFill>
      <a:srgbClr val="FFFFFF"/>
    </a:solidFill>
    <a:ln w="3175">
      <a:noFill/>
      <a:prstDash val="solid"/>
    </a:ln>
  </c:spPr>
  <c:txPr>
    <a:bodyPr/>
    <a:lstStyle/>
    <a:p>
      <a:pPr>
        <a:defRPr sz="1000" b="1"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Frequency</c:v>
          </c:tx>
          <c:spPr>
            <a:ln w="6350">
              <a:solidFill>
                <a:sysClr val="windowText" lastClr="000000"/>
              </a:solidFill>
            </a:ln>
          </c:spPr>
          <c:invertIfNegative val="0"/>
          <c:cat>
            <c:strRef>
              <c:f>'Opening Gross'!$A$2:$A$19</c:f>
              <c:strCache>
                <c:ptCount val="18"/>
                <c:pt idx="0">
                  <c:v>0-9.99</c:v>
                </c:pt>
                <c:pt idx="1">
                  <c:v>10-19.99</c:v>
                </c:pt>
                <c:pt idx="2">
                  <c:v>20-29.99</c:v>
                </c:pt>
                <c:pt idx="3">
                  <c:v>30-39.99</c:v>
                </c:pt>
                <c:pt idx="4">
                  <c:v>40-49.99</c:v>
                </c:pt>
                <c:pt idx="5">
                  <c:v>50-59.99</c:v>
                </c:pt>
                <c:pt idx="6">
                  <c:v>60-69.99</c:v>
                </c:pt>
                <c:pt idx="7">
                  <c:v>70-79.99</c:v>
                </c:pt>
                <c:pt idx="8">
                  <c:v>80-89.99</c:v>
                </c:pt>
                <c:pt idx="9">
                  <c:v>90-99.99</c:v>
                </c:pt>
                <c:pt idx="10">
                  <c:v>100-109.99</c:v>
                </c:pt>
                <c:pt idx="11">
                  <c:v>110-119.99</c:v>
                </c:pt>
                <c:pt idx="12">
                  <c:v>120-129.99</c:v>
                </c:pt>
                <c:pt idx="13">
                  <c:v>130-139.99</c:v>
                </c:pt>
                <c:pt idx="14">
                  <c:v>140-149.99</c:v>
                </c:pt>
                <c:pt idx="15">
                  <c:v>150-159.99</c:v>
                </c:pt>
                <c:pt idx="16">
                  <c:v>160-169.99</c:v>
                </c:pt>
                <c:pt idx="17">
                  <c:v>More</c:v>
                </c:pt>
              </c:strCache>
            </c:strRef>
          </c:cat>
          <c:val>
            <c:numRef>
              <c:f>'Opening Gross'!$B$2:$B$19</c:f>
              <c:numCache>
                <c:formatCode>General</c:formatCode>
                <c:ptCount val="18"/>
                <c:pt idx="0">
                  <c:v>11</c:v>
                </c:pt>
                <c:pt idx="1">
                  <c:v>44</c:v>
                </c:pt>
                <c:pt idx="2">
                  <c:v>17</c:v>
                </c:pt>
                <c:pt idx="3">
                  <c:v>14</c:v>
                </c:pt>
                <c:pt idx="4">
                  <c:v>1</c:v>
                </c:pt>
                <c:pt idx="5">
                  <c:v>4</c:v>
                </c:pt>
                <c:pt idx="6">
                  <c:v>3</c:v>
                </c:pt>
                <c:pt idx="7">
                  <c:v>0</c:v>
                </c:pt>
                <c:pt idx="8">
                  <c:v>2</c:v>
                </c:pt>
                <c:pt idx="9">
                  <c:v>2</c:v>
                </c:pt>
                <c:pt idx="10">
                  <c:v>0</c:v>
                </c:pt>
                <c:pt idx="11">
                  <c:v>0</c:v>
                </c:pt>
                <c:pt idx="12">
                  <c:v>0</c:v>
                </c:pt>
                <c:pt idx="13">
                  <c:v>1</c:v>
                </c:pt>
                <c:pt idx="14">
                  <c:v>0</c:v>
                </c:pt>
                <c:pt idx="15">
                  <c:v>0</c:v>
                </c:pt>
                <c:pt idx="16">
                  <c:v>1</c:v>
                </c:pt>
                <c:pt idx="17">
                  <c:v>0</c:v>
                </c:pt>
              </c:numCache>
            </c:numRef>
          </c:val>
          <c:extLst>
            <c:ext xmlns:c16="http://schemas.microsoft.com/office/drawing/2014/chart" uri="{C3380CC4-5D6E-409C-BE32-E72D297353CC}">
              <c16:uniqueId val="{00000000-7BB9-4D26-B6AC-F6398F800B4F}"/>
            </c:ext>
          </c:extLst>
        </c:ser>
        <c:dLbls>
          <c:showLegendKey val="0"/>
          <c:showVal val="0"/>
          <c:showCatName val="0"/>
          <c:showSerName val="0"/>
          <c:showPercent val="0"/>
          <c:showBubbleSize val="0"/>
        </c:dLbls>
        <c:gapWidth val="0"/>
        <c:axId val="303469672"/>
        <c:axId val="303464968"/>
      </c:barChart>
      <c:catAx>
        <c:axId val="303469672"/>
        <c:scaling>
          <c:orientation val="minMax"/>
        </c:scaling>
        <c:delete val="0"/>
        <c:axPos val="b"/>
        <c:title>
          <c:tx>
            <c:rich>
              <a:bodyPr/>
              <a:lstStyle/>
              <a:p>
                <a:pPr>
                  <a:defRPr/>
                </a:pPr>
                <a:r>
                  <a:rPr lang="en-US">
                    <a:solidFill>
                      <a:schemeClr val="tx1"/>
                    </a:solidFill>
                    <a:latin typeface="Times New Roman" panose="02020603050405020304" pitchFamily="18" charset="0"/>
                    <a:cs typeface="Times New Roman" panose="02020603050405020304" pitchFamily="18" charset="0"/>
                  </a:rPr>
                  <a:t>Opening Gross</a:t>
                </a:r>
                <a:r>
                  <a:rPr lang="en-US" baseline="0">
                    <a:solidFill>
                      <a:schemeClr val="tx1"/>
                    </a:solidFill>
                    <a:latin typeface="Times New Roman" panose="02020603050405020304" pitchFamily="18" charset="0"/>
                    <a:cs typeface="Times New Roman" panose="02020603050405020304" pitchFamily="18" charset="0"/>
                  </a:rPr>
                  <a:t> Sales (millions dollars)</a:t>
                </a:r>
                <a:endParaRPr lang="en-US">
                  <a:solidFill>
                    <a:schemeClr val="tx1"/>
                  </a:solidFill>
                  <a:latin typeface="Times New Roman" panose="02020603050405020304" pitchFamily="18" charset="0"/>
                  <a:cs typeface="Times New Roman" panose="02020603050405020304" pitchFamily="18" charset="0"/>
                </a:endParaRPr>
              </a:p>
            </c:rich>
          </c:tx>
          <c:overlay val="0"/>
        </c:title>
        <c:numFmt formatCode="General" sourceLinked="0"/>
        <c:majorTickMark val="in"/>
        <c:minorTickMark val="none"/>
        <c:tickLblPos val="nextTo"/>
        <c:spPr>
          <a:ln>
            <a:solidFill>
              <a:schemeClr val="tx1"/>
            </a:solidFill>
          </a:ln>
        </c:spPr>
        <c:crossAx val="303464968"/>
        <c:crosses val="autoZero"/>
        <c:auto val="1"/>
        <c:lblAlgn val="ctr"/>
        <c:lblOffset val="100"/>
        <c:noMultiLvlLbl val="0"/>
      </c:catAx>
      <c:valAx>
        <c:axId val="303464968"/>
        <c:scaling>
          <c:orientation val="minMax"/>
        </c:scaling>
        <c:delete val="0"/>
        <c:axPos val="l"/>
        <c:title>
          <c:tx>
            <c:rich>
              <a:bodyPr/>
              <a:lstStyle/>
              <a:p>
                <a:pPr>
                  <a:defRPr/>
                </a:pPr>
                <a:r>
                  <a:rPr lang="en-US">
                    <a:latin typeface="Times New Roman" panose="02020603050405020304" pitchFamily="18" charset="0"/>
                    <a:cs typeface="Times New Roman" panose="02020603050405020304" pitchFamily="18" charset="0"/>
                  </a:rPr>
                  <a:t>Frequency</a:t>
                </a:r>
              </a:p>
            </c:rich>
          </c:tx>
          <c:overlay val="0"/>
        </c:title>
        <c:numFmt formatCode="General" sourceLinked="1"/>
        <c:majorTickMark val="in"/>
        <c:minorTickMark val="none"/>
        <c:tickLblPos val="nextTo"/>
        <c:spPr>
          <a:ln>
            <a:solidFill>
              <a:schemeClr val="tx1"/>
            </a:solidFill>
          </a:ln>
        </c:spPr>
        <c:crossAx val="303469672"/>
        <c:crosses val="autoZero"/>
        <c:crossBetween val="between"/>
      </c:valAx>
    </c:plotArea>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solidFill>
                <a:schemeClr val="tx1"/>
              </a:solidFill>
            </a:ln>
            <a:effectLst/>
          </c:spPr>
          <c:invertIfNegative val="0"/>
          <c:cat>
            <c:strRef>
              <c:f>Data!$H$79:$H$86</c:f>
              <c:strCache>
                <c:ptCount val="8"/>
                <c:pt idx="0">
                  <c:v>0-49.99</c:v>
                </c:pt>
                <c:pt idx="1">
                  <c:v>50-99.99</c:v>
                </c:pt>
                <c:pt idx="2">
                  <c:v>100-149.99</c:v>
                </c:pt>
                <c:pt idx="3">
                  <c:v>150-199.99</c:v>
                </c:pt>
                <c:pt idx="4">
                  <c:v>200-249.99</c:v>
                </c:pt>
                <c:pt idx="5">
                  <c:v>250-299.99</c:v>
                </c:pt>
                <c:pt idx="6">
                  <c:v>300-349.99</c:v>
                </c:pt>
                <c:pt idx="7">
                  <c:v>350-399.99</c:v>
                </c:pt>
              </c:strCache>
            </c:strRef>
          </c:cat>
          <c:val>
            <c:numRef>
              <c:f>Data!$I$79:$I$86</c:f>
              <c:numCache>
                <c:formatCode>General</c:formatCode>
                <c:ptCount val="8"/>
                <c:pt idx="0">
                  <c:v>33</c:v>
                </c:pt>
                <c:pt idx="1">
                  <c:v>37</c:v>
                </c:pt>
                <c:pt idx="2">
                  <c:v>15</c:v>
                </c:pt>
                <c:pt idx="3">
                  <c:v>8</c:v>
                </c:pt>
                <c:pt idx="4">
                  <c:v>3</c:v>
                </c:pt>
                <c:pt idx="5">
                  <c:v>2</c:v>
                </c:pt>
                <c:pt idx="6">
                  <c:v>0</c:v>
                </c:pt>
                <c:pt idx="7">
                  <c:v>2</c:v>
                </c:pt>
              </c:numCache>
            </c:numRef>
          </c:val>
          <c:extLst>
            <c:ext xmlns:c16="http://schemas.microsoft.com/office/drawing/2014/chart" uri="{C3380CC4-5D6E-409C-BE32-E72D297353CC}">
              <c16:uniqueId val="{00000000-EEFD-4FC1-9826-46BA86A8EA2E}"/>
            </c:ext>
          </c:extLst>
        </c:ser>
        <c:dLbls>
          <c:showLegendKey val="0"/>
          <c:showVal val="0"/>
          <c:showCatName val="0"/>
          <c:showSerName val="0"/>
          <c:showPercent val="0"/>
          <c:showBubbleSize val="0"/>
        </c:dLbls>
        <c:gapWidth val="0"/>
        <c:overlap val="-27"/>
        <c:axId val="303465752"/>
        <c:axId val="303466144"/>
      </c:barChart>
      <c:catAx>
        <c:axId val="30346575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solidFill>
                      <a:schemeClr val="tx1"/>
                    </a:solidFill>
                  </a:rPr>
                  <a:t>Total Gross Sales (millions)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3466144"/>
        <c:crosses val="autoZero"/>
        <c:auto val="1"/>
        <c:lblAlgn val="ctr"/>
        <c:lblOffset val="100"/>
        <c:noMultiLvlLbl val="0"/>
      </c:catAx>
      <c:valAx>
        <c:axId val="303466144"/>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solidFill>
                      <a:schemeClr val="tx1"/>
                    </a:solidFill>
                  </a:rPr>
                  <a:t>Frequency</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346575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solidFill>
                <a:schemeClr val="tx1"/>
              </a:solidFill>
            </a:ln>
            <a:effectLst/>
          </c:spPr>
          <c:invertIfNegative val="0"/>
          <c:cat>
            <c:strRef>
              <c:f>Data!$H$119:$H$127</c:f>
              <c:strCache>
                <c:ptCount val="9"/>
                <c:pt idx="0">
                  <c:v>0-499</c:v>
                </c:pt>
                <c:pt idx="1">
                  <c:v>500-599</c:v>
                </c:pt>
                <c:pt idx="2">
                  <c:v>1000-1499</c:v>
                </c:pt>
                <c:pt idx="3">
                  <c:v>1500-1999</c:v>
                </c:pt>
                <c:pt idx="4">
                  <c:v>2000-2499</c:v>
                </c:pt>
                <c:pt idx="5">
                  <c:v>2500-2999</c:v>
                </c:pt>
                <c:pt idx="6">
                  <c:v>3000-3499</c:v>
                </c:pt>
                <c:pt idx="7">
                  <c:v>3500-3999</c:v>
                </c:pt>
                <c:pt idx="8">
                  <c:v>4000-4499</c:v>
                </c:pt>
              </c:strCache>
            </c:strRef>
          </c:cat>
          <c:val>
            <c:numRef>
              <c:f>Data!$I$119:$I$127</c:f>
              <c:numCache>
                <c:formatCode>General</c:formatCode>
                <c:ptCount val="9"/>
                <c:pt idx="0">
                  <c:v>0</c:v>
                </c:pt>
                <c:pt idx="1">
                  <c:v>0</c:v>
                </c:pt>
                <c:pt idx="2">
                  <c:v>2</c:v>
                </c:pt>
                <c:pt idx="3">
                  <c:v>3</c:v>
                </c:pt>
                <c:pt idx="4">
                  <c:v>8</c:v>
                </c:pt>
                <c:pt idx="5">
                  <c:v>27</c:v>
                </c:pt>
                <c:pt idx="6">
                  <c:v>32</c:v>
                </c:pt>
                <c:pt idx="7">
                  <c:v>23</c:v>
                </c:pt>
                <c:pt idx="8">
                  <c:v>5</c:v>
                </c:pt>
              </c:numCache>
            </c:numRef>
          </c:val>
          <c:extLst>
            <c:ext xmlns:c16="http://schemas.microsoft.com/office/drawing/2014/chart" uri="{C3380CC4-5D6E-409C-BE32-E72D297353CC}">
              <c16:uniqueId val="{00000000-12F5-4DB1-B638-4F6841ECF6A6}"/>
            </c:ext>
          </c:extLst>
        </c:ser>
        <c:dLbls>
          <c:showLegendKey val="0"/>
          <c:showVal val="0"/>
          <c:showCatName val="0"/>
          <c:showSerName val="0"/>
          <c:showPercent val="0"/>
          <c:showBubbleSize val="0"/>
        </c:dLbls>
        <c:gapWidth val="0"/>
        <c:overlap val="-27"/>
        <c:axId val="303466536"/>
        <c:axId val="303472416"/>
      </c:barChart>
      <c:catAx>
        <c:axId val="30346653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solidFill>
                      <a:schemeClr val="tx1"/>
                    </a:solidFill>
                  </a:rPr>
                  <a:t>Number of Theaters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3472416"/>
        <c:crosses val="autoZero"/>
        <c:auto val="1"/>
        <c:lblAlgn val="ctr"/>
        <c:lblOffset val="100"/>
        <c:noMultiLvlLbl val="0"/>
      </c:catAx>
      <c:valAx>
        <c:axId val="303472416"/>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solidFill>
                      <a:schemeClr val="tx1"/>
                    </a:solidFill>
                  </a:rPr>
                  <a:t>Frequency</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346653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Data!$I$164:$I$172</c:f>
              <c:strCache>
                <c:ptCount val="9"/>
                <c:pt idx="0">
                  <c:v>0</c:v>
                </c:pt>
                <c:pt idx="1">
                  <c:v>14</c:v>
                </c:pt>
                <c:pt idx="2">
                  <c:v>36</c:v>
                </c:pt>
                <c:pt idx="3">
                  <c:v>42</c:v>
                </c:pt>
                <c:pt idx="4">
                  <c:v>5</c:v>
                </c:pt>
                <c:pt idx="5">
                  <c:v>1</c:v>
                </c:pt>
                <c:pt idx="6">
                  <c:v>1</c:v>
                </c:pt>
                <c:pt idx="7">
                  <c:v>0</c:v>
                </c:pt>
                <c:pt idx="8">
                  <c:v>1</c:v>
                </c:pt>
              </c:strCache>
            </c:strRef>
          </c:tx>
          <c:spPr>
            <a:solidFill>
              <a:schemeClr val="accent1"/>
            </a:solidFill>
            <a:ln>
              <a:solidFill>
                <a:schemeClr val="tx1"/>
              </a:solidFill>
            </a:ln>
            <a:effectLst/>
          </c:spPr>
          <c:invertIfNegative val="0"/>
          <c:cat>
            <c:strRef>
              <c:f>Data!$H$164:$H$172</c:f>
              <c:strCache>
                <c:ptCount val="9"/>
                <c:pt idx="0">
                  <c:v>0-4</c:v>
                </c:pt>
                <c:pt idx="1">
                  <c:v>5-9</c:v>
                </c:pt>
                <c:pt idx="2">
                  <c:v>10-14</c:v>
                </c:pt>
                <c:pt idx="3">
                  <c:v>15-19</c:v>
                </c:pt>
                <c:pt idx="4">
                  <c:v>20-24</c:v>
                </c:pt>
                <c:pt idx="5">
                  <c:v>25-29</c:v>
                </c:pt>
                <c:pt idx="6">
                  <c:v>30-34</c:v>
                </c:pt>
                <c:pt idx="7">
                  <c:v>35-39</c:v>
                </c:pt>
                <c:pt idx="8">
                  <c:v>40-44</c:v>
                </c:pt>
              </c:strCache>
            </c:strRef>
          </c:cat>
          <c:val>
            <c:numRef>
              <c:f>Data!$I$164:$I$172</c:f>
              <c:numCache>
                <c:formatCode>General</c:formatCode>
                <c:ptCount val="9"/>
                <c:pt idx="0">
                  <c:v>0</c:v>
                </c:pt>
                <c:pt idx="1">
                  <c:v>14</c:v>
                </c:pt>
                <c:pt idx="2">
                  <c:v>36</c:v>
                </c:pt>
                <c:pt idx="3">
                  <c:v>42</c:v>
                </c:pt>
                <c:pt idx="4">
                  <c:v>5</c:v>
                </c:pt>
                <c:pt idx="5">
                  <c:v>1</c:v>
                </c:pt>
                <c:pt idx="6">
                  <c:v>1</c:v>
                </c:pt>
                <c:pt idx="7">
                  <c:v>0</c:v>
                </c:pt>
                <c:pt idx="8">
                  <c:v>1</c:v>
                </c:pt>
              </c:numCache>
            </c:numRef>
          </c:val>
          <c:extLst>
            <c:ext xmlns:c16="http://schemas.microsoft.com/office/drawing/2014/chart" uri="{C3380CC4-5D6E-409C-BE32-E72D297353CC}">
              <c16:uniqueId val="{00000000-3591-4B94-82BA-B9689290A146}"/>
            </c:ext>
          </c:extLst>
        </c:ser>
        <c:dLbls>
          <c:showLegendKey val="0"/>
          <c:showVal val="0"/>
          <c:showCatName val="0"/>
          <c:showSerName val="0"/>
          <c:showPercent val="0"/>
          <c:showBubbleSize val="0"/>
        </c:dLbls>
        <c:gapWidth val="0"/>
        <c:overlap val="-27"/>
        <c:axId val="303467712"/>
        <c:axId val="303468496"/>
      </c:barChart>
      <c:catAx>
        <c:axId val="30346771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solidFill>
                      <a:schemeClr val="tx1"/>
                    </a:solidFill>
                  </a:rPr>
                  <a:t>Weeks in Release</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3468496"/>
        <c:crosses val="autoZero"/>
        <c:auto val="1"/>
        <c:lblAlgn val="ctr"/>
        <c:lblOffset val="100"/>
        <c:noMultiLvlLbl val="0"/>
      </c:catAx>
      <c:valAx>
        <c:axId val="303468496"/>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solidFill>
                      <a:schemeClr val="tx1"/>
                    </a:solidFill>
                  </a:rPr>
                  <a:t>Frequency</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346771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Data!$C$1</c:f>
              <c:strCache>
                <c:ptCount val="1"/>
                <c:pt idx="0">
                  <c:v>Total Gross Sales ($millions)</c:v>
                </c:pt>
              </c:strCache>
            </c:strRef>
          </c:tx>
          <c:spPr>
            <a:ln w="28575" cap="rnd">
              <a:noFill/>
              <a:round/>
            </a:ln>
            <a:effectLst/>
          </c:spPr>
          <c:marker>
            <c:symbol val="diamond"/>
            <c:size val="5"/>
            <c:spPr>
              <a:solidFill>
                <a:schemeClr val="tx2"/>
              </a:solidFill>
              <a:ln w="9525">
                <a:solidFill>
                  <a:schemeClr val="tx2"/>
                </a:solidFill>
              </a:ln>
              <a:effectLst/>
            </c:spPr>
          </c:marker>
          <c:xVal>
            <c:numRef>
              <c:f>Data!$B$2:$B$101</c:f>
              <c:numCache>
                <c:formatCode>#,##0.00_);[Red]\(#,##0.00\)</c:formatCode>
                <c:ptCount val="100"/>
                <c:pt idx="0">
                  <c:v>169.19</c:v>
                </c:pt>
                <c:pt idx="1">
                  <c:v>97.85</c:v>
                </c:pt>
                <c:pt idx="2">
                  <c:v>138.12</c:v>
                </c:pt>
                <c:pt idx="3">
                  <c:v>85.95</c:v>
                </c:pt>
                <c:pt idx="4">
                  <c:v>90.15</c:v>
                </c:pt>
                <c:pt idx="5">
                  <c:v>86.2</c:v>
                </c:pt>
                <c:pt idx="6">
                  <c:v>12.79</c:v>
                </c:pt>
                <c:pt idx="7">
                  <c:v>66.14</c:v>
                </c:pt>
                <c:pt idx="8">
                  <c:v>39.64</c:v>
                </c:pt>
                <c:pt idx="9">
                  <c:v>65.72</c:v>
                </c:pt>
                <c:pt idx="10">
                  <c:v>54.81</c:v>
                </c:pt>
                <c:pt idx="11">
                  <c:v>65.06</c:v>
                </c:pt>
                <c:pt idx="12">
                  <c:v>26.04</c:v>
                </c:pt>
                <c:pt idx="13">
                  <c:v>26.25</c:v>
                </c:pt>
                <c:pt idx="14">
                  <c:v>47.66</c:v>
                </c:pt>
                <c:pt idx="15">
                  <c:v>34.08</c:v>
                </c:pt>
                <c:pt idx="16">
                  <c:v>55.1</c:v>
                </c:pt>
                <c:pt idx="17">
                  <c:v>39.229999999999997</c:v>
                </c:pt>
                <c:pt idx="18">
                  <c:v>35.61</c:v>
                </c:pt>
                <c:pt idx="19">
                  <c:v>23.24</c:v>
                </c:pt>
                <c:pt idx="20">
                  <c:v>35.450000000000003</c:v>
                </c:pt>
                <c:pt idx="21">
                  <c:v>38.08</c:v>
                </c:pt>
                <c:pt idx="22">
                  <c:v>28.3</c:v>
                </c:pt>
                <c:pt idx="23">
                  <c:v>53.17</c:v>
                </c:pt>
                <c:pt idx="24">
                  <c:v>37.54</c:v>
                </c:pt>
                <c:pt idx="25">
                  <c:v>52.57</c:v>
                </c:pt>
                <c:pt idx="26">
                  <c:v>30.51</c:v>
                </c:pt>
                <c:pt idx="27">
                  <c:v>12.77</c:v>
                </c:pt>
                <c:pt idx="28">
                  <c:v>31.6</c:v>
                </c:pt>
                <c:pt idx="29">
                  <c:v>36.43</c:v>
                </c:pt>
                <c:pt idx="30">
                  <c:v>25.36</c:v>
                </c:pt>
                <c:pt idx="31">
                  <c:v>33.53</c:v>
                </c:pt>
                <c:pt idx="32">
                  <c:v>30.15</c:v>
                </c:pt>
                <c:pt idx="33">
                  <c:v>29.24</c:v>
                </c:pt>
                <c:pt idx="34">
                  <c:v>27.32</c:v>
                </c:pt>
                <c:pt idx="35">
                  <c:v>19.100000000000001</c:v>
                </c:pt>
                <c:pt idx="36">
                  <c:v>35.57</c:v>
                </c:pt>
                <c:pt idx="37">
                  <c:v>32.21</c:v>
                </c:pt>
                <c:pt idx="38">
                  <c:v>1.19</c:v>
                </c:pt>
                <c:pt idx="39">
                  <c:v>20.07</c:v>
                </c:pt>
                <c:pt idx="40">
                  <c:v>7.52</c:v>
                </c:pt>
                <c:pt idx="41">
                  <c:v>18.91</c:v>
                </c:pt>
                <c:pt idx="42">
                  <c:v>24.03</c:v>
                </c:pt>
                <c:pt idx="43">
                  <c:v>9.7200000000000006</c:v>
                </c:pt>
                <c:pt idx="44">
                  <c:v>22.4</c:v>
                </c:pt>
                <c:pt idx="45">
                  <c:v>19.5</c:v>
                </c:pt>
                <c:pt idx="46">
                  <c:v>9.36</c:v>
                </c:pt>
                <c:pt idx="47">
                  <c:v>25</c:v>
                </c:pt>
                <c:pt idx="48">
                  <c:v>29.51</c:v>
                </c:pt>
                <c:pt idx="49">
                  <c:v>11.36</c:v>
                </c:pt>
                <c:pt idx="50">
                  <c:v>19.149999999999999</c:v>
                </c:pt>
                <c:pt idx="51">
                  <c:v>19.649999999999999</c:v>
                </c:pt>
                <c:pt idx="52">
                  <c:v>18.45</c:v>
                </c:pt>
                <c:pt idx="53">
                  <c:v>21.24</c:v>
                </c:pt>
                <c:pt idx="54">
                  <c:v>21.86</c:v>
                </c:pt>
                <c:pt idx="55">
                  <c:v>21.16</c:v>
                </c:pt>
                <c:pt idx="56">
                  <c:v>16.84</c:v>
                </c:pt>
                <c:pt idx="57">
                  <c:v>13.21</c:v>
                </c:pt>
                <c:pt idx="58">
                  <c:v>0.6</c:v>
                </c:pt>
                <c:pt idx="59">
                  <c:v>18.62</c:v>
                </c:pt>
                <c:pt idx="60">
                  <c:v>19.45</c:v>
                </c:pt>
                <c:pt idx="61">
                  <c:v>14.81</c:v>
                </c:pt>
                <c:pt idx="62">
                  <c:v>13.02</c:v>
                </c:pt>
                <c:pt idx="63">
                  <c:v>13.27</c:v>
                </c:pt>
                <c:pt idx="64">
                  <c:v>25.07</c:v>
                </c:pt>
                <c:pt idx="65">
                  <c:v>23.75</c:v>
                </c:pt>
                <c:pt idx="66">
                  <c:v>15.56</c:v>
                </c:pt>
                <c:pt idx="67">
                  <c:v>17.82</c:v>
                </c:pt>
                <c:pt idx="68">
                  <c:v>12.07</c:v>
                </c:pt>
                <c:pt idx="69">
                  <c:v>13.54</c:v>
                </c:pt>
                <c:pt idx="70">
                  <c:v>10.6</c:v>
                </c:pt>
                <c:pt idx="71">
                  <c:v>18.03</c:v>
                </c:pt>
                <c:pt idx="72">
                  <c:v>0.2</c:v>
                </c:pt>
                <c:pt idx="73">
                  <c:v>10.47</c:v>
                </c:pt>
                <c:pt idx="74">
                  <c:v>12.37</c:v>
                </c:pt>
                <c:pt idx="75">
                  <c:v>13.95</c:v>
                </c:pt>
                <c:pt idx="76">
                  <c:v>11.64</c:v>
                </c:pt>
                <c:pt idx="77">
                  <c:v>18.690000000000001</c:v>
                </c:pt>
                <c:pt idx="78">
                  <c:v>16.3</c:v>
                </c:pt>
                <c:pt idx="79">
                  <c:v>14.01</c:v>
                </c:pt>
                <c:pt idx="80">
                  <c:v>12.05</c:v>
                </c:pt>
                <c:pt idx="81">
                  <c:v>13.04</c:v>
                </c:pt>
                <c:pt idx="82">
                  <c:v>11.22</c:v>
                </c:pt>
                <c:pt idx="83">
                  <c:v>15</c:v>
                </c:pt>
                <c:pt idx="84">
                  <c:v>15.22</c:v>
                </c:pt>
                <c:pt idx="85">
                  <c:v>13.53</c:v>
                </c:pt>
                <c:pt idx="86">
                  <c:v>13.33</c:v>
                </c:pt>
                <c:pt idx="87">
                  <c:v>10.41</c:v>
                </c:pt>
                <c:pt idx="88">
                  <c:v>19.059999999999999</c:v>
                </c:pt>
                <c:pt idx="89">
                  <c:v>13.1</c:v>
                </c:pt>
                <c:pt idx="90">
                  <c:v>12.95</c:v>
                </c:pt>
                <c:pt idx="91">
                  <c:v>11.34</c:v>
                </c:pt>
                <c:pt idx="92">
                  <c:v>8.64</c:v>
                </c:pt>
                <c:pt idx="93">
                  <c:v>9.11</c:v>
                </c:pt>
                <c:pt idx="94">
                  <c:v>14.79</c:v>
                </c:pt>
                <c:pt idx="95">
                  <c:v>12.22</c:v>
                </c:pt>
                <c:pt idx="96">
                  <c:v>7.0000000000000007E-2</c:v>
                </c:pt>
                <c:pt idx="97">
                  <c:v>9.91</c:v>
                </c:pt>
                <c:pt idx="98">
                  <c:v>9.85</c:v>
                </c:pt>
                <c:pt idx="99">
                  <c:v>14.95</c:v>
                </c:pt>
              </c:numCache>
            </c:numRef>
          </c:xVal>
          <c:yVal>
            <c:numRef>
              <c:f>Data!$C$2:$C$101</c:f>
              <c:numCache>
                <c:formatCode>#,##0.00_);[Red]\(#,##0.00\)</c:formatCode>
                <c:ptCount val="100"/>
                <c:pt idx="0">
                  <c:v>381.01</c:v>
                </c:pt>
                <c:pt idx="1">
                  <c:v>352.39</c:v>
                </c:pt>
                <c:pt idx="2">
                  <c:v>281.29000000000002</c:v>
                </c:pt>
                <c:pt idx="3">
                  <c:v>254.46</c:v>
                </c:pt>
                <c:pt idx="4">
                  <c:v>241.07</c:v>
                </c:pt>
                <c:pt idx="5">
                  <c:v>209.84</c:v>
                </c:pt>
                <c:pt idx="6">
                  <c:v>208.55</c:v>
                </c:pt>
                <c:pt idx="7">
                  <c:v>191.45</c:v>
                </c:pt>
                <c:pt idx="8">
                  <c:v>186.59</c:v>
                </c:pt>
                <c:pt idx="9">
                  <c:v>181.03</c:v>
                </c:pt>
                <c:pt idx="10">
                  <c:v>176.76</c:v>
                </c:pt>
                <c:pt idx="11">
                  <c:v>176.65</c:v>
                </c:pt>
                <c:pt idx="12">
                  <c:v>169.71</c:v>
                </c:pt>
                <c:pt idx="13">
                  <c:v>169.11</c:v>
                </c:pt>
                <c:pt idx="14">
                  <c:v>165.25</c:v>
                </c:pt>
                <c:pt idx="15">
                  <c:v>149.26</c:v>
                </c:pt>
                <c:pt idx="16">
                  <c:v>146.41</c:v>
                </c:pt>
                <c:pt idx="17">
                  <c:v>143.62</c:v>
                </c:pt>
                <c:pt idx="18">
                  <c:v>142.61000000000001</c:v>
                </c:pt>
                <c:pt idx="19">
                  <c:v>131.37</c:v>
                </c:pt>
                <c:pt idx="20">
                  <c:v>127</c:v>
                </c:pt>
                <c:pt idx="21">
                  <c:v>123.48</c:v>
                </c:pt>
                <c:pt idx="22">
                  <c:v>117.54</c:v>
                </c:pt>
                <c:pt idx="23">
                  <c:v>116.6</c:v>
                </c:pt>
                <c:pt idx="24">
                  <c:v>108.09</c:v>
                </c:pt>
                <c:pt idx="25">
                  <c:v>104.03</c:v>
                </c:pt>
                <c:pt idx="26">
                  <c:v>103.03</c:v>
                </c:pt>
                <c:pt idx="27">
                  <c:v>102.36</c:v>
                </c:pt>
                <c:pt idx="28">
                  <c:v>100.29</c:v>
                </c:pt>
                <c:pt idx="29">
                  <c:v>100.24</c:v>
                </c:pt>
                <c:pt idx="30">
                  <c:v>99.97</c:v>
                </c:pt>
                <c:pt idx="31">
                  <c:v>98.78</c:v>
                </c:pt>
                <c:pt idx="32">
                  <c:v>94.24</c:v>
                </c:pt>
                <c:pt idx="33">
                  <c:v>88.57</c:v>
                </c:pt>
                <c:pt idx="34">
                  <c:v>85.47</c:v>
                </c:pt>
                <c:pt idx="35">
                  <c:v>84.35</c:v>
                </c:pt>
                <c:pt idx="36">
                  <c:v>83.55</c:v>
                </c:pt>
                <c:pt idx="37">
                  <c:v>83.5</c:v>
                </c:pt>
                <c:pt idx="38">
                  <c:v>81.7</c:v>
                </c:pt>
                <c:pt idx="39">
                  <c:v>80.36</c:v>
                </c:pt>
                <c:pt idx="40">
                  <c:v>79.38</c:v>
                </c:pt>
                <c:pt idx="41">
                  <c:v>79.25</c:v>
                </c:pt>
                <c:pt idx="42">
                  <c:v>78.05</c:v>
                </c:pt>
                <c:pt idx="43">
                  <c:v>77.48</c:v>
                </c:pt>
                <c:pt idx="44">
                  <c:v>75.66</c:v>
                </c:pt>
                <c:pt idx="45">
                  <c:v>75.61</c:v>
                </c:pt>
                <c:pt idx="46">
                  <c:v>74.77</c:v>
                </c:pt>
                <c:pt idx="47">
                  <c:v>74.16</c:v>
                </c:pt>
                <c:pt idx="48">
                  <c:v>73.010000000000005</c:v>
                </c:pt>
                <c:pt idx="49">
                  <c:v>72.510000000000005</c:v>
                </c:pt>
                <c:pt idx="50">
                  <c:v>72.290000000000006</c:v>
                </c:pt>
                <c:pt idx="51">
                  <c:v>70.66</c:v>
                </c:pt>
                <c:pt idx="52">
                  <c:v>68.22</c:v>
                </c:pt>
                <c:pt idx="53">
                  <c:v>64.010000000000005</c:v>
                </c:pt>
                <c:pt idx="54">
                  <c:v>63.69</c:v>
                </c:pt>
                <c:pt idx="55">
                  <c:v>62.5</c:v>
                </c:pt>
                <c:pt idx="56">
                  <c:v>58.71</c:v>
                </c:pt>
                <c:pt idx="57">
                  <c:v>58.01</c:v>
                </c:pt>
                <c:pt idx="58">
                  <c:v>56.81</c:v>
                </c:pt>
                <c:pt idx="59">
                  <c:v>55.8</c:v>
                </c:pt>
                <c:pt idx="60">
                  <c:v>55.1</c:v>
                </c:pt>
                <c:pt idx="61">
                  <c:v>54.71</c:v>
                </c:pt>
                <c:pt idx="62">
                  <c:v>54.54</c:v>
                </c:pt>
                <c:pt idx="63">
                  <c:v>54.01</c:v>
                </c:pt>
                <c:pt idx="64">
                  <c:v>53.35</c:v>
                </c:pt>
                <c:pt idx="65">
                  <c:v>52.7</c:v>
                </c:pt>
                <c:pt idx="66">
                  <c:v>51.8</c:v>
                </c:pt>
                <c:pt idx="67">
                  <c:v>48.48</c:v>
                </c:pt>
                <c:pt idx="68">
                  <c:v>46.46</c:v>
                </c:pt>
                <c:pt idx="69">
                  <c:v>45.06</c:v>
                </c:pt>
                <c:pt idx="70">
                  <c:v>43.85</c:v>
                </c:pt>
                <c:pt idx="71">
                  <c:v>42.59</c:v>
                </c:pt>
                <c:pt idx="72">
                  <c:v>41.36</c:v>
                </c:pt>
                <c:pt idx="73">
                  <c:v>40.96</c:v>
                </c:pt>
                <c:pt idx="74">
                  <c:v>40.26</c:v>
                </c:pt>
                <c:pt idx="75">
                  <c:v>39.049999999999997</c:v>
                </c:pt>
                <c:pt idx="76">
                  <c:v>38.54</c:v>
                </c:pt>
                <c:pt idx="77">
                  <c:v>38.18</c:v>
                </c:pt>
                <c:pt idx="78">
                  <c:v>37.92</c:v>
                </c:pt>
                <c:pt idx="79">
                  <c:v>37.659999999999997</c:v>
                </c:pt>
                <c:pt idx="80">
                  <c:v>37.520000000000003</c:v>
                </c:pt>
                <c:pt idx="81">
                  <c:v>37.409999999999997</c:v>
                </c:pt>
                <c:pt idx="82">
                  <c:v>37.31</c:v>
                </c:pt>
                <c:pt idx="83">
                  <c:v>37.299999999999997</c:v>
                </c:pt>
                <c:pt idx="84">
                  <c:v>37.299999999999997</c:v>
                </c:pt>
                <c:pt idx="85">
                  <c:v>37.08</c:v>
                </c:pt>
                <c:pt idx="86">
                  <c:v>37.049999999999997</c:v>
                </c:pt>
                <c:pt idx="87">
                  <c:v>36.67</c:v>
                </c:pt>
                <c:pt idx="88">
                  <c:v>36.39</c:v>
                </c:pt>
                <c:pt idx="89">
                  <c:v>35.61</c:v>
                </c:pt>
                <c:pt idx="90">
                  <c:v>35.06</c:v>
                </c:pt>
                <c:pt idx="91">
                  <c:v>35.06</c:v>
                </c:pt>
                <c:pt idx="92">
                  <c:v>35.01</c:v>
                </c:pt>
                <c:pt idx="93">
                  <c:v>34.520000000000003</c:v>
                </c:pt>
                <c:pt idx="94">
                  <c:v>33.049999999999997</c:v>
                </c:pt>
                <c:pt idx="95">
                  <c:v>33.04</c:v>
                </c:pt>
                <c:pt idx="96">
                  <c:v>31.76</c:v>
                </c:pt>
                <c:pt idx="97">
                  <c:v>31.18</c:v>
                </c:pt>
                <c:pt idx="98">
                  <c:v>30.44</c:v>
                </c:pt>
                <c:pt idx="99">
                  <c:v>29.14</c:v>
                </c:pt>
              </c:numCache>
            </c:numRef>
          </c:yVal>
          <c:smooth val="0"/>
          <c:extLst>
            <c:ext xmlns:c16="http://schemas.microsoft.com/office/drawing/2014/chart" uri="{C3380CC4-5D6E-409C-BE32-E72D297353CC}">
              <c16:uniqueId val="{00000000-ED85-471E-BD50-3B3F1510886C}"/>
            </c:ext>
          </c:extLst>
        </c:ser>
        <c:dLbls>
          <c:showLegendKey val="0"/>
          <c:showVal val="0"/>
          <c:showCatName val="0"/>
          <c:showSerName val="0"/>
          <c:showPercent val="0"/>
          <c:showBubbleSize val="0"/>
        </c:dLbls>
        <c:axId val="303470456"/>
        <c:axId val="408652688"/>
      </c:scatterChart>
      <c:valAx>
        <c:axId val="30347045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Opening Weekend Gross Sales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08652688"/>
        <c:crosses val="autoZero"/>
        <c:crossBetween val="midCat"/>
      </c:valAx>
      <c:valAx>
        <c:axId val="408652688"/>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Total Gross Sales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3470456"/>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Data!$C$1</c:f>
              <c:strCache>
                <c:ptCount val="1"/>
                <c:pt idx="0">
                  <c:v>Total Gross Sales ($millions)</c:v>
                </c:pt>
              </c:strCache>
            </c:strRef>
          </c:tx>
          <c:spPr>
            <a:ln w="28575" cap="rnd">
              <a:noFill/>
              <a:round/>
            </a:ln>
            <a:effectLst/>
          </c:spPr>
          <c:marker>
            <c:symbol val="diamond"/>
            <c:size val="5"/>
            <c:spPr>
              <a:solidFill>
                <a:schemeClr val="tx2"/>
              </a:solidFill>
              <a:ln w="9525">
                <a:solidFill>
                  <a:schemeClr val="tx2"/>
                </a:solidFill>
              </a:ln>
              <a:effectLst/>
            </c:spPr>
          </c:marker>
          <c:xVal>
            <c:numRef>
              <c:f>Data!$D$2:$D$101</c:f>
              <c:numCache>
                <c:formatCode>#,##0</c:formatCode>
                <c:ptCount val="100"/>
                <c:pt idx="0">
                  <c:v>4375</c:v>
                </c:pt>
                <c:pt idx="1">
                  <c:v>4088</c:v>
                </c:pt>
                <c:pt idx="2">
                  <c:v>4066</c:v>
                </c:pt>
                <c:pt idx="3">
                  <c:v>3675</c:v>
                </c:pt>
                <c:pt idx="4">
                  <c:v>4164</c:v>
                </c:pt>
                <c:pt idx="5">
                  <c:v>3793</c:v>
                </c:pt>
                <c:pt idx="6">
                  <c:v>3555</c:v>
                </c:pt>
                <c:pt idx="7">
                  <c:v>4115</c:v>
                </c:pt>
                <c:pt idx="8">
                  <c:v>3703</c:v>
                </c:pt>
                <c:pt idx="9">
                  <c:v>3963</c:v>
                </c:pt>
                <c:pt idx="10">
                  <c:v>3691</c:v>
                </c:pt>
                <c:pt idx="11">
                  <c:v>3715</c:v>
                </c:pt>
                <c:pt idx="12">
                  <c:v>3014</c:v>
                </c:pt>
                <c:pt idx="13">
                  <c:v>2958</c:v>
                </c:pt>
                <c:pt idx="14">
                  <c:v>3952</c:v>
                </c:pt>
                <c:pt idx="15">
                  <c:v>3963</c:v>
                </c:pt>
                <c:pt idx="16">
                  <c:v>3692</c:v>
                </c:pt>
                <c:pt idx="17">
                  <c:v>3842</c:v>
                </c:pt>
                <c:pt idx="18">
                  <c:v>3427</c:v>
                </c:pt>
                <c:pt idx="19">
                  <c:v>3734</c:v>
                </c:pt>
                <c:pt idx="20">
                  <c:v>3424</c:v>
                </c:pt>
                <c:pt idx="21">
                  <c:v>3923</c:v>
                </c:pt>
                <c:pt idx="22">
                  <c:v>3134</c:v>
                </c:pt>
                <c:pt idx="23">
                  <c:v>3816</c:v>
                </c:pt>
                <c:pt idx="24">
                  <c:v>3616</c:v>
                </c:pt>
                <c:pt idx="25">
                  <c:v>3329</c:v>
                </c:pt>
                <c:pt idx="26">
                  <c:v>3548</c:v>
                </c:pt>
                <c:pt idx="27">
                  <c:v>2950</c:v>
                </c:pt>
                <c:pt idx="28">
                  <c:v>3049</c:v>
                </c:pt>
                <c:pt idx="29">
                  <c:v>3754</c:v>
                </c:pt>
                <c:pt idx="30">
                  <c:v>3037</c:v>
                </c:pt>
                <c:pt idx="31">
                  <c:v>3584</c:v>
                </c:pt>
                <c:pt idx="32">
                  <c:v>2340</c:v>
                </c:pt>
                <c:pt idx="33">
                  <c:v>3440</c:v>
                </c:pt>
                <c:pt idx="34">
                  <c:v>3440</c:v>
                </c:pt>
                <c:pt idx="35">
                  <c:v>3020</c:v>
                </c:pt>
                <c:pt idx="36">
                  <c:v>3417</c:v>
                </c:pt>
                <c:pt idx="37">
                  <c:v>3120</c:v>
                </c:pt>
                <c:pt idx="38">
                  <c:v>2038</c:v>
                </c:pt>
                <c:pt idx="39">
                  <c:v>3482</c:v>
                </c:pt>
                <c:pt idx="40">
                  <c:v>2856</c:v>
                </c:pt>
                <c:pt idx="41">
                  <c:v>2838</c:v>
                </c:pt>
                <c:pt idx="42">
                  <c:v>3870</c:v>
                </c:pt>
                <c:pt idx="43">
                  <c:v>3087</c:v>
                </c:pt>
                <c:pt idx="44">
                  <c:v>3222</c:v>
                </c:pt>
                <c:pt idx="45">
                  <c:v>3018</c:v>
                </c:pt>
                <c:pt idx="46">
                  <c:v>3170</c:v>
                </c:pt>
                <c:pt idx="47">
                  <c:v>3438</c:v>
                </c:pt>
                <c:pt idx="48">
                  <c:v>3118</c:v>
                </c:pt>
                <c:pt idx="49">
                  <c:v>2608</c:v>
                </c:pt>
                <c:pt idx="50">
                  <c:v>3515</c:v>
                </c:pt>
                <c:pt idx="51">
                  <c:v>3050</c:v>
                </c:pt>
                <c:pt idx="52">
                  <c:v>3342</c:v>
                </c:pt>
                <c:pt idx="53">
                  <c:v>3611</c:v>
                </c:pt>
                <c:pt idx="54">
                  <c:v>3043</c:v>
                </c:pt>
                <c:pt idx="55">
                  <c:v>2847</c:v>
                </c:pt>
                <c:pt idx="56">
                  <c:v>2820</c:v>
                </c:pt>
                <c:pt idx="57">
                  <c:v>2707</c:v>
                </c:pt>
                <c:pt idx="58">
                  <c:v>1038</c:v>
                </c:pt>
                <c:pt idx="59">
                  <c:v>2926</c:v>
                </c:pt>
                <c:pt idx="60">
                  <c:v>3156</c:v>
                </c:pt>
                <c:pt idx="61">
                  <c:v>2971</c:v>
                </c:pt>
                <c:pt idx="62">
                  <c:v>3505</c:v>
                </c:pt>
                <c:pt idx="63">
                  <c:v>2419</c:v>
                </c:pt>
                <c:pt idx="64">
                  <c:v>2288</c:v>
                </c:pt>
                <c:pt idx="65">
                  <c:v>3169</c:v>
                </c:pt>
                <c:pt idx="66">
                  <c:v>3555</c:v>
                </c:pt>
                <c:pt idx="67">
                  <c:v>2943</c:v>
                </c:pt>
                <c:pt idx="68">
                  <c:v>3376</c:v>
                </c:pt>
                <c:pt idx="69">
                  <c:v>2950</c:v>
                </c:pt>
                <c:pt idx="70">
                  <c:v>2240</c:v>
                </c:pt>
                <c:pt idx="71">
                  <c:v>3155</c:v>
                </c:pt>
                <c:pt idx="72">
                  <c:v>1756</c:v>
                </c:pt>
                <c:pt idx="73">
                  <c:v>2199</c:v>
                </c:pt>
                <c:pt idx="74">
                  <c:v>2545</c:v>
                </c:pt>
                <c:pt idx="75">
                  <c:v>2904</c:v>
                </c:pt>
                <c:pt idx="76">
                  <c:v>3305</c:v>
                </c:pt>
                <c:pt idx="77">
                  <c:v>3314</c:v>
                </c:pt>
                <c:pt idx="78">
                  <c:v>2821</c:v>
                </c:pt>
                <c:pt idx="79">
                  <c:v>3030</c:v>
                </c:pt>
                <c:pt idx="80">
                  <c:v>3127</c:v>
                </c:pt>
                <c:pt idx="81">
                  <c:v>2806</c:v>
                </c:pt>
                <c:pt idx="82">
                  <c:v>1985</c:v>
                </c:pt>
                <c:pt idx="83">
                  <c:v>2534</c:v>
                </c:pt>
                <c:pt idx="84">
                  <c:v>2035</c:v>
                </c:pt>
                <c:pt idx="85">
                  <c:v>2913</c:v>
                </c:pt>
                <c:pt idx="86">
                  <c:v>2888</c:v>
                </c:pt>
                <c:pt idx="87">
                  <c:v>2614</c:v>
                </c:pt>
                <c:pt idx="88">
                  <c:v>3033</c:v>
                </c:pt>
                <c:pt idx="89">
                  <c:v>2976</c:v>
                </c:pt>
                <c:pt idx="90">
                  <c:v>2875</c:v>
                </c:pt>
                <c:pt idx="91">
                  <c:v>2904</c:v>
                </c:pt>
                <c:pt idx="92">
                  <c:v>2479</c:v>
                </c:pt>
                <c:pt idx="93">
                  <c:v>1214</c:v>
                </c:pt>
                <c:pt idx="94">
                  <c:v>2985</c:v>
                </c:pt>
                <c:pt idx="95">
                  <c:v>3276</c:v>
                </c:pt>
                <c:pt idx="96">
                  <c:v>2630</c:v>
                </c:pt>
                <c:pt idx="97">
                  <c:v>1874</c:v>
                </c:pt>
                <c:pt idx="98">
                  <c:v>2752</c:v>
                </c:pt>
                <c:pt idx="99">
                  <c:v>2864</c:v>
                </c:pt>
              </c:numCache>
            </c:numRef>
          </c:xVal>
          <c:yVal>
            <c:numRef>
              <c:f>Data!$C$2:$C$101</c:f>
              <c:numCache>
                <c:formatCode>#,##0.00_);[Red]\(#,##0.00\)</c:formatCode>
                <c:ptCount val="100"/>
                <c:pt idx="0">
                  <c:v>381.01</c:v>
                </c:pt>
                <c:pt idx="1">
                  <c:v>352.39</c:v>
                </c:pt>
                <c:pt idx="2">
                  <c:v>281.29000000000002</c:v>
                </c:pt>
                <c:pt idx="3">
                  <c:v>254.46</c:v>
                </c:pt>
                <c:pt idx="4">
                  <c:v>241.07</c:v>
                </c:pt>
                <c:pt idx="5">
                  <c:v>209.84</c:v>
                </c:pt>
                <c:pt idx="6">
                  <c:v>208.55</c:v>
                </c:pt>
                <c:pt idx="7">
                  <c:v>191.45</c:v>
                </c:pt>
                <c:pt idx="8">
                  <c:v>186.59</c:v>
                </c:pt>
                <c:pt idx="9">
                  <c:v>181.03</c:v>
                </c:pt>
                <c:pt idx="10">
                  <c:v>176.76</c:v>
                </c:pt>
                <c:pt idx="11">
                  <c:v>176.65</c:v>
                </c:pt>
                <c:pt idx="12">
                  <c:v>169.71</c:v>
                </c:pt>
                <c:pt idx="13">
                  <c:v>169.11</c:v>
                </c:pt>
                <c:pt idx="14">
                  <c:v>165.25</c:v>
                </c:pt>
                <c:pt idx="15">
                  <c:v>149.26</c:v>
                </c:pt>
                <c:pt idx="16">
                  <c:v>146.41</c:v>
                </c:pt>
                <c:pt idx="17">
                  <c:v>143.62</c:v>
                </c:pt>
                <c:pt idx="18">
                  <c:v>142.61000000000001</c:v>
                </c:pt>
                <c:pt idx="19">
                  <c:v>131.37</c:v>
                </c:pt>
                <c:pt idx="20">
                  <c:v>127</c:v>
                </c:pt>
                <c:pt idx="21">
                  <c:v>123.48</c:v>
                </c:pt>
                <c:pt idx="22">
                  <c:v>117.54</c:v>
                </c:pt>
                <c:pt idx="23">
                  <c:v>116.6</c:v>
                </c:pt>
                <c:pt idx="24">
                  <c:v>108.09</c:v>
                </c:pt>
                <c:pt idx="25">
                  <c:v>104.03</c:v>
                </c:pt>
                <c:pt idx="26">
                  <c:v>103.03</c:v>
                </c:pt>
                <c:pt idx="27">
                  <c:v>102.36</c:v>
                </c:pt>
                <c:pt idx="28">
                  <c:v>100.29</c:v>
                </c:pt>
                <c:pt idx="29">
                  <c:v>100.24</c:v>
                </c:pt>
                <c:pt idx="30">
                  <c:v>99.97</c:v>
                </c:pt>
                <c:pt idx="31">
                  <c:v>98.78</c:v>
                </c:pt>
                <c:pt idx="32">
                  <c:v>94.24</c:v>
                </c:pt>
                <c:pt idx="33">
                  <c:v>88.57</c:v>
                </c:pt>
                <c:pt idx="34">
                  <c:v>85.47</c:v>
                </c:pt>
                <c:pt idx="35">
                  <c:v>84.35</c:v>
                </c:pt>
                <c:pt idx="36">
                  <c:v>83.55</c:v>
                </c:pt>
                <c:pt idx="37">
                  <c:v>83.5</c:v>
                </c:pt>
                <c:pt idx="38">
                  <c:v>81.7</c:v>
                </c:pt>
                <c:pt idx="39">
                  <c:v>80.36</c:v>
                </c:pt>
                <c:pt idx="40">
                  <c:v>79.38</c:v>
                </c:pt>
                <c:pt idx="41">
                  <c:v>79.25</c:v>
                </c:pt>
                <c:pt idx="42">
                  <c:v>78.05</c:v>
                </c:pt>
                <c:pt idx="43">
                  <c:v>77.48</c:v>
                </c:pt>
                <c:pt idx="44">
                  <c:v>75.66</c:v>
                </c:pt>
                <c:pt idx="45">
                  <c:v>75.61</c:v>
                </c:pt>
                <c:pt idx="46">
                  <c:v>74.77</c:v>
                </c:pt>
                <c:pt idx="47">
                  <c:v>74.16</c:v>
                </c:pt>
                <c:pt idx="48">
                  <c:v>73.010000000000005</c:v>
                </c:pt>
                <c:pt idx="49">
                  <c:v>72.510000000000005</c:v>
                </c:pt>
                <c:pt idx="50">
                  <c:v>72.290000000000006</c:v>
                </c:pt>
                <c:pt idx="51">
                  <c:v>70.66</c:v>
                </c:pt>
                <c:pt idx="52">
                  <c:v>68.22</c:v>
                </c:pt>
                <c:pt idx="53">
                  <c:v>64.010000000000005</c:v>
                </c:pt>
                <c:pt idx="54">
                  <c:v>63.69</c:v>
                </c:pt>
                <c:pt idx="55">
                  <c:v>62.5</c:v>
                </c:pt>
                <c:pt idx="56">
                  <c:v>58.71</c:v>
                </c:pt>
                <c:pt idx="57">
                  <c:v>58.01</c:v>
                </c:pt>
                <c:pt idx="58">
                  <c:v>56.81</c:v>
                </c:pt>
                <c:pt idx="59">
                  <c:v>55.8</c:v>
                </c:pt>
                <c:pt idx="60">
                  <c:v>55.1</c:v>
                </c:pt>
                <c:pt idx="61">
                  <c:v>54.71</c:v>
                </c:pt>
                <c:pt idx="62">
                  <c:v>54.54</c:v>
                </c:pt>
                <c:pt idx="63">
                  <c:v>54.01</c:v>
                </c:pt>
                <c:pt idx="64">
                  <c:v>53.35</c:v>
                </c:pt>
                <c:pt idx="65">
                  <c:v>52.7</c:v>
                </c:pt>
                <c:pt idx="66">
                  <c:v>51.8</c:v>
                </c:pt>
                <c:pt idx="67">
                  <c:v>48.48</c:v>
                </c:pt>
                <c:pt idx="68">
                  <c:v>46.46</c:v>
                </c:pt>
                <c:pt idx="69">
                  <c:v>45.06</c:v>
                </c:pt>
                <c:pt idx="70">
                  <c:v>43.85</c:v>
                </c:pt>
                <c:pt idx="71">
                  <c:v>42.59</c:v>
                </c:pt>
                <c:pt idx="72">
                  <c:v>41.36</c:v>
                </c:pt>
                <c:pt idx="73">
                  <c:v>40.96</c:v>
                </c:pt>
                <c:pt idx="74">
                  <c:v>40.26</c:v>
                </c:pt>
                <c:pt idx="75">
                  <c:v>39.049999999999997</c:v>
                </c:pt>
                <c:pt idx="76">
                  <c:v>38.54</c:v>
                </c:pt>
                <c:pt idx="77">
                  <c:v>38.18</c:v>
                </c:pt>
                <c:pt idx="78">
                  <c:v>37.92</c:v>
                </c:pt>
                <c:pt idx="79">
                  <c:v>37.659999999999997</c:v>
                </c:pt>
                <c:pt idx="80">
                  <c:v>37.520000000000003</c:v>
                </c:pt>
                <c:pt idx="81">
                  <c:v>37.409999999999997</c:v>
                </c:pt>
                <c:pt idx="82">
                  <c:v>37.31</c:v>
                </c:pt>
                <c:pt idx="83">
                  <c:v>37.299999999999997</c:v>
                </c:pt>
                <c:pt idx="84">
                  <c:v>37.299999999999997</c:v>
                </c:pt>
                <c:pt idx="85">
                  <c:v>37.08</c:v>
                </c:pt>
                <c:pt idx="86">
                  <c:v>37.049999999999997</c:v>
                </c:pt>
                <c:pt idx="87">
                  <c:v>36.67</c:v>
                </c:pt>
                <c:pt idx="88">
                  <c:v>36.39</c:v>
                </c:pt>
                <c:pt idx="89">
                  <c:v>35.61</c:v>
                </c:pt>
                <c:pt idx="90">
                  <c:v>35.06</c:v>
                </c:pt>
                <c:pt idx="91">
                  <c:v>35.06</c:v>
                </c:pt>
                <c:pt idx="92">
                  <c:v>35.01</c:v>
                </c:pt>
                <c:pt idx="93">
                  <c:v>34.520000000000003</c:v>
                </c:pt>
                <c:pt idx="94">
                  <c:v>33.049999999999997</c:v>
                </c:pt>
                <c:pt idx="95">
                  <c:v>33.04</c:v>
                </c:pt>
                <c:pt idx="96">
                  <c:v>31.76</c:v>
                </c:pt>
                <c:pt idx="97">
                  <c:v>31.18</c:v>
                </c:pt>
                <c:pt idx="98">
                  <c:v>30.44</c:v>
                </c:pt>
                <c:pt idx="99">
                  <c:v>29.14</c:v>
                </c:pt>
              </c:numCache>
            </c:numRef>
          </c:yVal>
          <c:smooth val="0"/>
          <c:extLst>
            <c:ext xmlns:c16="http://schemas.microsoft.com/office/drawing/2014/chart" uri="{C3380CC4-5D6E-409C-BE32-E72D297353CC}">
              <c16:uniqueId val="{00000000-97F1-4F0A-87AE-07476C9CA475}"/>
            </c:ext>
          </c:extLst>
        </c:ser>
        <c:dLbls>
          <c:showLegendKey val="0"/>
          <c:showVal val="0"/>
          <c:showCatName val="0"/>
          <c:showSerName val="0"/>
          <c:showPercent val="0"/>
          <c:showBubbleSize val="0"/>
        </c:dLbls>
        <c:axId val="408650728"/>
        <c:axId val="404262376"/>
      </c:scatterChart>
      <c:valAx>
        <c:axId val="40865072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Number of Theaters</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04262376"/>
        <c:crosses val="autoZero"/>
        <c:crossBetween val="midCat"/>
      </c:valAx>
      <c:valAx>
        <c:axId val="404262376"/>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Total Gross Sales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0865072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Data!$C$1</c:f>
              <c:strCache>
                <c:ptCount val="1"/>
                <c:pt idx="0">
                  <c:v>Total Gross Sales ($millions)</c:v>
                </c:pt>
              </c:strCache>
            </c:strRef>
          </c:tx>
          <c:spPr>
            <a:ln w="28575" cap="rnd">
              <a:noFill/>
              <a:round/>
            </a:ln>
            <a:effectLst/>
          </c:spPr>
          <c:marker>
            <c:symbol val="diamond"/>
            <c:size val="5"/>
            <c:spPr>
              <a:solidFill>
                <a:schemeClr val="tx2"/>
              </a:solidFill>
              <a:ln w="9525">
                <a:solidFill>
                  <a:schemeClr val="tx2"/>
                </a:solidFill>
              </a:ln>
              <a:effectLst/>
            </c:spPr>
          </c:marker>
          <c:xVal>
            <c:numRef>
              <c:f>Data!$E$2:$E$101</c:f>
              <c:numCache>
                <c:formatCode>#,##0</c:formatCode>
                <c:ptCount val="100"/>
                <c:pt idx="0">
                  <c:v>19</c:v>
                </c:pt>
                <c:pt idx="1">
                  <c:v>15</c:v>
                </c:pt>
                <c:pt idx="2">
                  <c:v>14</c:v>
                </c:pt>
                <c:pt idx="3">
                  <c:v>16</c:v>
                </c:pt>
                <c:pt idx="4">
                  <c:v>19</c:v>
                </c:pt>
                <c:pt idx="5">
                  <c:v>15</c:v>
                </c:pt>
                <c:pt idx="6">
                  <c:v>13</c:v>
                </c:pt>
                <c:pt idx="7">
                  <c:v>25</c:v>
                </c:pt>
                <c:pt idx="8">
                  <c:v>13</c:v>
                </c:pt>
                <c:pt idx="9">
                  <c:v>16</c:v>
                </c:pt>
                <c:pt idx="10">
                  <c:v>19</c:v>
                </c:pt>
                <c:pt idx="11">
                  <c:v>16</c:v>
                </c:pt>
                <c:pt idx="12">
                  <c:v>30</c:v>
                </c:pt>
                <c:pt idx="13">
                  <c:v>20</c:v>
                </c:pt>
                <c:pt idx="14">
                  <c:v>18</c:v>
                </c:pt>
                <c:pt idx="15">
                  <c:v>18</c:v>
                </c:pt>
                <c:pt idx="16">
                  <c:v>17</c:v>
                </c:pt>
                <c:pt idx="17">
                  <c:v>21</c:v>
                </c:pt>
                <c:pt idx="18">
                  <c:v>20</c:v>
                </c:pt>
                <c:pt idx="19">
                  <c:v>13</c:v>
                </c:pt>
                <c:pt idx="20">
                  <c:v>16</c:v>
                </c:pt>
                <c:pt idx="21">
                  <c:v>18</c:v>
                </c:pt>
                <c:pt idx="22">
                  <c:v>16</c:v>
                </c:pt>
                <c:pt idx="23">
                  <c:v>15</c:v>
                </c:pt>
                <c:pt idx="24">
                  <c:v>11</c:v>
                </c:pt>
                <c:pt idx="25">
                  <c:v>11</c:v>
                </c:pt>
                <c:pt idx="26">
                  <c:v>14</c:v>
                </c:pt>
                <c:pt idx="27">
                  <c:v>12</c:v>
                </c:pt>
                <c:pt idx="28">
                  <c:v>16</c:v>
                </c:pt>
                <c:pt idx="29">
                  <c:v>14</c:v>
                </c:pt>
                <c:pt idx="30">
                  <c:v>19</c:v>
                </c:pt>
                <c:pt idx="31">
                  <c:v>14</c:v>
                </c:pt>
                <c:pt idx="32">
                  <c:v>17</c:v>
                </c:pt>
                <c:pt idx="33">
                  <c:v>16</c:v>
                </c:pt>
                <c:pt idx="34">
                  <c:v>19</c:v>
                </c:pt>
                <c:pt idx="35">
                  <c:v>17</c:v>
                </c:pt>
                <c:pt idx="36">
                  <c:v>12</c:v>
                </c:pt>
                <c:pt idx="37">
                  <c:v>15</c:v>
                </c:pt>
                <c:pt idx="38">
                  <c:v>17</c:v>
                </c:pt>
                <c:pt idx="39">
                  <c:v>16</c:v>
                </c:pt>
                <c:pt idx="40">
                  <c:v>12</c:v>
                </c:pt>
                <c:pt idx="41">
                  <c:v>16</c:v>
                </c:pt>
                <c:pt idx="42">
                  <c:v>13</c:v>
                </c:pt>
                <c:pt idx="43">
                  <c:v>12</c:v>
                </c:pt>
                <c:pt idx="44">
                  <c:v>14</c:v>
                </c:pt>
                <c:pt idx="45">
                  <c:v>19</c:v>
                </c:pt>
                <c:pt idx="46">
                  <c:v>19</c:v>
                </c:pt>
                <c:pt idx="47">
                  <c:v>15</c:v>
                </c:pt>
                <c:pt idx="48">
                  <c:v>13</c:v>
                </c:pt>
                <c:pt idx="49">
                  <c:v>16</c:v>
                </c:pt>
                <c:pt idx="50">
                  <c:v>18</c:v>
                </c:pt>
                <c:pt idx="51">
                  <c:v>11</c:v>
                </c:pt>
                <c:pt idx="52">
                  <c:v>18</c:v>
                </c:pt>
                <c:pt idx="53">
                  <c:v>16</c:v>
                </c:pt>
                <c:pt idx="54">
                  <c:v>12</c:v>
                </c:pt>
                <c:pt idx="55">
                  <c:v>12</c:v>
                </c:pt>
                <c:pt idx="56">
                  <c:v>16</c:v>
                </c:pt>
                <c:pt idx="57">
                  <c:v>18</c:v>
                </c:pt>
                <c:pt idx="58">
                  <c:v>43</c:v>
                </c:pt>
                <c:pt idx="59">
                  <c:v>9</c:v>
                </c:pt>
                <c:pt idx="60">
                  <c:v>15</c:v>
                </c:pt>
                <c:pt idx="61">
                  <c:v>15</c:v>
                </c:pt>
                <c:pt idx="62">
                  <c:v>11</c:v>
                </c:pt>
                <c:pt idx="63">
                  <c:v>23</c:v>
                </c:pt>
                <c:pt idx="64">
                  <c:v>13</c:v>
                </c:pt>
                <c:pt idx="65">
                  <c:v>16</c:v>
                </c:pt>
                <c:pt idx="66">
                  <c:v>13</c:v>
                </c:pt>
                <c:pt idx="67">
                  <c:v>7</c:v>
                </c:pt>
                <c:pt idx="68">
                  <c:v>7</c:v>
                </c:pt>
                <c:pt idx="69">
                  <c:v>11</c:v>
                </c:pt>
                <c:pt idx="70">
                  <c:v>15</c:v>
                </c:pt>
                <c:pt idx="71">
                  <c:v>9</c:v>
                </c:pt>
                <c:pt idx="72">
                  <c:v>16</c:v>
                </c:pt>
                <c:pt idx="73">
                  <c:v>14</c:v>
                </c:pt>
                <c:pt idx="74">
                  <c:v>13</c:v>
                </c:pt>
                <c:pt idx="75">
                  <c:v>12</c:v>
                </c:pt>
                <c:pt idx="76">
                  <c:v>17</c:v>
                </c:pt>
                <c:pt idx="77">
                  <c:v>11</c:v>
                </c:pt>
                <c:pt idx="78">
                  <c:v>14</c:v>
                </c:pt>
                <c:pt idx="79">
                  <c:v>11</c:v>
                </c:pt>
                <c:pt idx="80">
                  <c:v>14</c:v>
                </c:pt>
                <c:pt idx="81">
                  <c:v>9</c:v>
                </c:pt>
                <c:pt idx="82">
                  <c:v>15</c:v>
                </c:pt>
                <c:pt idx="83">
                  <c:v>7</c:v>
                </c:pt>
                <c:pt idx="84">
                  <c:v>8</c:v>
                </c:pt>
                <c:pt idx="85">
                  <c:v>8</c:v>
                </c:pt>
                <c:pt idx="86">
                  <c:v>7</c:v>
                </c:pt>
                <c:pt idx="87">
                  <c:v>10</c:v>
                </c:pt>
                <c:pt idx="88">
                  <c:v>9</c:v>
                </c:pt>
                <c:pt idx="89">
                  <c:v>7</c:v>
                </c:pt>
                <c:pt idx="90">
                  <c:v>10</c:v>
                </c:pt>
                <c:pt idx="91">
                  <c:v>21</c:v>
                </c:pt>
                <c:pt idx="92">
                  <c:v>13</c:v>
                </c:pt>
                <c:pt idx="93">
                  <c:v>17</c:v>
                </c:pt>
                <c:pt idx="94">
                  <c:v>10</c:v>
                </c:pt>
                <c:pt idx="95">
                  <c:v>9</c:v>
                </c:pt>
                <c:pt idx="96">
                  <c:v>12</c:v>
                </c:pt>
                <c:pt idx="97">
                  <c:v>9</c:v>
                </c:pt>
                <c:pt idx="98">
                  <c:v>10</c:v>
                </c:pt>
                <c:pt idx="99">
                  <c:v>6</c:v>
                </c:pt>
              </c:numCache>
            </c:numRef>
          </c:xVal>
          <c:yVal>
            <c:numRef>
              <c:f>Data!$C$2:$C$101</c:f>
              <c:numCache>
                <c:formatCode>#,##0.00_);[Red]\(#,##0.00\)</c:formatCode>
                <c:ptCount val="100"/>
                <c:pt idx="0">
                  <c:v>381.01</c:v>
                </c:pt>
                <c:pt idx="1">
                  <c:v>352.39</c:v>
                </c:pt>
                <c:pt idx="2">
                  <c:v>281.29000000000002</c:v>
                </c:pt>
                <c:pt idx="3">
                  <c:v>254.46</c:v>
                </c:pt>
                <c:pt idx="4">
                  <c:v>241.07</c:v>
                </c:pt>
                <c:pt idx="5">
                  <c:v>209.84</c:v>
                </c:pt>
                <c:pt idx="6">
                  <c:v>208.55</c:v>
                </c:pt>
                <c:pt idx="7">
                  <c:v>191.45</c:v>
                </c:pt>
                <c:pt idx="8">
                  <c:v>186.59</c:v>
                </c:pt>
                <c:pt idx="9">
                  <c:v>181.03</c:v>
                </c:pt>
                <c:pt idx="10">
                  <c:v>176.76</c:v>
                </c:pt>
                <c:pt idx="11">
                  <c:v>176.65</c:v>
                </c:pt>
                <c:pt idx="12">
                  <c:v>169.71</c:v>
                </c:pt>
                <c:pt idx="13">
                  <c:v>169.11</c:v>
                </c:pt>
                <c:pt idx="14">
                  <c:v>165.25</c:v>
                </c:pt>
                <c:pt idx="15">
                  <c:v>149.26</c:v>
                </c:pt>
                <c:pt idx="16">
                  <c:v>146.41</c:v>
                </c:pt>
                <c:pt idx="17">
                  <c:v>143.62</c:v>
                </c:pt>
                <c:pt idx="18">
                  <c:v>142.61000000000001</c:v>
                </c:pt>
                <c:pt idx="19">
                  <c:v>131.37</c:v>
                </c:pt>
                <c:pt idx="20">
                  <c:v>127</c:v>
                </c:pt>
                <c:pt idx="21">
                  <c:v>123.48</c:v>
                </c:pt>
                <c:pt idx="22">
                  <c:v>117.54</c:v>
                </c:pt>
                <c:pt idx="23">
                  <c:v>116.6</c:v>
                </c:pt>
                <c:pt idx="24">
                  <c:v>108.09</c:v>
                </c:pt>
                <c:pt idx="25">
                  <c:v>104.03</c:v>
                </c:pt>
                <c:pt idx="26">
                  <c:v>103.03</c:v>
                </c:pt>
                <c:pt idx="27">
                  <c:v>102.36</c:v>
                </c:pt>
                <c:pt idx="28">
                  <c:v>100.29</c:v>
                </c:pt>
                <c:pt idx="29">
                  <c:v>100.24</c:v>
                </c:pt>
                <c:pt idx="30">
                  <c:v>99.97</c:v>
                </c:pt>
                <c:pt idx="31">
                  <c:v>98.78</c:v>
                </c:pt>
                <c:pt idx="32">
                  <c:v>94.24</c:v>
                </c:pt>
                <c:pt idx="33">
                  <c:v>88.57</c:v>
                </c:pt>
                <c:pt idx="34">
                  <c:v>85.47</c:v>
                </c:pt>
                <c:pt idx="35">
                  <c:v>84.35</c:v>
                </c:pt>
                <c:pt idx="36">
                  <c:v>83.55</c:v>
                </c:pt>
                <c:pt idx="37">
                  <c:v>83.5</c:v>
                </c:pt>
                <c:pt idx="38">
                  <c:v>81.7</c:v>
                </c:pt>
                <c:pt idx="39">
                  <c:v>80.36</c:v>
                </c:pt>
                <c:pt idx="40">
                  <c:v>79.38</c:v>
                </c:pt>
                <c:pt idx="41">
                  <c:v>79.25</c:v>
                </c:pt>
                <c:pt idx="42">
                  <c:v>78.05</c:v>
                </c:pt>
                <c:pt idx="43">
                  <c:v>77.48</c:v>
                </c:pt>
                <c:pt idx="44">
                  <c:v>75.66</c:v>
                </c:pt>
                <c:pt idx="45">
                  <c:v>75.61</c:v>
                </c:pt>
                <c:pt idx="46">
                  <c:v>74.77</c:v>
                </c:pt>
                <c:pt idx="47">
                  <c:v>74.16</c:v>
                </c:pt>
                <c:pt idx="48">
                  <c:v>73.010000000000005</c:v>
                </c:pt>
                <c:pt idx="49">
                  <c:v>72.510000000000005</c:v>
                </c:pt>
                <c:pt idx="50">
                  <c:v>72.290000000000006</c:v>
                </c:pt>
                <c:pt idx="51">
                  <c:v>70.66</c:v>
                </c:pt>
                <c:pt idx="52">
                  <c:v>68.22</c:v>
                </c:pt>
                <c:pt idx="53">
                  <c:v>64.010000000000005</c:v>
                </c:pt>
                <c:pt idx="54">
                  <c:v>63.69</c:v>
                </c:pt>
                <c:pt idx="55">
                  <c:v>62.5</c:v>
                </c:pt>
                <c:pt idx="56">
                  <c:v>58.71</c:v>
                </c:pt>
                <c:pt idx="57">
                  <c:v>58.01</c:v>
                </c:pt>
                <c:pt idx="58">
                  <c:v>56.81</c:v>
                </c:pt>
                <c:pt idx="59">
                  <c:v>55.8</c:v>
                </c:pt>
                <c:pt idx="60">
                  <c:v>55.1</c:v>
                </c:pt>
                <c:pt idx="61">
                  <c:v>54.71</c:v>
                </c:pt>
                <c:pt idx="62">
                  <c:v>54.54</c:v>
                </c:pt>
                <c:pt idx="63">
                  <c:v>54.01</c:v>
                </c:pt>
                <c:pt idx="64">
                  <c:v>53.35</c:v>
                </c:pt>
                <c:pt idx="65">
                  <c:v>52.7</c:v>
                </c:pt>
                <c:pt idx="66">
                  <c:v>51.8</c:v>
                </c:pt>
                <c:pt idx="67">
                  <c:v>48.48</c:v>
                </c:pt>
                <c:pt idx="68">
                  <c:v>46.46</c:v>
                </c:pt>
                <c:pt idx="69">
                  <c:v>45.06</c:v>
                </c:pt>
                <c:pt idx="70">
                  <c:v>43.85</c:v>
                </c:pt>
                <c:pt idx="71">
                  <c:v>42.59</c:v>
                </c:pt>
                <c:pt idx="72">
                  <c:v>41.36</c:v>
                </c:pt>
                <c:pt idx="73">
                  <c:v>40.96</c:v>
                </c:pt>
                <c:pt idx="74">
                  <c:v>40.26</c:v>
                </c:pt>
                <c:pt idx="75">
                  <c:v>39.049999999999997</c:v>
                </c:pt>
                <c:pt idx="76">
                  <c:v>38.54</c:v>
                </c:pt>
                <c:pt idx="77">
                  <c:v>38.18</c:v>
                </c:pt>
                <c:pt idx="78">
                  <c:v>37.92</c:v>
                </c:pt>
                <c:pt idx="79">
                  <c:v>37.659999999999997</c:v>
                </c:pt>
                <c:pt idx="80">
                  <c:v>37.520000000000003</c:v>
                </c:pt>
                <c:pt idx="81">
                  <c:v>37.409999999999997</c:v>
                </c:pt>
                <c:pt idx="82">
                  <c:v>37.31</c:v>
                </c:pt>
                <c:pt idx="83">
                  <c:v>37.299999999999997</c:v>
                </c:pt>
                <c:pt idx="84">
                  <c:v>37.299999999999997</c:v>
                </c:pt>
                <c:pt idx="85">
                  <c:v>37.08</c:v>
                </c:pt>
                <c:pt idx="86">
                  <c:v>37.049999999999997</c:v>
                </c:pt>
                <c:pt idx="87">
                  <c:v>36.67</c:v>
                </c:pt>
                <c:pt idx="88">
                  <c:v>36.39</c:v>
                </c:pt>
                <c:pt idx="89">
                  <c:v>35.61</c:v>
                </c:pt>
                <c:pt idx="90">
                  <c:v>35.06</c:v>
                </c:pt>
                <c:pt idx="91">
                  <c:v>35.06</c:v>
                </c:pt>
                <c:pt idx="92">
                  <c:v>35.01</c:v>
                </c:pt>
                <c:pt idx="93">
                  <c:v>34.520000000000003</c:v>
                </c:pt>
                <c:pt idx="94">
                  <c:v>33.049999999999997</c:v>
                </c:pt>
                <c:pt idx="95">
                  <c:v>33.04</c:v>
                </c:pt>
                <c:pt idx="96">
                  <c:v>31.76</c:v>
                </c:pt>
                <c:pt idx="97">
                  <c:v>31.18</c:v>
                </c:pt>
                <c:pt idx="98">
                  <c:v>30.44</c:v>
                </c:pt>
                <c:pt idx="99">
                  <c:v>29.14</c:v>
                </c:pt>
              </c:numCache>
            </c:numRef>
          </c:yVal>
          <c:smooth val="0"/>
          <c:extLst>
            <c:ext xmlns:c16="http://schemas.microsoft.com/office/drawing/2014/chart" uri="{C3380CC4-5D6E-409C-BE32-E72D297353CC}">
              <c16:uniqueId val="{00000000-306D-4E81-A3CF-9E2EC229417A}"/>
            </c:ext>
          </c:extLst>
        </c:ser>
        <c:dLbls>
          <c:showLegendKey val="0"/>
          <c:showVal val="0"/>
          <c:showCatName val="0"/>
          <c:showSerName val="0"/>
          <c:showPercent val="0"/>
          <c:showBubbleSize val="0"/>
        </c:dLbls>
        <c:axId val="470753744"/>
        <c:axId val="470754528"/>
      </c:scatterChart>
      <c:valAx>
        <c:axId val="470753744"/>
        <c:scaling>
          <c:orientation val="minMax"/>
          <c:max val="45"/>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Weeks in Release</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70754528"/>
        <c:crosses val="autoZero"/>
        <c:crossBetween val="midCat"/>
        <c:majorUnit val="5"/>
      </c:valAx>
      <c:valAx>
        <c:axId val="470754528"/>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Total Gross Sales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70753744"/>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'Part 1'!$C$26</c:f>
              <c:strCache>
                <c:ptCount val="1"/>
                <c:pt idx="0">
                  <c:v>% of Total Expenditures</c:v>
                </c:pt>
              </c:strCache>
            </c:strRef>
          </c:tx>
          <c:spPr>
            <a:solidFill>
              <a:schemeClr val="accent1"/>
            </a:solidFill>
            <a:ln>
              <a:noFill/>
            </a:ln>
            <a:effectLst/>
          </c:spPr>
          <c:invertIfNegative val="0"/>
          <c:cat>
            <c:strRef>
              <c:f>'Part 1'!$A$27:$A$35</c:f>
              <c:strCache>
                <c:ptCount val="9"/>
                <c:pt idx="0">
                  <c:v>Payables</c:v>
                </c:pt>
                <c:pt idx="1">
                  <c:v>Inventory</c:v>
                </c:pt>
                <c:pt idx="2">
                  <c:v>Materials and Supplies</c:v>
                </c:pt>
                <c:pt idx="3">
                  <c:v>Fixed Costs</c:v>
                </c:pt>
                <c:pt idx="4">
                  <c:v>Fringe Benefits</c:v>
                </c:pt>
                <c:pt idx="5">
                  <c:v>Contractual Services</c:v>
                </c:pt>
                <c:pt idx="6">
                  <c:v>Debt Service</c:v>
                </c:pt>
                <c:pt idx="7">
                  <c:v>Payroll</c:v>
                </c:pt>
                <c:pt idx="8">
                  <c:v>Capital</c:v>
                </c:pt>
              </c:strCache>
            </c:strRef>
          </c:cat>
          <c:val>
            <c:numRef>
              <c:f>'Part 1'!$C$27:$C$35</c:f>
              <c:numCache>
                <c:formatCode>0.00%</c:formatCode>
                <c:ptCount val="9"/>
                <c:pt idx="0">
                  <c:v>2.7271091128447015E-4</c:v>
                </c:pt>
                <c:pt idx="1">
                  <c:v>9.663026576387717E-3</c:v>
                </c:pt>
                <c:pt idx="2">
                  <c:v>3.0129481219980509E-2</c:v>
                </c:pt>
                <c:pt idx="3">
                  <c:v>8.1211245280771088E-2</c:v>
                </c:pt>
                <c:pt idx="4">
                  <c:v>9.9833550164153795E-2</c:v>
                </c:pt>
                <c:pt idx="5">
                  <c:v>0.12853505055069492</c:v>
                </c:pt>
                <c:pt idx="6">
                  <c:v>0.13136248662753697</c:v>
                </c:pt>
                <c:pt idx="7">
                  <c:v>0.21918070052382102</c:v>
                </c:pt>
                <c:pt idx="8">
                  <c:v>0.29981174814536943</c:v>
                </c:pt>
              </c:numCache>
            </c:numRef>
          </c:val>
          <c:extLst>
            <c:ext xmlns:c16="http://schemas.microsoft.com/office/drawing/2014/chart" uri="{C3380CC4-5D6E-409C-BE32-E72D297353CC}">
              <c16:uniqueId val="{00000000-3725-446A-9EA3-9293E77172C1}"/>
            </c:ext>
          </c:extLst>
        </c:ser>
        <c:dLbls>
          <c:showLegendKey val="0"/>
          <c:showVal val="0"/>
          <c:showCatName val="0"/>
          <c:showSerName val="0"/>
          <c:showPercent val="0"/>
          <c:showBubbleSize val="0"/>
        </c:dLbls>
        <c:gapWidth val="182"/>
        <c:axId val="426835080"/>
        <c:axId val="426831552"/>
      </c:barChart>
      <c:catAx>
        <c:axId val="426835080"/>
        <c:scaling>
          <c:orientation val="minMax"/>
        </c:scaling>
        <c:delete val="0"/>
        <c:axPos val="l"/>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baseline="0">
                    <a:latin typeface="Times New Roman" panose="02020603050405020304" pitchFamily="18" charset="0"/>
                  </a:rPr>
                  <a:t>Category</a:t>
                </a:r>
              </a:p>
            </c:rich>
          </c:tx>
          <c:layout>
            <c:manualLayout>
              <c:xMode val="edge"/>
              <c:yMode val="edge"/>
              <c:x val="5.0600885515496522E-3"/>
              <c:y val="0.34688111719423603"/>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31552"/>
        <c:crosses val="autoZero"/>
        <c:auto val="1"/>
        <c:lblAlgn val="ctr"/>
        <c:lblOffset val="100"/>
        <c:noMultiLvlLbl val="0"/>
      </c:catAx>
      <c:valAx>
        <c:axId val="426831552"/>
        <c:scaling>
          <c:orientation val="minMax"/>
          <c:max val="0.3000000000000000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baseline="0">
                    <a:latin typeface="Times New Roman" panose="02020603050405020304" pitchFamily="18" charset="0"/>
                  </a:rPr>
                  <a:t>% of Total Expenditures</a:t>
                </a:r>
              </a:p>
            </c:rich>
          </c:tx>
          <c:layout>
            <c:manualLayout>
              <c:xMode val="edge"/>
              <c:yMode val="edge"/>
              <c:x val="0.52071917006579105"/>
              <c:y val="0.9068515835230801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350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0.13869</cdr:x>
      <cdr:y>0.40812</cdr:y>
    </cdr:from>
    <cdr:to>
      <cdr:x>0.88741</cdr:x>
      <cdr:y>0.41327</cdr:y>
    </cdr:to>
    <cdr:cxnSp macro="">
      <cdr:nvCxnSpPr>
        <cdr:cNvPr id="2" name="Straight Connector 1"/>
        <cdr:cNvCxnSpPr/>
      </cdr:nvCxnSpPr>
      <cdr:spPr>
        <a:xfrm xmlns:a="http://schemas.openxmlformats.org/drawingml/2006/main" flipV="1">
          <a:off x="824322" y="1359538"/>
          <a:ext cx="4450080" cy="17145"/>
        </a:xfrm>
        <a:prstGeom xmlns:a="http://schemas.openxmlformats.org/drawingml/2006/main" prst="line">
          <a:avLst/>
        </a:prstGeom>
        <a:ln xmlns:a="http://schemas.openxmlformats.org/drawingml/2006/main" w="25400">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8D71E-F903-4EB9-B41C-7ACB61AED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Normal.bak.dot</Template>
  <TotalTime>0</TotalTime>
  <Pages>16</Pages>
  <Words>2754</Words>
  <Characters>14015</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Solutions to</vt:lpstr>
    </vt:vector>
  </TitlesOfParts>
  <Company>Brown Dog</Company>
  <LinksUpToDate>false</LinksUpToDate>
  <CharactersWithSpaces>16736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dc:title>
  <dc:creator>Preferred Customer</dc:creator>
  <cp:lastModifiedBy>Merrill, Anne</cp:lastModifiedBy>
  <cp:revision>2</cp:revision>
  <cp:lastPrinted>2013-08-30T18:51:00Z</cp:lastPrinted>
  <dcterms:created xsi:type="dcterms:W3CDTF">2016-12-06T16:16:00Z</dcterms:created>
  <dcterms:modified xsi:type="dcterms:W3CDTF">2016-12-06T16:16:00Z</dcterms:modified>
</cp:coreProperties>
</file>